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C1471" w14:textId="77777777" w:rsidR="009E0D57" w:rsidRPr="00E416F2" w:rsidRDefault="00C3046E" w:rsidP="00383398">
      <w:pPr>
        <w:pStyle w:val="10"/>
        <w:suppressAutoHyphens/>
        <w:rPr>
          <w:iCs/>
          <w:caps w:val="0"/>
          <w:kern w:val="0"/>
          <w:sz w:val="24"/>
          <w:szCs w:val="24"/>
        </w:rPr>
      </w:pPr>
      <w:bookmarkStart w:id="0" w:name="_Toc128666459"/>
      <w:r w:rsidRPr="00C3046E">
        <w:rPr>
          <w:iCs/>
          <w:caps w:val="0"/>
          <w:kern w:val="0"/>
          <w:sz w:val="24"/>
          <w:szCs w:val="24"/>
        </w:rPr>
        <w:t>Отчет о</w:t>
      </w:r>
      <w:r w:rsidR="00CF541F">
        <w:rPr>
          <w:iCs/>
          <w:caps w:val="0"/>
          <w:kern w:val="0"/>
          <w:sz w:val="24"/>
          <w:szCs w:val="24"/>
        </w:rPr>
        <w:t>б</w:t>
      </w:r>
      <w:r w:rsidRPr="00C3046E">
        <w:rPr>
          <w:iCs/>
          <w:caps w:val="0"/>
          <w:kern w:val="0"/>
          <w:sz w:val="24"/>
          <w:szCs w:val="24"/>
        </w:rPr>
        <w:t xml:space="preserve"> </w:t>
      </w:r>
      <w:r w:rsidR="00CF541F">
        <w:rPr>
          <w:iCs/>
          <w:caps w:val="0"/>
          <w:kern w:val="0"/>
          <w:sz w:val="24"/>
          <w:szCs w:val="24"/>
        </w:rPr>
        <w:t xml:space="preserve">оценке обеспечения </w:t>
      </w:r>
      <w:r w:rsidR="00BB6153" w:rsidRPr="00CF541F">
        <w:rPr>
          <w:iCs/>
          <w:caps w:val="0"/>
          <w:kern w:val="0"/>
          <w:sz w:val="24"/>
          <w:szCs w:val="24"/>
        </w:rPr>
        <w:t>(</w:t>
      </w:r>
      <w:r w:rsidR="00CF541F">
        <w:rPr>
          <w:iCs/>
          <w:caps w:val="0"/>
          <w:kern w:val="0"/>
          <w:sz w:val="24"/>
          <w:szCs w:val="24"/>
          <w:lang w:val="en-US"/>
        </w:rPr>
        <w:t>CCX</w:t>
      </w:r>
      <w:r w:rsidR="00CF541F" w:rsidRPr="00CF541F">
        <w:rPr>
          <w:iCs/>
          <w:caps w:val="0"/>
          <w:kern w:val="0"/>
          <w:sz w:val="24"/>
          <w:szCs w:val="24"/>
        </w:rPr>
        <w:t>84</w:t>
      </w:r>
      <w:r w:rsidR="00BB6153" w:rsidRPr="00CF541F">
        <w:rPr>
          <w:iCs/>
          <w:caps w:val="0"/>
          <w:kern w:val="0"/>
          <w:sz w:val="24"/>
          <w:szCs w:val="24"/>
        </w:rPr>
        <w:t>)</w:t>
      </w:r>
      <w:r w:rsidR="003B2F47" w:rsidRPr="003B2F47">
        <w:rPr>
          <w:iCs/>
          <w:caps w:val="0"/>
          <w:kern w:val="0"/>
          <w:sz w:val="24"/>
          <w:szCs w:val="24"/>
        </w:rPr>
        <w:t xml:space="preserve"> </w:t>
      </w:r>
      <w:r w:rsidR="009E0D57" w:rsidRPr="00E416F2">
        <w:rPr>
          <w:iCs/>
          <w:caps w:val="0"/>
          <w:kern w:val="0"/>
          <w:sz w:val="24"/>
          <w:szCs w:val="24"/>
        </w:rPr>
        <w:t>(печатная форма)</w:t>
      </w:r>
    </w:p>
    <w:p w14:paraId="137908FF" w14:textId="77777777" w:rsidR="008C3897" w:rsidRPr="00E416F2" w:rsidRDefault="008C3897" w:rsidP="008C3897"/>
    <w:p w14:paraId="255ADF3A" w14:textId="77777777" w:rsidR="00C3046E" w:rsidRPr="001E7798" w:rsidRDefault="00C3046E" w:rsidP="00C3046E">
      <w:pPr>
        <w:pStyle w:val="Text"/>
        <w:jc w:val="left"/>
        <w:rPr>
          <w:b/>
          <w:sz w:val="18"/>
          <w:szCs w:val="18"/>
        </w:rPr>
      </w:pPr>
      <w:bookmarkStart w:id="1" w:name="_Toc128666460"/>
      <w:bookmarkEnd w:id="0"/>
      <w:r w:rsidRPr="001E7798">
        <w:rPr>
          <w:sz w:val="18"/>
          <w:szCs w:val="18"/>
        </w:rPr>
        <w:t>Дата и Время формирования отчета &lt;Дата&gt; &lt;Время&gt;</w:t>
      </w:r>
    </w:p>
    <w:p w14:paraId="2A327D94" w14:textId="5AF02E7C" w:rsidR="00C64ED9" w:rsidRPr="00790846" w:rsidRDefault="00C64ED9" w:rsidP="00C64ED9">
      <w:pPr>
        <w:pStyle w:val="Text"/>
        <w:rPr>
          <w:b/>
          <w:sz w:val="18"/>
          <w:szCs w:val="18"/>
        </w:rPr>
      </w:pPr>
      <w:r w:rsidRPr="0049140D">
        <w:rPr>
          <w:sz w:val="18"/>
          <w:szCs w:val="18"/>
        </w:rPr>
        <w:t>НКО ЦК</w:t>
      </w:r>
      <w:r w:rsidR="00240573">
        <w:rPr>
          <w:sz w:val="18"/>
          <w:szCs w:val="18"/>
        </w:rPr>
        <w:t xml:space="preserve"> </w:t>
      </w:r>
      <w:r w:rsidR="000939D5" w:rsidRPr="000939D5">
        <w:rPr>
          <w:sz w:val="18"/>
          <w:szCs w:val="18"/>
        </w:rPr>
        <w:t>"</w:t>
      </w:r>
      <w:r w:rsidR="00240573">
        <w:rPr>
          <w:sz w:val="18"/>
          <w:szCs w:val="18"/>
        </w:rPr>
        <w:t>ЭФИР</w:t>
      </w:r>
      <w:r w:rsidR="000939D5" w:rsidRPr="000939D5">
        <w:rPr>
          <w:sz w:val="18"/>
          <w:szCs w:val="18"/>
        </w:rPr>
        <w:t>"</w:t>
      </w:r>
      <w:r w:rsidRPr="0049140D">
        <w:rPr>
          <w:sz w:val="18"/>
          <w:szCs w:val="18"/>
        </w:rPr>
        <w:t xml:space="preserve"> (АО)</w:t>
      </w:r>
    </w:p>
    <w:p w14:paraId="6E085182" w14:textId="77777777" w:rsidR="00C3046E" w:rsidRPr="001E7798" w:rsidRDefault="00970F06" w:rsidP="00B04FD1">
      <w:pPr>
        <w:pStyle w:val="Text"/>
        <w:spacing w:before="120"/>
        <w:jc w:val="center"/>
        <w:rPr>
          <w:sz w:val="18"/>
          <w:szCs w:val="18"/>
        </w:rPr>
      </w:pPr>
      <w:r w:rsidRPr="001E7798">
        <w:rPr>
          <w:rStyle w:val="affff2"/>
          <w:sz w:val="18"/>
          <w:szCs w:val="18"/>
        </w:rPr>
        <w:t>О</w:t>
      </w:r>
      <w:r>
        <w:rPr>
          <w:rStyle w:val="affff2"/>
          <w:sz w:val="18"/>
          <w:szCs w:val="18"/>
        </w:rPr>
        <w:t>ТЧЕТ ОБ ОЦЕНКЕ ОБЕСПЕЧЕНИЯ</w:t>
      </w:r>
    </w:p>
    <w:p w14:paraId="502BD1A6" w14:textId="77777777" w:rsidR="00C3046E" w:rsidRPr="00970F06" w:rsidRDefault="00C3046E" w:rsidP="00970F06">
      <w:pPr>
        <w:pStyle w:val="Text"/>
        <w:rPr>
          <w:sz w:val="18"/>
          <w:szCs w:val="18"/>
        </w:rPr>
      </w:pPr>
      <w:r w:rsidRPr="00970F06">
        <w:rPr>
          <w:sz w:val="18"/>
          <w:szCs w:val="18"/>
        </w:rPr>
        <w:t>Дата</w:t>
      </w:r>
      <w:r w:rsidR="00970F06">
        <w:rPr>
          <w:sz w:val="18"/>
          <w:szCs w:val="18"/>
        </w:rPr>
        <w:t>, за которую сформирован</w:t>
      </w:r>
      <w:r w:rsidR="00B04FD1" w:rsidRPr="00970F06">
        <w:rPr>
          <w:sz w:val="18"/>
          <w:szCs w:val="18"/>
        </w:rPr>
        <w:t xml:space="preserve"> отчет</w:t>
      </w:r>
      <w:r w:rsidRPr="00970F06">
        <w:rPr>
          <w:sz w:val="18"/>
          <w:szCs w:val="18"/>
        </w:rPr>
        <w:t>: &lt;Дата&gt;</w:t>
      </w:r>
    </w:p>
    <w:p w14:paraId="3C16BD06" w14:textId="77777777" w:rsidR="00970F06" w:rsidRPr="00B04FD1" w:rsidRDefault="00861E02" w:rsidP="00970F06">
      <w:pPr>
        <w:pStyle w:val="Text"/>
        <w:rPr>
          <w:sz w:val="18"/>
          <w:szCs w:val="18"/>
        </w:rPr>
      </w:pPr>
      <w:r>
        <w:rPr>
          <w:sz w:val="18"/>
          <w:szCs w:val="18"/>
        </w:rPr>
        <w:t>Клиринговый код</w:t>
      </w:r>
      <w:r w:rsidRPr="001E7798">
        <w:rPr>
          <w:sz w:val="18"/>
          <w:szCs w:val="18"/>
        </w:rPr>
        <w:t xml:space="preserve"> </w:t>
      </w:r>
      <w:r w:rsidR="00970F06" w:rsidRPr="001E7798">
        <w:rPr>
          <w:sz w:val="18"/>
          <w:szCs w:val="18"/>
        </w:rPr>
        <w:t xml:space="preserve">Участника клиринга: </w:t>
      </w:r>
      <w:r w:rsidR="00970F06" w:rsidRPr="00B04FD1">
        <w:rPr>
          <w:sz w:val="18"/>
          <w:szCs w:val="18"/>
        </w:rPr>
        <w:t>&lt;</w:t>
      </w:r>
      <w:r>
        <w:rPr>
          <w:sz w:val="18"/>
          <w:szCs w:val="18"/>
        </w:rPr>
        <w:t>Клиринговый код</w:t>
      </w:r>
      <w:r w:rsidR="00CA290B" w:rsidRPr="00CA290B">
        <w:rPr>
          <w:sz w:val="18"/>
          <w:szCs w:val="18"/>
        </w:rPr>
        <w:t xml:space="preserve"> </w:t>
      </w:r>
      <w:r w:rsidR="00CA290B" w:rsidRPr="001E7798">
        <w:rPr>
          <w:sz w:val="18"/>
          <w:szCs w:val="18"/>
        </w:rPr>
        <w:t>Участника клиринга</w:t>
      </w:r>
      <w:r w:rsidR="00970F06" w:rsidRPr="00B04FD1">
        <w:rPr>
          <w:sz w:val="18"/>
          <w:szCs w:val="18"/>
        </w:rPr>
        <w:t>&gt;</w:t>
      </w:r>
    </w:p>
    <w:p w14:paraId="4F5E6259" w14:textId="77777777" w:rsidR="00B04FD1" w:rsidRPr="00B04FD1" w:rsidRDefault="00B04FD1" w:rsidP="00B04FD1">
      <w:pPr>
        <w:pStyle w:val="Text"/>
        <w:rPr>
          <w:sz w:val="18"/>
          <w:szCs w:val="18"/>
        </w:rPr>
      </w:pPr>
      <w:r w:rsidRPr="001E7798">
        <w:rPr>
          <w:sz w:val="18"/>
          <w:szCs w:val="18"/>
        </w:rPr>
        <w:t>Наименование Участника клиринга:</w:t>
      </w:r>
      <w:r>
        <w:rPr>
          <w:sz w:val="18"/>
          <w:szCs w:val="18"/>
        </w:rPr>
        <w:t xml:space="preserve"> </w:t>
      </w:r>
      <w:r w:rsidRPr="00B04FD1">
        <w:rPr>
          <w:sz w:val="18"/>
          <w:szCs w:val="18"/>
        </w:rPr>
        <w:t>&lt;</w:t>
      </w:r>
      <w:r>
        <w:rPr>
          <w:sz w:val="18"/>
          <w:szCs w:val="18"/>
        </w:rPr>
        <w:t>Наименование</w:t>
      </w:r>
      <w:r w:rsidR="00CA290B" w:rsidRPr="00CA290B">
        <w:rPr>
          <w:sz w:val="18"/>
          <w:szCs w:val="18"/>
        </w:rPr>
        <w:t xml:space="preserve"> </w:t>
      </w:r>
      <w:r w:rsidR="00CA290B" w:rsidRPr="001E7798">
        <w:rPr>
          <w:sz w:val="18"/>
          <w:szCs w:val="18"/>
        </w:rPr>
        <w:t>Участника клиринга</w:t>
      </w:r>
      <w:r w:rsidRPr="00B04FD1">
        <w:rPr>
          <w:sz w:val="18"/>
          <w:szCs w:val="18"/>
        </w:rPr>
        <w:t>&gt;</w:t>
      </w:r>
    </w:p>
    <w:p w14:paraId="72EFE1FF" w14:textId="77777777" w:rsidR="00C3046E" w:rsidRDefault="00C3046E" w:rsidP="00C3046E">
      <w:pPr>
        <w:spacing w:before="120" w:after="120"/>
        <w:rPr>
          <w:rStyle w:val="affff2"/>
          <w:sz w:val="18"/>
          <w:szCs w:val="18"/>
        </w:rPr>
      </w:pPr>
    </w:p>
    <w:p w14:paraId="77BDE287" w14:textId="77777777" w:rsidR="00970F06" w:rsidRPr="00970F06" w:rsidRDefault="00970F06" w:rsidP="00970F06">
      <w:pPr>
        <w:pStyle w:val="Text"/>
        <w:rPr>
          <w:sz w:val="18"/>
          <w:szCs w:val="18"/>
        </w:rPr>
      </w:pPr>
      <w:r w:rsidRPr="00970F06">
        <w:rPr>
          <w:sz w:val="18"/>
          <w:szCs w:val="18"/>
        </w:rPr>
        <w:t>Торгово-клиринговый регистр: &lt;ТКР&gt;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196"/>
        <w:gridCol w:w="2322"/>
        <w:gridCol w:w="2624"/>
        <w:gridCol w:w="2408"/>
        <w:gridCol w:w="2352"/>
        <w:gridCol w:w="2658"/>
      </w:tblGrid>
      <w:tr w:rsidR="00970F06" w:rsidRPr="00970F06" w14:paraId="3285C0B7" w14:textId="77777777" w:rsidTr="00970F06">
        <w:tc>
          <w:tcPr>
            <w:tcW w:w="2196" w:type="dxa"/>
            <w:vAlign w:val="center"/>
          </w:tcPr>
          <w:p w14:paraId="4AA84EA7" w14:textId="77777777" w:rsidR="00970F06" w:rsidRPr="00970F06" w:rsidRDefault="00970F06" w:rsidP="00333FAC">
            <w:pPr>
              <w:jc w:val="center"/>
              <w:rPr>
                <w:b/>
                <w:bCs/>
                <w:sz w:val="18"/>
                <w:szCs w:val="18"/>
              </w:rPr>
            </w:pPr>
            <w:r w:rsidRPr="00970F06">
              <w:rPr>
                <w:b/>
                <w:bCs/>
                <w:sz w:val="18"/>
                <w:szCs w:val="18"/>
              </w:rPr>
              <w:t>Код валюты</w:t>
            </w:r>
          </w:p>
        </w:tc>
        <w:tc>
          <w:tcPr>
            <w:tcW w:w="2322" w:type="dxa"/>
            <w:vAlign w:val="center"/>
          </w:tcPr>
          <w:p w14:paraId="35DE2F04" w14:textId="77777777" w:rsidR="00970F06" w:rsidRPr="00970F06" w:rsidRDefault="00970F06" w:rsidP="00333FAC">
            <w:pPr>
              <w:jc w:val="center"/>
              <w:rPr>
                <w:b/>
                <w:bCs/>
                <w:sz w:val="18"/>
                <w:szCs w:val="18"/>
              </w:rPr>
            </w:pPr>
            <w:r w:rsidRPr="00970F06">
              <w:rPr>
                <w:b/>
                <w:bCs/>
                <w:sz w:val="18"/>
                <w:szCs w:val="18"/>
              </w:rPr>
              <w:t>Наименование валюты</w:t>
            </w:r>
          </w:p>
        </w:tc>
        <w:tc>
          <w:tcPr>
            <w:tcW w:w="2624" w:type="dxa"/>
            <w:vAlign w:val="center"/>
          </w:tcPr>
          <w:p w14:paraId="27BE77D5" w14:textId="77777777" w:rsidR="00970F06" w:rsidRPr="00970F06" w:rsidRDefault="00970F06" w:rsidP="00333FAC">
            <w:pPr>
              <w:jc w:val="center"/>
              <w:rPr>
                <w:b/>
                <w:bCs/>
                <w:sz w:val="18"/>
                <w:szCs w:val="18"/>
              </w:rPr>
            </w:pPr>
            <w:r w:rsidRPr="00970F06">
              <w:rPr>
                <w:b/>
                <w:bCs/>
                <w:sz w:val="18"/>
                <w:szCs w:val="18"/>
              </w:rPr>
              <w:t>Сумма актива, внесенного в качестве обеспечения</w:t>
            </w:r>
          </w:p>
        </w:tc>
        <w:tc>
          <w:tcPr>
            <w:tcW w:w="2408" w:type="dxa"/>
            <w:vAlign w:val="center"/>
          </w:tcPr>
          <w:p w14:paraId="5107F5E1" w14:textId="77777777" w:rsidR="00970F06" w:rsidRPr="00970F06" w:rsidRDefault="00970F06" w:rsidP="00333FAC">
            <w:pPr>
              <w:jc w:val="center"/>
              <w:rPr>
                <w:b/>
                <w:bCs/>
                <w:sz w:val="18"/>
                <w:szCs w:val="18"/>
              </w:rPr>
            </w:pPr>
            <w:r w:rsidRPr="00970F06">
              <w:rPr>
                <w:sz w:val="18"/>
                <w:szCs w:val="18"/>
              </w:rPr>
              <w:t xml:space="preserve"> </w:t>
            </w:r>
            <w:r w:rsidRPr="00970F06">
              <w:rPr>
                <w:b/>
                <w:bCs/>
                <w:sz w:val="18"/>
                <w:szCs w:val="18"/>
              </w:rPr>
              <w:t>Сумма актива, доступного для вывода</w:t>
            </w:r>
          </w:p>
        </w:tc>
        <w:tc>
          <w:tcPr>
            <w:tcW w:w="2352" w:type="dxa"/>
            <w:vAlign w:val="center"/>
          </w:tcPr>
          <w:p w14:paraId="397087DD" w14:textId="77777777" w:rsidR="00970F06" w:rsidRPr="00970F06" w:rsidRDefault="00970F06" w:rsidP="00333FAC">
            <w:pPr>
              <w:jc w:val="center"/>
              <w:rPr>
                <w:b/>
                <w:bCs/>
                <w:sz w:val="18"/>
                <w:szCs w:val="18"/>
              </w:rPr>
            </w:pPr>
            <w:r w:rsidRPr="00970F06">
              <w:rPr>
                <w:b/>
                <w:bCs/>
                <w:sz w:val="18"/>
                <w:szCs w:val="18"/>
              </w:rPr>
              <w:t>Сумма актива, недоступного для вывода</w:t>
            </w:r>
          </w:p>
        </w:tc>
        <w:tc>
          <w:tcPr>
            <w:tcW w:w="2658" w:type="dxa"/>
            <w:vAlign w:val="center"/>
          </w:tcPr>
          <w:p w14:paraId="2D18FBEF" w14:textId="77777777" w:rsidR="00970F06" w:rsidRPr="00970F06" w:rsidRDefault="00970F06" w:rsidP="00333FAC">
            <w:pPr>
              <w:jc w:val="center"/>
              <w:rPr>
                <w:b/>
                <w:bCs/>
                <w:sz w:val="18"/>
                <w:szCs w:val="18"/>
              </w:rPr>
            </w:pPr>
            <w:r w:rsidRPr="00970F06">
              <w:rPr>
                <w:b/>
                <w:bCs/>
                <w:sz w:val="18"/>
                <w:szCs w:val="18"/>
              </w:rPr>
              <w:t>Стоимость обеспечения, руб.</w:t>
            </w:r>
          </w:p>
        </w:tc>
      </w:tr>
      <w:tr w:rsidR="00970F06" w:rsidRPr="00970F06" w14:paraId="153F62BE" w14:textId="77777777" w:rsidTr="00970F06">
        <w:tc>
          <w:tcPr>
            <w:tcW w:w="2196" w:type="dxa"/>
          </w:tcPr>
          <w:p w14:paraId="503EEB7F" w14:textId="77777777" w:rsidR="00970F06" w:rsidRPr="00970F06" w:rsidRDefault="00970F06" w:rsidP="00333FA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322" w:type="dxa"/>
          </w:tcPr>
          <w:p w14:paraId="18DD37C3" w14:textId="77777777" w:rsidR="00970F06" w:rsidRPr="00970F06" w:rsidRDefault="00970F06" w:rsidP="00333FAC">
            <w:pPr>
              <w:rPr>
                <w:sz w:val="18"/>
                <w:szCs w:val="18"/>
              </w:rPr>
            </w:pPr>
          </w:p>
        </w:tc>
        <w:tc>
          <w:tcPr>
            <w:tcW w:w="2624" w:type="dxa"/>
          </w:tcPr>
          <w:p w14:paraId="79B0F865" w14:textId="77777777" w:rsidR="00970F06" w:rsidRPr="00970F06" w:rsidRDefault="00970F06" w:rsidP="00333FA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408" w:type="dxa"/>
          </w:tcPr>
          <w:p w14:paraId="1536429D" w14:textId="77777777" w:rsidR="00970F06" w:rsidRPr="00970F06" w:rsidRDefault="00970F06" w:rsidP="00333FAC">
            <w:pPr>
              <w:rPr>
                <w:sz w:val="18"/>
                <w:szCs w:val="18"/>
              </w:rPr>
            </w:pPr>
          </w:p>
        </w:tc>
        <w:tc>
          <w:tcPr>
            <w:tcW w:w="2352" w:type="dxa"/>
          </w:tcPr>
          <w:p w14:paraId="5DA647B1" w14:textId="77777777" w:rsidR="00970F06" w:rsidRPr="00970F06" w:rsidRDefault="00970F06" w:rsidP="00333FA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658" w:type="dxa"/>
          </w:tcPr>
          <w:p w14:paraId="4F193627" w14:textId="77777777" w:rsidR="00970F06" w:rsidRPr="00970F06" w:rsidRDefault="00970F06" w:rsidP="00333FAC">
            <w:pPr>
              <w:rPr>
                <w:sz w:val="18"/>
                <w:szCs w:val="18"/>
                <w:lang w:val="en-US"/>
              </w:rPr>
            </w:pPr>
          </w:p>
        </w:tc>
      </w:tr>
      <w:tr w:rsidR="00970F06" w:rsidRPr="00970F06" w14:paraId="3067A43D" w14:textId="77777777" w:rsidTr="00970F06">
        <w:tc>
          <w:tcPr>
            <w:tcW w:w="2196" w:type="dxa"/>
          </w:tcPr>
          <w:p w14:paraId="3BBBCE11" w14:textId="77777777" w:rsidR="00970F06" w:rsidRPr="00970F06" w:rsidRDefault="00970F06" w:rsidP="00333FA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322" w:type="dxa"/>
          </w:tcPr>
          <w:p w14:paraId="2EDD411C" w14:textId="77777777" w:rsidR="00970F06" w:rsidRPr="00970F06" w:rsidRDefault="00970F06" w:rsidP="00333FAC">
            <w:pPr>
              <w:rPr>
                <w:sz w:val="18"/>
                <w:szCs w:val="18"/>
              </w:rPr>
            </w:pPr>
          </w:p>
        </w:tc>
        <w:tc>
          <w:tcPr>
            <w:tcW w:w="2624" w:type="dxa"/>
          </w:tcPr>
          <w:p w14:paraId="7917AE54" w14:textId="77777777" w:rsidR="00970F06" w:rsidRPr="00970F06" w:rsidRDefault="00970F06" w:rsidP="00333FA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408" w:type="dxa"/>
          </w:tcPr>
          <w:p w14:paraId="1C87C095" w14:textId="77777777" w:rsidR="00970F06" w:rsidRPr="00970F06" w:rsidRDefault="00970F06" w:rsidP="00333FAC">
            <w:pPr>
              <w:rPr>
                <w:sz w:val="18"/>
                <w:szCs w:val="18"/>
              </w:rPr>
            </w:pPr>
          </w:p>
        </w:tc>
        <w:tc>
          <w:tcPr>
            <w:tcW w:w="2352" w:type="dxa"/>
          </w:tcPr>
          <w:p w14:paraId="1EF3D58B" w14:textId="77777777" w:rsidR="00970F06" w:rsidRPr="00970F06" w:rsidRDefault="00970F06" w:rsidP="00333FAC">
            <w:pPr>
              <w:rPr>
                <w:sz w:val="18"/>
                <w:szCs w:val="18"/>
              </w:rPr>
            </w:pPr>
          </w:p>
        </w:tc>
        <w:tc>
          <w:tcPr>
            <w:tcW w:w="2658" w:type="dxa"/>
          </w:tcPr>
          <w:p w14:paraId="0B53FEEE" w14:textId="77777777" w:rsidR="00970F06" w:rsidRPr="00970F06" w:rsidRDefault="00970F06" w:rsidP="00333FAC">
            <w:pPr>
              <w:rPr>
                <w:sz w:val="18"/>
                <w:szCs w:val="18"/>
              </w:rPr>
            </w:pPr>
          </w:p>
        </w:tc>
      </w:tr>
      <w:tr w:rsidR="00970F06" w:rsidRPr="00970F06" w14:paraId="2C48301A" w14:textId="77777777" w:rsidTr="00970F06">
        <w:tc>
          <w:tcPr>
            <w:tcW w:w="11902" w:type="dxa"/>
            <w:gridSpan w:val="5"/>
          </w:tcPr>
          <w:p w14:paraId="13147F58" w14:textId="77777777" w:rsidR="00970F06" w:rsidRPr="00970F06" w:rsidRDefault="00970F06" w:rsidP="00333FAC">
            <w:pPr>
              <w:rPr>
                <w:b/>
                <w:bCs/>
                <w:sz w:val="18"/>
                <w:szCs w:val="18"/>
              </w:rPr>
            </w:pPr>
            <w:r w:rsidRPr="00970F06">
              <w:rPr>
                <w:b/>
                <w:bCs/>
                <w:sz w:val="18"/>
                <w:szCs w:val="18"/>
              </w:rPr>
              <w:t>Общая стоимость обеспечения, руб.</w:t>
            </w:r>
          </w:p>
        </w:tc>
        <w:tc>
          <w:tcPr>
            <w:tcW w:w="2658" w:type="dxa"/>
          </w:tcPr>
          <w:p w14:paraId="14661BE1" w14:textId="77777777" w:rsidR="00970F06" w:rsidRPr="00970F06" w:rsidRDefault="00970F06" w:rsidP="00333FAC">
            <w:pPr>
              <w:rPr>
                <w:sz w:val="18"/>
                <w:szCs w:val="18"/>
                <w:lang w:val="en-US"/>
              </w:rPr>
            </w:pPr>
          </w:p>
        </w:tc>
      </w:tr>
      <w:tr w:rsidR="00970F06" w:rsidRPr="00970F06" w14:paraId="73280B4C" w14:textId="77777777" w:rsidTr="00970F06">
        <w:tc>
          <w:tcPr>
            <w:tcW w:w="11902" w:type="dxa"/>
            <w:gridSpan w:val="5"/>
          </w:tcPr>
          <w:p w14:paraId="686A131C" w14:textId="77777777" w:rsidR="00970F06" w:rsidRPr="00970F06" w:rsidRDefault="00970F06" w:rsidP="00333FAC">
            <w:pPr>
              <w:rPr>
                <w:b/>
                <w:bCs/>
                <w:sz w:val="18"/>
                <w:szCs w:val="18"/>
              </w:rPr>
            </w:pPr>
            <w:r w:rsidRPr="00970F06">
              <w:rPr>
                <w:b/>
                <w:bCs/>
                <w:sz w:val="18"/>
                <w:szCs w:val="18"/>
              </w:rPr>
              <w:t>Стоимость обеспечения, доступного для вывода, руб.</w:t>
            </w:r>
          </w:p>
        </w:tc>
        <w:tc>
          <w:tcPr>
            <w:tcW w:w="2658" w:type="dxa"/>
          </w:tcPr>
          <w:p w14:paraId="486C05D1" w14:textId="77777777" w:rsidR="00970F06" w:rsidRPr="00970F06" w:rsidRDefault="00970F06" w:rsidP="00333FAC">
            <w:pPr>
              <w:rPr>
                <w:sz w:val="18"/>
                <w:szCs w:val="18"/>
              </w:rPr>
            </w:pPr>
          </w:p>
        </w:tc>
      </w:tr>
      <w:tr w:rsidR="00970F06" w:rsidRPr="00970F06" w14:paraId="58CF12C4" w14:textId="77777777" w:rsidTr="00970F06">
        <w:tc>
          <w:tcPr>
            <w:tcW w:w="11902" w:type="dxa"/>
            <w:gridSpan w:val="5"/>
          </w:tcPr>
          <w:p w14:paraId="624663C9" w14:textId="77777777" w:rsidR="00970F06" w:rsidRPr="00970F06" w:rsidRDefault="00970F06" w:rsidP="00333FAC">
            <w:pPr>
              <w:rPr>
                <w:b/>
                <w:bCs/>
                <w:sz w:val="18"/>
                <w:szCs w:val="18"/>
              </w:rPr>
            </w:pPr>
            <w:r w:rsidRPr="00970F06">
              <w:rPr>
                <w:b/>
                <w:bCs/>
                <w:sz w:val="18"/>
                <w:szCs w:val="18"/>
              </w:rPr>
              <w:t>Стоимость обеспечения, недоступного для вывода, руб.</w:t>
            </w:r>
          </w:p>
        </w:tc>
        <w:tc>
          <w:tcPr>
            <w:tcW w:w="2658" w:type="dxa"/>
          </w:tcPr>
          <w:p w14:paraId="416EF58E" w14:textId="77777777" w:rsidR="00970F06" w:rsidRPr="00970F06" w:rsidRDefault="00970F06" w:rsidP="00333FAC">
            <w:pPr>
              <w:rPr>
                <w:sz w:val="18"/>
                <w:szCs w:val="18"/>
              </w:rPr>
            </w:pPr>
          </w:p>
        </w:tc>
      </w:tr>
      <w:tr w:rsidR="00970F06" w:rsidRPr="00970F06" w14:paraId="2FA7955A" w14:textId="77777777" w:rsidTr="00970F06">
        <w:tc>
          <w:tcPr>
            <w:tcW w:w="11902" w:type="dxa"/>
            <w:gridSpan w:val="5"/>
          </w:tcPr>
          <w:p w14:paraId="1B0FBC4D" w14:textId="77777777" w:rsidR="00970F06" w:rsidRPr="00970F06" w:rsidRDefault="00970F06" w:rsidP="00333FAC">
            <w:pPr>
              <w:rPr>
                <w:b/>
                <w:bCs/>
                <w:sz w:val="18"/>
                <w:szCs w:val="18"/>
              </w:rPr>
            </w:pPr>
            <w:r w:rsidRPr="00970F06">
              <w:rPr>
                <w:b/>
                <w:bCs/>
                <w:sz w:val="18"/>
                <w:szCs w:val="18"/>
              </w:rPr>
              <w:t>Единый лимит</w:t>
            </w:r>
          </w:p>
        </w:tc>
        <w:tc>
          <w:tcPr>
            <w:tcW w:w="2658" w:type="dxa"/>
          </w:tcPr>
          <w:p w14:paraId="45B79A4F" w14:textId="77777777" w:rsidR="00970F06" w:rsidRPr="00970F06" w:rsidRDefault="00970F06" w:rsidP="00333FAC">
            <w:pPr>
              <w:rPr>
                <w:sz w:val="18"/>
                <w:szCs w:val="18"/>
              </w:rPr>
            </w:pPr>
          </w:p>
        </w:tc>
      </w:tr>
    </w:tbl>
    <w:p w14:paraId="4B197091" w14:textId="77777777" w:rsidR="00D54121" w:rsidRPr="001E7798" w:rsidRDefault="00D54121" w:rsidP="00D54121">
      <w:pPr>
        <w:pStyle w:val="Text"/>
        <w:rPr>
          <w:sz w:val="18"/>
          <w:szCs w:val="18"/>
        </w:rPr>
      </w:pPr>
    </w:p>
    <w:p w14:paraId="2A004078" w14:textId="77777777" w:rsidR="00B1725F" w:rsidRPr="00C3046E" w:rsidRDefault="00B1725F" w:rsidP="001E5264">
      <w:pPr>
        <w:rPr>
          <w:sz w:val="18"/>
          <w:szCs w:val="18"/>
        </w:rPr>
      </w:pPr>
    </w:p>
    <w:p w14:paraId="66B6149B" w14:textId="680C7504" w:rsidR="00C64ED9" w:rsidRPr="00E416F2" w:rsidRDefault="00C64ED9" w:rsidP="00C64ED9">
      <w:pPr>
        <w:rPr>
          <w:b/>
          <w:caps/>
          <w:kern w:val="28"/>
          <w:lang w:eastAsia="en-US"/>
        </w:rPr>
      </w:pPr>
      <w:bookmarkStart w:id="2" w:name="_Hlk179214239"/>
      <w:r w:rsidRPr="00E416F2">
        <w:rPr>
          <w:b/>
          <w:bCs/>
          <w:sz w:val="18"/>
          <w:szCs w:val="18"/>
        </w:rPr>
        <w:t xml:space="preserve">Уполномоченный сотрудник </w:t>
      </w:r>
      <w:r>
        <w:rPr>
          <w:b/>
          <w:bCs/>
          <w:sz w:val="18"/>
          <w:szCs w:val="18"/>
        </w:rPr>
        <w:t>НКО ЦК</w:t>
      </w:r>
      <w:r w:rsidR="00240573">
        <w:rPr>
          <w:b/>
          <w:bCs/>
          <w:sz w:val="18"/>
          <w:szCs w:val="18"/>
        </w:rPr>
        <w:t xml:space="preserve"> </w:t>
      </w:r>
      <w:r w:rsidR="000939D5">
        <w:t>"</w:t>
      </w:r>
      <w:r w:rsidR="00240573">
        <w:rPr>
          <w:b/>
          <w:bCs/>
          <w:sz w:val="18"/>
          <w:szCs w:val="18"/>
        </w:rPr>
        <w:t>ЭФИР</w:t>
      </w:r>
      <w:r w:rsidR="000939D5">
        <w:t>"</w:t>
      </w:r>
      <w:r>
        <w:rPr>
          <w:b/>
          <w:bCs/>
          <w:sz w:val="18"/>
          <w:szCs w:val="18"/>
        </w:rPr>
        <w:t xml:space="preserve"> (АО)</w:t>
      </w:r>
      <w:r w:rsidRPr="00E416F2">
        <w:rPr>
          <w:b/>
          <w:bCs/>
          <w:sz w:val="18"/>
          <w:szCs w:val="18"/>
        </w:rPr>
        <w:t>:</w:t>
      </w:r>
      <w:r>
        <w:rPr>
          <w:b/>
          <w:bCs/>
          <w:sz w:val="18"/>
          <w:szCs w:val="18"/>
        </w:rPr>
        <w:t xml:space="preserve"> </w:t>
      </w:r>
      <w:r w:rsidRPr="0049140D">
        <w:rPr>
          <w:sz w:val="18"/>
          <w:szCs w:val="18"/>
        </w:rPr>
        <w:t>&lt;ФИО сотрудника НКО ЦК</w:t>
      </w:r>
      <w:r w:rsidR="00240573">
        <w:rPr>
          <w:sz w:val="18"/>
          <w:szCs w:val="18"/>
        </w:rPr>
        <w:t xml:space="preserve"> </w:t>
      </w:r>
      <w:r w:rsidR="000939D5">
        <w:t>"</w:t>
      </w:r>
      <w:r w:rsidR="00240573">
        <w:rPr>
          <w:sz w:val="18"/>
          <w:szCs w:val="18"/>
        </w:rPr>
        <w:t>ЭФИР</w:t>
      </w:r>
      <w:r w:rsidR="000939D5">
        <w:t>"</w:t>
      </w:r>
      <w:r w:rsidRPr="0049140D">
        <w:rPr>
          <w:sz w:val="18"/>
          <w:szCs w:val="18"/>
        </w:rPr>
        <w:t xml:space="preserve"> (АО)&gt;</w:t>
      </w:r>
    </w:p>
    <w:bookmarkEnd w:id="2"/>
    <w:p w14:paraId="7241766A" w14:textId="77777777" w:rsidR="003147A5" w:rsidRPr="00E416F2" w:rsidRDefault="00B04FD1">
      <w:pPr>
        <w:rPr>
          <w:b/>
          <w:caps/>
          <w:kern w:val="28"/>
          <w:lang w:eastAsia="en-US"/>
        </w:rPr>
      </w:pPr>
      <w:r w:rsidRPr="00E416F2">
        <w:rPr>
          <w:lang w:eastAsia="en-US"/>
        </w:rPr>
        <w:t xml:space="preserve"> </w:t>
      </w:r>
      <w:r w:rsidR="003147A5" w:rsidRPr="00E416F2">
        <w:rPr>
          <w:lang w:eastAsia="en-US"/>
        </w:rPr>
        <w:br w:type="page"/>
      </w:r>
    </w:p>
    <w:p w14:paraId="5468C73A" w14:textId="77777777" w:rsidR="00AA4817" w:rsidRPr="00E416F2" w:rsidRDefault="00AA4817" w:rsidP="003147A5">
      <w:pPr>
        <w:pStyle w:val="10"/>
        <w:rPr>
          <w:sz w:val="24"/>
          <w:szCs w:val="24"/>
          <w:lang w:eastAsia="en-US"/>
        </w:rPr>
        <w:sectPr w:rsidR="00AA4817" w:rsidRPr="00E416F2" w:rsidSect="00383398">
          <w:headerReference w:type="default" r:id="rId8"/>
          <w:headerReference w:type="first" r:id="rId9"/>
          <w:pgSz w:w="16838" w:h="11906" w:orient="landscape"/>
          <w:pgMar w:top="1486" w:right="669" w:bottom="1135" w:left="1134" w:header="426" w:footer="578" w:gutter="0"/>
          <w:cols w:space="708"/>
          <w:titlePg/>
          <w:docGrid w:linePitch="360"/>
        </w:sectPr>
      </w:pPr>
    </w:p>
    <w:p w14:paraId="52AFECB0" w14:textId="77777777" w:rsidR="003147A5" w:rsidRPr="00E416F2" w:rsidRDefault="00C3046E" w:rsidP="003147A5">
      <w:pPr>
        <w:pStyle w:val="10"/>
        <w:rPr>
          <w:iCs/>
          <w:caps w:val="0"/>
          <w:kern w:val="0"/>
          <w:sz w:val="24"/>
          <w:szCs w:val="24"/>
        </w:rPr>
      </w:pPr>
      <w:r w:rsidRPr="00C3046E">
        <w:rPr>
          <w:iCs/>
          <w:caps w:val="0"/>
          <w:kern w:val="0"/>
          <w:sz w:val="24"/>
          <w:szCs w:val="24"/>
        </w:rPr>
        <w:lastRenderedPageBreak/>
        <w:t>Отчет о</w:t>
      </w:r>
      <w:r w:rsidR="00970F06">
        <w:rPr>
          <w:iCs/>
          <w:caps w:val="0"/>
          <w:kern w:val="0"/>
          <w:sz w:val="24"/>
          <w:szCs w:val="24"/>
        </w:rPr>
        <w:t>б оценке обеспечения</w:t>
      </w:r>
      <w:r w:rsidR="00BB6153">
        <w:rPr>
          <w:iCs/>
          <w:caps w:val="0"/>
          <w:kern w:val="0"/>
          <w:sz w:val="24"/>
          <w:szCs w:val="24"/>
        </w:rPr>
        <w:t xml:space="preserve"> (</w:t>
      </w:r>
      <w:r w:rsidR="00970F06">
        <w:rPr>
          <w:iCs/>
          <w:caps w:val="0"/>
          <w:kern w:val="0"/>
          <w:sz w:val="24"/>
          <w:szCs w:val="24"/>
        </w:rPr>
        <w:t>ССХ84</w:t>
      </w:r>
      <w:r w:rsidR="00BB6153" w:rsidRPr="00BB6153">
        <w:rPr>
          <w:iCs/>
          <w:caps w:val="0"/>
          <w:kern w:val="0"/>
          <w:sz w:val="24"/>
          <w:szCs w:val="24"/>
        </w:rPr>
        <w:t>)</w:t>
      </w:r>
      <w:r w:rsidR="003147A5" w:rsidRPr="00E416F2">
        <w:rPr>
          <w:iCs/>
          <w:caps w:val="0"/>
          <w:kern w:val="0"/>
          <w:sz w:val="24"/>
          <w:szCs w:val="24"/>
        </w:rPr>
        <w:t xml:space="preserve"> (формат отчета)</w:t>
      </w:r>
    </w:p>
    <w:bookmarkEnd w:id="1"/>
    <w:p w14:paraId="4217F600" w14:textId="77777777" w:rsidR="002A6AAF" w:rsidRPr="00E416F2" w:rsidRDefault="002A6AAF" w:rsidP="002A6AAF">
      <w:pPr>
        <w:pStyle w:val="afff7"/>
        <w:rPr>
          <w:bCs/>
          <w:sz w:val="18"/>
          <w:szCs w:val="18"/>
        </w:rPr>
      </w:pPr>
    </w:p>
    <w:p w14:paraId="2C454494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i/>
          <w:sz w:val="20"/>
        </w:rPr>
        <w:t>Вид:</w:t>
      </w:r>
      <w:r w:rsidRPr="00E416F2">
        <w:rPr>
          <w:b/>
          <w:sz w:val="20"/>
        </w:rPr>
        <w:t xml:space="preserve"> </w:t>
      </w:r>
      <w:r w:rsidRPr="00E416F2">
        <w:rPr>
          <w:sz w:val="20"/>
        </w:rPr>
        <w:t>электронный документ</w:t>
      </w:r>
    </w:p>
    <w:p w14:paraId="7864AECA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i/>
          <w:sz w:val="20"/>
        </w:rPr>
        <w:t>Формат:</w:t>
      </w:r>
      <w:r w:rsidRPr="00E416F2">
        <w:rPr>
          <w:sz w:val="20"/>
        </w:rPr>
        <w:t xml:space="preserve"> </w:t>
      </w:r>
      <w:r w:rsidRPr="00E416F2">
        <w:rPr>
          <w:sz w:val="20"/>
          <w:lang w:val="en-US"/>
        </w:rPr>
        <w:t>XML</w:t>
      </w:r>
    </w:p>
    <w:p w14:paraId="49927118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i/>
          <w:sz w:val="20"/>
        </w:rPr>
        <w:t>Наименование:</w:t>
      </w:r>
      <w:r w:rsidRPr="00E416F2">
        <w:rPr>
          <w:sz w:val="20"/>
        </w:rPr>
        <w:t xml:space="preserve"> </w:t>
      </w:r>
      <w:r w:rsidR="00240573">
        <w:rPr>
          <w:sz w:val="20"/>
          <w:lang w:val="en-US"/>
        </w:rPr>
        <w:t>EFIS</w:t>
      </w:r>
      <w:r w:rsidRPr="00E416F2">
        <w:rPr>
          <w:sz w:val="20"/>
        </w:rPr>
        <w:t xml:space="preserve">_DOC_ </w:t>
      </w:r>
      <w:r w:rsidRPr="00E416F2">
        <w:rPr>
          <w:sz w:val="20"/>
          <w:lang w:val="en-US"/>
        </w:rPr>
        <w:t>KS</w:t>
      </w:r>
      <w:r w:rsidRPr="00E416F2">
        <w:rPr>
          <w:sz w:val="20"/>
        </w:rPr>
        <w:t>_</w:t>
      </w:r>
      <w:r w:rsidR="003325CB" w:rsidRPr="00383398">
        <w:rPr>
          <w:sz w:val="20"/>
        </w:rPr>
        <w:t>&lt;</w:t>
      </w:r>
      <w:r w:rsidR="003325CB" w:rsidRPr="003325CB">
        <w:rPr>
          <w:sz w:val="20"/>
          <w:lang w:val="en-US"/>
        </w:rPr>
        <w:t>FIRMID</w:t>
      </w:r>
      <w:r w:rsidR="003325CB" w:rsidRPr="00383398">
        <w:rPr>
          <w:sz w:val="20"/>
        </w:rPr>
        <w:t>&gt;</w:t>
      </w:r>
      <w:proofErr w:type="gramStart"/>
      <w:r w:rsidR="003325CB" w:rsidRPr="00383398">
        <w:rPr>
          <w:sz w:val="20"/>
        </w:rPr>
        <w:t>_&lt;</w:t>
      </w:r>
      <w:proofErr w:type="gramEnd"/>
      <w:r w:rsidR="003325CB" w:rsidRPr="00383398">
        <w:rPr>
          <w:sz w:val="20"/>
        </w:rPr>
        <w:t>Код документа&gt;_</w:t>
      </w:r>
      <w:r w:rsidRPr="00E416F2">
        <w:rPr>
          <w:sz w:val="20"/>
        </w:rPr>
        <w:t>&lt;ГГГГММДД&gt;_</w:t>
      </w:r>
      <w:r w:rsidRPr="00E416F2">
        <w:rPr>
          <w:sz w:val="20"/>
          <w:lang w:val="en-US"/>
        </w:rPr>
        <w:t>NNNNN</w:t>
      </w:r>
      <w:r w:rsidRPr="00E416F2">
        <w:rPr>
          <w:sz w:val="20"/>
        </w:rPr>
        <w:t>,</w:t>
      </w:r>
    </w:p>
    <w:p w14:paraId="12098D59" w14:textId="77777777" w:rsidR="004F25FE" w:rsidRPr="001E7798" w:rsidRDefault="004F25FE" w:rsidP="004F25FE">
      <w:pPr>
        <w:pStyle w:val="afff7"/>
        <w:rPr>
          <w:sz w:val="22"/>
          <w:szCs w:val="22"/>
        </w:rPr>
      </w:pPr>
    </w:p>
    <w:p w14:paraId="13804AD4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sz w:val="20"/>
        </w:rPr>
        <w:t>где &lt;ГГГГММДД&gt; - дата формирования файла,</w:t>
      </w:r>
    </w:p>
    <w:p w14:paraId="3BC36309" w14:textId="77777777" w:rsidR="004F25FE" w:rsidRDefault="004F25FE" w:rsidP="004F25FE">
      <w:pPr>
        <w:pStyle w:val="afff7"/>
        <w:rPr>
          <w:sz w:val="20"/>
        </w:rPr>
      </w:pPr>
      <w:r w:rsidRPr="00E416F2">
        <w:rPr>
          <w:sz w:val="20"/>
        </w:rPr>
        <w:t>&lt;</w:t>
      </w:r>
      <w:proofErr w:type="gramStart"/>
      <w:r w:rsidRPr="00E416F2">
        <w:rPr>
          <w:sz w:val="20"/>
          <w:lang w:val="en-US"/>
        </w:rPr>
        <w:t>FIRMID</w:t>
      </w:r>
      <w:r w:rsidRPr="00E416F2">
        <w:rPr>
          <w:sz w:val="20"/>
        </w:rPr>
        <w:t xml:space="preserve"> &gt;</w:t>
      </w:r>
      <w:proofErr w:type="gramEnd"/>
      <w:r w:rsidRPr="00E416F2">
        <w:rPr>
          <w:sz w:val="20"/>
        </w:rPr>
        <w:t xml:space="preserve"> - Код УК,</w:t>
      </w:r>
    </w:p>
    <w:p w14:paraId="51BB16B4" w14:textId="77777777" w:rsidR="003325CB" w:rsidRPr="00E416F2" w:rsidRDefault="003325CB" w:rsidP="003325CB">
      <w:pPr>
        <w:pStyle w:val="afff7"/>
        <w:rPr>
          <w:sz w:val="20"/>
        </w:rPr>
      </w:pPr>
      <w:r w:rsidRPr="003325CB">
        <w:rPr>
          <w:sz w:val="20"/>
        </w:rPr>
        <w:t xml:space="preserve">&lt;Код документа&gt; – </w:t>
      </w:r>
      <w:r w:rsidR="00176184">
        <w:rPr>
          <w:sz w:val="20"/>
          <w:lang w:val="en-US"/>
        </w:rPr>
        <w:t>CCX</w:t>
      </w:r>
      <w:r w:rsidR="00176184" w:rsidRPr="00A845C2">
        <w:rPr>
          <w:sz w:val="20"/>
        </w:rPr>
        <w:t>84</w:t>
      </w:r>
      <w:r>
        <w:rPr>
          <w:sz w:val="20"/>
        </w:rPr>
        <w:t>,</w:t>
      </w:r>
    </w:p>
    <w:p w14:paraId="1162C758" w14:textId="77777777" w:rsidR="004F25FE" w:rsidRDefault="004F25FE" w:rsidP="004F25FE">
      <w:pPr>
        <w:pStyle w:val="afff7"/>
        <w:rPr>
          <w:sz w:val="20"/>
        </w:rPr>
      </w:pPr>
      <w:r w:rsidRPr="00E416F2">
        <w:rPr>
          <w:sz w:val="20"/>
        </w:rPr>
        <w:t>&lt;</w:t>
      </w:r>
      <w:r w:rsidRPr="00E416F2">
        <w:rPr>
          <w:sz w:val="20"/>
          <w:lang w:val="en-US"/>
        </w:rPr>
        <w:t>NNNNN</w:t>
      </w:r>
      <w:r w:rsidRPr="00E416F2">
        <w:rPr>
          <w:sz w:val="20"/>
        </w:rPr>
        <w:t>&gt; - номер файла по порядку</w:t>
      </w:r>
    </w:p>
    <w:p w14:paraId="1586272E" w14:textId="77777777" w:rsidR="00C3046E" w:rsidRDefault="00C3046E" w:rsidP="004F25FE">
      <w:pPr>
        <w:pStyle w:val="afff7"/>
        <w:rPr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2453"/>
        <w:gridCol w:w="2594"/>
        <w:gridCol w:w="4851"/>
        <w:gridCol w:w="1488"/>
        <w:gridCol w:w="1653"/>
        <w:gridCol w:w="1154"/>
        <w:gridCol w:w="832"/>
      </w:tblGrid>
      <w:tr w:rsidR="00C3046E" w:rsidRPr="00C3046E" w14:paraId="6DA5B822" w14:textId="77777777" w:rsidTr="00CE3AB5">
        <w:tc>
          <w:tcPr>
            <w:tcW w:w="816" w:type="pct"/>
            <w:shd w:val="clear" w:color="auto" w:fill="FFFFFF"/>
          </w:tcPr>
          <w:p w14:paraId="5699C9A1" w14:textId="77777777" w:rsidR="00C3046E" w:rsidRPr="001E7798" w:rsidRDefault="00C3046E" w:rsidP="00BB0E41">
            <w:pPr>
              <w:jc w:val="center"/>
              <w:rPr>
                <w:b/>
                <w:sz w:val="18"/>
                <w:szCs w:val="18"/>
              </w:rPr>
            </w:pPr>
            <w:r w:rsidRPr="001E7798">
              <w:rPr>
                <w:b/>
                <w:sz w:val="18"/>
                <w:szCs w:val="18"/>
              </w:rPr>
              <w:t xml:space="preserve">Название </w:t>
            </w:r>
            <w:proofErr w:type="spellStart"/>
            <w:r w:rsidRPr="001E7798">
              <w:rPr>
                <w:b/>
                <w:sz w:val="18"/>
                <w:szCs w:val="18"/>
              </w:rPr>
              <w:t>ноды</w:t>
            </w:r>
            <w:proofErr w:type="spellEnd"/>
          </w:p>
        </w:tc>
        <w:tc>
          <w:tcPr>
            <w:tcW w:w="863" w:type="pct"/>
            <w:shd w:val="clear" w:color="auto" w:fill="FFFFFF"/>
          </w:tcPr>
          <w:p w14:paraId="64D90EFC" w14:textId="77777777" w:rsidR="00C3046E" w:rsidRPr="001E7798" w:rsidRDefault="00C3046E" w:rsidP="00BB0E41">
            <w:pPr>
              <w:jc w:val="center"/>
              <w:rPr>
                <w:b/>
                <w:sz w:val="18"/>
                <w:szCs w:val="18"/>
              </w:rPr>
            </w:pPr>
            <w:r w:rsidRPr="001E7798">
              <w:rPr>
                <w:b/>
                <w:sz w:val="18"/>
                <w:szCs w:val="18"/>
              </w:rPr>
              <w:t>Название атрибута</w:t>
            </w:r>
          </w:p>
        </w:tc>
        <w:tc>
          <w:tcPr>
            <w:tcW w:w="1614" w:type="pct"/>
            <w:shd w:val="clear" w:color="auto" w:fill="FFFFFF"/>
          </w:tcPr>
          <w:p w14:paraId="7620D028" w14:textId="77777777" w:rsidR="00C3046E" w:rsidRPr="001E7798" w:rsidRDefault="00C3046E" w:rsidP="00BB0E41">
            <w:pPr>
              <w:jc w:val="center"/>
              <w:rPr>
                <w:b/>
                <w:sz w:val="18"/>
                <w:szCs w:val="18"/>
              </w:rPr>
            </w:pPr>
            <w:r w:rsidRPr="001E7798">
              <w:rPr>
                <w:b/>
                <w:sz w:val="18"/>
                <w:szCs w:val="18"/>
              </w:rPr>
              <w:t>Описание</w:t>
            </w:r>
          </w:p>
        </w:tc>
        <w:tc>
          <w:tcPr>
            <w:tcW w:w="495" w:type="pct"/>
            <w:shd w:val="clear" w:color="auto" w:fill="FFFFFF"/>
          </w:tcPr>
          <w:p w14:paraId="63DE7CF9" w14:textId="77777777" w:rsidR="00C3046E" w:rsidRPr="001E7798" w:rsidRDefault="00C3046E" w:rsidP="00BB0E41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1E7798">
              <w:rPr>
                <w:b/>
                <w:sz w:val="18"/>
                <w:szCs w:val="18"/>
              </w:rPr>
              <w:t>Обязат</w:t>
            </w:r>
            <w:proofErr w:type="spellEnd"/>
            <w:r w:rsidRPr="001E7798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550" w:type="pct"/>
            <w:shd w:val="clear" w:color="auto" w:fill="FFFFFF"/>
          </w:tcPr>
          <w:p w14:paraId="696D52C4" w14:textId="77777777" w:rsidR="00C3046E" w:rsidRPr="001E7798" w:rsidRDefault="00C3046E" w:rsidP="00BB0E41">
            <w:pPr>
              <w:jc w:val="center"/>
              <w:rPr>
                <w:b/>
                <w:sz w:val="18"/>
                <w:szCs w:val="18"/>
              </w:rPr>
            </w:pPr>
            <w:r w:rsidRPr="001E7798">
              <w:rPr>
                <w:b/>
                <w:sz w:val="18"/>
                <w:szCs w:val="18"/>
              </w:rPr>
              <w:t>Тип</w:t>
            </w:r>
          </w:p>
        </w:tc>
        <w:tc>
          <w:tcPr>
            <w:tcW w:w="384" w:type="pct"/>
            <w:shd w:val="clear" w:color="auto" w:fill="FFFFFF"/>
          </w:tcPr>
          <w:p w14:paraId="220D2224" w14:textId="77777777" w:rsidR="00C3046E" w:rsidRPr="001E7798" w:rsidRDefault="00C3046E" w:rsidP="00BB0E41">
            <w:pPr>
              <w:jc w:val="center"/>
              <w:rPr>
                <w:b/>
                <w:sz w:val="18"/>
                <w:szCs w:val="18"/>
              </w:rPr>
            </w:pPr>
            <w:r w:rsidRPr="001E7798">
              <w:rPr>
                <w:b/>
                <w:sz w:val="18"/>
                <w:szCs w:val="18"/>
              </w:rPr>
              <w:t>Размер</w:t>
            </w:r>
          </w:p>
        </w:tc>
        <w:tc>
          <w:tcPr>
            <w:tcW w:w="277" w:type="pct"/>
            <w:shd w:val="clear" w:color="auto" w:fill="FFFFFF"/>
          </w:tcPr>
          <w:p w14:paraId="6CE378FF" w14:textId="77777777" w:rsidR="00C3046E" w:rsidRPr="001E7798" w:rsidRDefault="00C3046E" w:rsidP="00BB0E41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1E7798">
              <w:rPr>
                <w:b/>
                <w:sz w:val="18"/>
                <w:szCs w:val="18"/>
              </w:rPr>
              <w:t>Десят</w:t>
            </w:r>
            <w:proofErr w:type="spellEnd"/>
            <w:r w:rsidRPr="001E7798">
              <w:rPr>
                <w:b/>
                <w:sz w:val="18"/>
                <w:szCs w:val="18"/>
              </w:rPr>
              <w:t>. знаки</w:t>
            </w:r>
          </w:p>
        </w:tc>
      </w:tr>
      <w:tr w:rsidR="00C3046E" w:rsidRPr="00C3046E" w14:paraId="60B7050D" w14:textId="77777777" w:rsidTr="00CE3AB5">
        <w:tc>
          <w:tcPr>
            <w:tcW w:w="816" w:type="pct"/>
            <w:shd w:val="clear" w:color="auto" w:fill="BFBFBF"/>
          </w:tcPr>
          <w:p w14:paraId="0995E6F7" w14:textId="77777777" w:rsidR="00C3046E" w:rsidRPr="001E7798" w:rsidRDefault="00240573" w:rsidP="00BB0E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EFIS</w:t>
            </w:r>
            <w:r w:rsidR="00C3046E" w:rsidRPr="001E7798">
              <w:rPr>
                <w:sz w:val="18"/>
                <w:szCs w:val="18"/>
              </w:rPr>
              <w:t>_DOC</w:t>
            </w:r>
          </w:p>
        </w:tc>
        <w:tc>
          <w:tcPr>
            <w:tcW w:w="863" w:type="pct"/>
            <w:shd w:val="clear" w:color="auto" w:fill="BFBFBF"/>
          </w:tcPr>
          <w:p w14:paraId="56CA59E3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1614" w:type="pct"/>
            <w:shd w:val="clear" w:color="auto" w:fill="BFBFBF"/>
          </w:tcPr>
          <w:p w14:paraId="2BE7303C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Корневой элемент (</w:t>
            </w:r>
            <w:proofErr w:type="spellStart"/>
            <w:r w:rsidRPr="001E7798">
              <w:rPr>
                <w:sz w:val="18"/>
                <w:szCs w:val="18"/>
              </w:rPr>
              <w:t>root</w:t>
            </w:r>
            <w:proofErr w:type="spellEnd"/>
            <w:r w:rsidRPr="001E7798">
              <w:rPr>
                <w:sz w:val="18"/>
                <w:szCs w:val="18"/>
              </w:rPr>
              <w:t xml:space="preserve"> </w:t>
            </w:r>
            <w:proofErr w:type="spellStart"/>
            <w:r w:rsidRPr="001E7798">
              <w:rPr>
                <w:sz w:val="18"/>
                <w:szCs w:val="18"/>
              </w:rPr>
              <w:t>element</w:t>
            </w:r>
            <w:proofErr w:type="spellEnd"/>
            <w:r w:rsidRPr="001E7798">
              <w:rPr>
                <w:sz w:val="18"/>
                <w:szCs w:val="18"/>
              </w:rPr>
              <w:t>) XML документа</w:t>
            </w:r>
          </w:p>
        </w:tc>
        <w:tc>
          <w:tcPr>
            <w:tcW w:w="495" w:type="pct"/>
            <w:shd w:val="clear" w:color="auto" w:fill="BFBFBF"/>
          </w:tcPr>
          <w:p w14:paraId="5F322E4F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0" w:type="pct"/>
            <w:shd w:val="clear" w:color="auto" w:fill="BFBFBF"/>
          </w:tcPr>
          <w:p w14:paraId="2327759A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384" w:type="pct"/>
            <w:shd w:val="clear" w:color="auto" w:fill="BFBFBF"/>
          </w:tcPr>
          <w:p w14:paraId="3BD753D0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277" w:type="pct"/>
            <w:shd w:val="clear" w:color="auto" w:fill="BFBFBF"/>
          </w:tcPr>
          <w:p w14:paraId="4EB71540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4CD95B02" w14:textId="77777777" w:rsidTr="00CE3AB5">
        <w:tc>
          <w:tcPr>
            <w:tcW w:w="816" w:type="pct"/>
            <w:shd w:val="clear" w:color="auto" w:fill="BFBFBF"/>
          </w:tcPr>
          <w:p w14:paraId="6849A487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 xml:space="preserve">  DOC_REQUISITES</w:t>
            </w:r>
          </w:p>
        </w:tc>
        <w:tc>
          <w:tcPr>
            <w:tcW w:w="863" w:type="pct"/>
            <w:shd w:val="clear" w:color="auto" w:fill="BFBFBF"/>
          </w:tcPr>
          <w:p w14:paraId="6C39C2F4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1614" w:type="pct"/>
            <w:shd w:val="clear" w:color="auto" w:fill="BFBFBF"/>
          </w:tcPr>
          <w:p w14:paraId="7EF90AC4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Блок информации о документе</w:t>
            </w:r>
          </w:p>
        </w:tc>
        <w:tc>
          <w:tcPr>
            <w:tcW w:w="495" w:type="pct"/>
            <w:shd w:val="clear" w:color="auto" w:fill="BFBFBF"/>
          </w:tcPr>
          <w:p w14:paraId="331EF26C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0" w:type="pct"/>
            <w:shd w:val="clear" w:color="auto" w:fill="BFBFBF"/>
          </w:tcPr>
          <w:p w14:paraId="4546DE65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384" w:type="pct"/>
            <w:shd w:val="clear" w:color="auto" w:fill="BFBFBF"/>
          </w:tcPr>
          <w:p w14:paraId="4ACE9545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277" w:type="pct"/>
            <w:shd w:val="clear" w:color="auto" w:fill="BFBFBF"/>
          </w:tcPr>
          <w:p w14:paraId="724143F7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4DEA829B" w14:textId="77777777" w:rsidTr="00CE3AB5">
        <w:tc>
          <w:tcPr>
            <w:tcW w:w="816" w:type="pct"/>
            <w:shd w:val="clear" w:color="auto" w:fill="FFFFFF"/>
          </w:tcPr>
          <w:p w14:paraId="4985345E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1636CF6B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DOC_DATE</w:t>
            </w:r>
          </w:p>
        </w:tc>
        <w:tc>
          <w:tcPr>
            <w:tcW w:w="1614" w:type="pct"/>
            <w:shd w:val="clear" w:color="auto" w:fill="FFFFFF"/>
          </w:tcPr>
          <w:p w14:paraId="4FC00A78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Дата формирования файла</w:t>
            </w:r>
          </w:p>
        </w:tc>
        <w:tc>
          <w:tcPr>
            <w:tcW w:w="495" w:type="pct"/>
            <w:shd w:val="clear" w:color="auto" w:fill="FFFFFF"/>
          </w:tcPr>
          <w:p w14:paraId="155E8C31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Нет</w:t>
            </w:r>
          </w:p>
        </w:tc>
        <w:tc>
          <w:tcPr>
            <w:tcW w:w="550" w:type="pct"/>
            <w:shd w:val="clear" w:color="auto" w:fill="FFFFFF"/>
          </w:tcPr>
          <w:p w14:paraId="6734EB2C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proofErr w:type="spellStart"/>
            <w:r w:rsidRPr="001E7798">
              <w:rPr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384" w:type="pct"/>
            <w:shd w:val="clear" w:color="auto" w:fill="FFFFFF"/>
          </w:tcPr>
          <w:p w14:paraId="742ED9BD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277" w:type="pct"/>
            <w:shd w:val="clear" w:color="auto" w:fill="FFFFFF"/>
          </w:tcPr>
          <w:p w14:paraId="446410EF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09253A01" w14:textId="77777777" w:rsidTr="00CE3AB5">
        <w:tc>
          <w:tcPr>
            <w:tcW w:w="816" w:type="pct"/>
            <w:shd w:val="clear" w:color="auto" w:fill="FFFFFF"/>
          </w:tcPr>
          <w:p w14:paraId="38A14FB9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1F7C36C3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DOC_TIME</w:t>
            </w:r>
          </w:p>
        </w:tc>
        <w:tc>
          <w:tcPr>
            <w:tcW w:w="1614" w:type="pct"/>
            <w:shd w:val="clear" w:color="auto" w:fill="FFFFFF"/>
          </w:tcPr>
          <w:p w14:paraId="7B4DA669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Время формирования файла</w:t>
            </w:r>
          </w:p>
        </w:tc>
        <w:tc>
          <w:tcPr>
            <w:tcW w:w="495" w:type="pct"/>
            <w:shd w:val="clear" w:color="auto" w:fill="FFFFFF"/>
          </w:tcPr>
          <w:p w14:paraId="6CF60699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Нет</w:t>
            </w:r>
          </w:p>
        </w:tc>
        <w:tc>
          <w:tcPr>
            <w:tcW w:w="550" w:type="pct"/>
            <w:shd w:val="clear" w:color="auto" w:fill="FFFFFF"/>
          </w:tcPr>
          <w:p w14:paraId="3568108C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Time</w:t>
            </w:r>
          </w:p>
        </w:tc>
        <w:tc>
          <w:tcPr>
            <w:tcW w:w="384" w:type="pct"/>
            <w:shd w:val="clear" w:color="auto" w:fill="FFFFFF"/>
          </w:tcPr>
          <w:p w14:paraId="744F932A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277" w:type="pct"/>
            <w:shd w:val="clear" w:color="auto" w:fill="FFFFFF"/>
          </w:tcPr>
          <w:p w14:paraId="2BCD96F7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4BA912C4" w14:textId="77777777" w:rsidTr="00CE3AB5">
        <w:tc>
          <w:tcPr>
            <w:tcW w:w="816" w:type="pct"/>
            <w:shd w:val="clear" w:color="auto" w:fill="FFFFFF"/>
          </w:tcPr>
          <w:p w14:paraId="742EFBA5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4978ED7D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DOC_NO</w:t>
            </w:r>
          </w:p>
        </w:tc>
        <w:tc>
          <w:tcPr>
            <w:tcW w:w="1614" w:type="pct"/>
            <w:shd w:val="clear" w:color="auto" w:fill="FFFFFF"/>
          </w:tcPr>
          <w:p w14:paraId="3F3BBAB0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Уникальный учетный номер документа в системе электронного документооборота</w:t>
            </w:r>
          </w:p>
        </w:tc>
        <w:tc>
          <w:tcPr>
            <w:tcW w:w="495" w:type="pct"/>
            <w:shd w:val="clear" w:color="auto" w:fill="FFFFFF"/>
          </w:tcPr>
          <w:p w14:paraId="7175C973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Нет</w:t>
            </w:r>
          </w:p>
        </w:tc>
        <w:tc>
          <w:tcPr>
            <w:tcW w:w="550" w:type="pct"/>
            <w:shd w:val="clear" w:color="auto" w:fill="FFFFFF"/>
          </w:tcPr>
          <w:p w14:paraId="4EBE46F9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proofErr w:type="spellStart"/>
            <w:r w:rsidRPr="001E77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84" w:type="pct"/>
            <w:shd w:val="clear" w:color="auto" w:fill="FFFFFF"/>
          </w:tcPr>
          <w:p w14:paraId="74B5A495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1-12</w:t>
            </w:r>
          </w:p>
        </w:tc>
        <w:tc>
          <w:tcPr>
            <w:tcW w:w="277" w:type="pct"/>
            <w:shd w:val="clear" w:color="auto" w:fill="FFFFFF"/>
          </w:tcPr>
          <w:p w14:paraId="7777D812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74832346" w14:textId="77777777" w:rsidTr="00CE3AB5">
        <w:tc>
          <w:tcPr>
            <w:tcW w:w="816" w:type="pct"/>
            <w:shd w:val="clear" w:color="auto" w:fill="FFFFFF"/>
          </w:tcPr>
          <w:p w14:paraId="3041B628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63F5E4E9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DOC_TYPE_ID</w:t>
            </w:r>
          </w:p>
        </w:tc>
        <w:tc>
          <w:tcPr>
            <w:tcW w:w="1614" w:type="pct"/>
            <w:shd w:val="clear" w:color="auto" w:fill="FFFFFF"/>
          </w:tcPr>
          <w:p w14:paraId="6B5BAA50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Идентификатор типа документа в системе электронного документооборота</w:t>
            </w:r>
          </w:p>
        </w:tc>
        <w:tc>
          <w:tcPr>
            <w:tcW w:w="495" w:type="pct"/>
            <w:shd w:val="clear" w:color="auto" w:fill="FFFFFF"/>
          </w:tcPr>
          <w:p w14:paraId="36A1BFF1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Нет</w:t>
            </w:r>
          </w:p>
        </w:tc>
        <w:tc>
          <w:tcPr>
            <w:tcW w:w="550" w:type="pct"/>
            <w:shd w:val="clear" w:color="auto" w:fill="FFFFFF"/>
          </w:tcPr>
          <w:p w14:paraId="764D4435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proofErr w:type="spellStart"/>
            <w:r w:rsidRPr="001E77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84" w:type="pct"/>
            <w:shd w:val="clear" w:color="auto" w:fill="FFFFFF"/>
          </w:tcPr>
          <w:p w14:paraId="0D3EA649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1-12</w:t>
            </w:r>
          </w:p>
        </w:tc>
        <w:tc>
          <w:tcPr>
            <w:tcW w:w="277" w:type="pct"/>
            <w:shd w:val="clear" w:color="auto" w:fill="FFFFFF"/>
          </w:tcPr>
          <w:p w14:paraId="377DE9E7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182E7305" w14:textId="77777777" w:rsidTr="00CE3AB5">
        <w:tc>
          <w:tcPr>
            <w:tcW w:w="816" w:type="pct"/>
            <w:shd w:val="clear" w:color="auto" w:fill="FFFFFF"/>
          </w:tcPr>
          <w:p w14:paraId="65ED24E5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55AD57C1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SENDER_ID</w:t>
            </w:r>
          </w:p>
        </w:tc>
        <w:tc>
          <w:tcPr>
            <w:tcW w:w="1614" w:type="pct"/>
            <w:shd w:val="clear" w:color="auto" w:fill="FFFFFF"/>
          </w:tcPr>
          <w:p w14:paraId="760C7CE6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Идентификатор отправителя</w:t>
            </w:r>
          </w:p>
        </w:tc>
        <w:tc>
          <w:tcPr>
            <w:tcW w:w="495" w:type="pct"/>
            <w:shd w:val="clear" w:color="auto" w:fill="FFFFFF"/>
          </w:tcPr>
          <w:p w14:paraId="58207213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Нет</w:t>
            </w:r>
          </w:p>
        </w:tc>
        <w:tc>
          <w:tcPr>
            <w:tcW w:w="550" w:type="pct"/>
            <w:shd w:val="clear" w:color="auto" w:fill="FFFFFF"/>
          </w:tcPr>
          <w:p w14:paraId="6FC519BE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proofErr w:type="spellStart"/>
            <w:r w:rsidRPr="001E77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84" w:type="pct"/>
            <w:shd w:val="clear" w:color="auto" w:fill="FFFFFF"/>
          </w:tcPr>
          <w:p w14:paraId="77797BDE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1-12</w:t>
            </w:r>
          </w:p>
        </w:tc>
        <w:tc>
          <w:tcPr>
            <w:tcW w:w="277" w:type="pct"/>
            <w:shd w:val="clear" w:color="auto" w:fill="FFFFFF"/>
          </w:tcPr>
          <w:p w14:paraId="0A91D895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0752772C" w14:textId="77777777" w:rsidTr="00CE3AB5">
        <w:tc>
          <w:tcPr>
            <w:tcW w:w="816" w:type="pct"/>
            <w:shd w:val="clear" w:color="auto" w:fill="FFFFFF"/>
          </w:tcPr>
          <w:p w14:paraId="48FF44B5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03FBAEF2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SENDER_NAME</w:t>
            </w:r>
          </w:p>
        </w:tc>
        <w:tc>
          <w:tcPr>
            <w:tcW w:w="1614" w:type="pct"/>
            <w:shd w:val="clear" w:color="auto" w:fill="FFFFFF"/>
          </w:tcPr>
          <w:p w14:paraId="69732F8F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Краткое наименование отправителя</w:t>
            </w:r>
          </w:p>
        </w:tc>
        <w:tc>
          <w:tcPr>
            <w:tcW w:w="495" w:type="pct"/>
            <w:shd w:val="clear" w:color="auto" w:fill="FFFFFF"/>
          </w:tcPr>
          <w:p w14:paraId="02F48341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Нет</w:t>
            </w:r>
          </w:p>
        </w:tc>
        <w:tc>
          <w:tcPr>
            <w:tcW w:w="550" w:type="pct"/>
            <w:shd w:val="clear" w:color="auto" w:fill="FFFFFF"/>
          </w:tcPr>
          <w:p w14:paraId="795C0337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proofErr w:type="spellStart"/>
            <w:r w:rsidRPr="001E77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84" w:type="pct"/>
            <w:shd w:val="clear" w:color="auto" w:fill="FFFFFF"/>
          </w:tcPr>
          <w:p w14:paraId="59F4546F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1-30</w:t>
            </w:r>
          </w:p>
        </w:tc>
        <w:tc>
          <w:tcPr>
            <w:tcW w:w="277" w:type="pct"/>
            <w:shd w:val="clear" w:color="auto" w:fill="FFFFFF"/>
          </w:tcPr>
          <w:p w14:paraId="0D58160C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4717BA28" w14:textId="77777777" w:rsidTr="00CE3AB5">
        <w:tc>
          <w:tcPr>
            <w:tcW w:w="816" w:type="pct"/>
            <w:shd w:val="clear" w:color="auto" w:fill="FFFFFF"/>
          </w:tcPr>
          <w:p w14:paraId="01B277EE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36AF87A1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RECEIVER_ID</w:t>
            </w:r>
          </w:p>
        </w:tc>
        <w:tc>
          <w:tcPr>
            <w:tcW w:w="1614" w:type="pct"/>
            <w:shd w:val="clear" w:color="auto" w:fill="FFFFFF"/>
          </w:tcPr>
          <w:p w14:paraId="06F2FEBD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Идентификатор получателя</w:t>
            </w:r>
          </w:p>
        </w:tc>
        <w:tc>
          <w:tcPr>
            <w:tcW w:w="495" w:type="pct"/>
            <w:shd w:val="clear" w:color="auto" w:fill="FFFFFF"/>
          </w:tcPr>
          <w:p w14:paraId="33235B92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Нет</w:t>
            </w:r>
          </w:p>
        </w:tc>
        <w:tc>
          <w:tcPr>
            <w:tcW w:w="550" w:type="pct"/>
            <w:shd w:val="clear" w:color="auto" w:fill="FFFFFF"/>
          </w:tcPr>
          <w:p w14:paraId="6E7CD1BE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proofErr w:type="spellStart"/>
            <w:r w:rsidRPr="001E77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84" w:type="pct"/>
            <w:shd w:val="clear" w:color="auto" w:fill="FFFFFF"/>
          </w:tcPr>
          <w:p w14:paraId="458760D5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1-12</w:t>
            </w:r>
          </w:p>
        </w:tc>
        <w:tc>
          <w:tcPr>
            <w:tcW w:w="277" w:type="pct"/>
            <w:shd w:val="clear" w:color="auto" w:fill="FFFFFF"/>
          </w:tcPr>
          <w:p w14:paraId="759A9A20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42425435" w14:textId="77777777" w:rsidTr="00CE3AB5">
        <w:tc>
          <w:tcPr>
            <w:tcW w:w="816" w:type="pct"/>
            <w:shd w:val="clear" w:color="auto" w:fill="FFFFFF"/>
          </w:tcPr>
          <w:p w14:paraId="744D662C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5855976D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REMARKS</w:t>
            </w:r>
          </w:p>
        </w:tc>
        <w:tc>
          <w:tcPr>
            <w:tcW w:w="1614" w:type="pct"/>
            <w:shd w:val="clear" w:color="auto" w:fill="FFFFFF"/>
          </w:tcPr>
          <w:p w14:paraId="669F0ABC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Текст примечания к файлу</w:t>
            </w:r>
          </w:p>
        </w:tc>
        <w:tc>
          <w:tcPr>
            <w:tcW w:w="495" w:type="pct"/>
            <w:shd w:val="clear" w:color="auto" w:fill="FFFFFF"/>
          </w:tcPr>
          <w:p w14:paraId="7E6BBBD7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Нет</w:t>
            </w:r>
          </w:p>
        </w:tc>
        <w:tc>
          <w:tcPr>
            <w:tcW w:w="550" w:type="pct"/>
            <w:shd w:val="clear" w:color="auto" w:fill="FFFFFF"/>
          </w:tcPr>
          <w:p w14:paraId="06121661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proofErr w:type="spellStart"/>
            <w:r w:rsidRPr="001E77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84" w:type="pct"/>
            <w:shd w:val="clear" w:color="auto" w:fill="FFFFFF"/>
          </w:tcPr>
          <w:p w14:paraId="7EF130AC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1-120</w:t>
            </w:r>
          </w:p>
        </w:tc>
        <w:tc>
          <w:tcPr>
            <w:tcW w:w="277" w:type="pct"/>
            <w:shd w:val="clear" w:color="auto" w:fill="FFFFFF"/>
          </w:tcPr>
          <w:p w14:paraId="05E5217C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6DA451DA" w14:textId="77777777" w:rsidTr="00CE3AB5">
        <w:tc>
          <w:tcPr>
            <w:tcW w:w="816" w:type="pct"/>
            <w:shd w:val="clear" w:color="auto" w:fill="FFFFFF"/>
          </w:tcPr>
          <w:p w14:paraId="05A55E02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341423A8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SIGNAUTHOR</w:t>
            </w:r>
          </w:p>
        </w:tc>
        <w:tc>
          <w:tcPr>
            <w:tcW w:w="1614" w:type="pct"/>
            <w:shd w:val="clear" w:color="auto" w:fill="FFFFFF"/>
          </w:tcPr>
          <w:p w14:paraId="03A8AEF7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ФИО автора ЭЦП</w:t>
            </w:r>
          </w:p>
        </w:tc>
        <w:tc>
          <w:tcPr>
            <w:tcW w:w="495" w:type="pct"/>
            <w:shd w:val="clear" w:color="auto" w:fill="FFFFFF"/>
          </w:tcPr>
          <w:p w14:paraId="794CDF6B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Нет</w:t>
            </w:r>
          </w:p>
        </w:tc>
        <w:tc>
          <w:tcPr>
            <w:tcW w:w="550" w:type="pct"/>
            <w:shd w:val="clear" w:color="auto" w:fill="FFFFFF"/>
          </w:tcPr>
          <w:p w14:paraId="1523F3BA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proofErr w:type="spellStart"/>
            <w:r w:rsidRPr="001E7798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84" w:type="pct"/>
            <w:shd w:val="clear" w:color="auto" w:fill="FFFFFF"/>
          </w:tcPr>
          <w:p w14:paraId="1F49D0C2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277" w:type="pct"/>
            <w:shd w:val="clear" w:color="auto" w:fill="FFFFFF"/>
          </w:tcPr>
          <w:p w14:paraId="6DDA6011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204C6E14" w14:textId="77777777" w:rsidTr="00CE3AB5">
        <w:tc>
          <w:tcPr>
            <w:tcW w:w="816" w:type="pct"/>
            <w:shd w:val="clear" w:color="auto" w:fill="BFBFBF"/>
          </w:tcPr>
          <w:p w14:paraId="53E504C4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 xml:space="preserve">  /DOC_REQUISITES</w:t>
            </w:r>
          </w:p>
        </w:tc>
        <w:tc>
          <w:tcPr>
            <w:tcW w:w="863" w:type="pct"/>
            <w:shd w:val="clear" w:color="auto" w:fill="BFBFBF"/>
          </w:tcPr>
          <w:p w14:paraId="13F4B4B0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1614" w:type="pct"/>
            <w:shd w:val="clear" w:color="auto" w:fill="BFBFBF"/>
          </w:tcPr>
          <w:p w14:paraId="2DC4837A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495" w:type="pct"/>
            <w:shd w:val="clear" w:color="auto" w:fill="BFBFBF"/>
          </w:tcPr>
          <w:p w14:paraId="66F4BA5B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0" w:type="pct"/>
            <w:shd w:val="clear" w:color="auto" w:fill="BFBFBF"/>
          </w:tcPr>
          <w:p w14:paraId="559E297F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384" w:type="pct"/>
            <w:shd w:val="clear" w:color="auto" w:fill="BFBFBF"/>
          </w:tcPr>
          <w:p w14:paraId="2FAAD151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277" w:type="pct"/>
            <w:shd w:val="clear" w:color="auto" w:fill="BFBFBF"/>
          </w:tcPr>
          <w:p w14:paraId="472CE4A5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00AF1019" w14:textId="77777777" w:rsidTr="00CE3AB5">
        <w:tc>
          <w:tcPr>
            <w:tcW w:w="816" w:type="pct"/>
            <w:shd w:val="clear" w:color="auto" w:fill="BFBFBF"/>
          </w:tcPr>
          <w:p w14:paraId="2F27AA77" w14:textId="77777777" w:rsidR="00C3046E" w:rsidRPr="00176184" w:rsidRDefault="00C3046E" w:rsidP="00BB0E41">
            <w:pPr>
              <w:rPr>
                <w:sz w:val="18"/>
                <w:szCs w:val="18"/>
                <w:lang w:val="en-US"/>
              </w:rPr>
            </w:pPr>
            <w:r w:rsidRPr="001E7798">
              <w:rPr>
                <w:sz w:val="18"/>
                <w:szCs w:val="18"/>
              </w:rPr>
              <w:t xml:space="preserve">  </w:t>
            </w:r>
            <w:r w:rsidR="00176184">
              <w:rPr>
                <w:sz w:val="18"/>
                <w:szCs w:val="18"/>
                <w:lang w:val="en-US"/>
              </w:rPr>
              <w:t>CCX84</w:t>
            </w:r>
          </w:p>
        </w:tc>
        <w:tc>
          <w:tcPr>
            <w:tcW w:w="863" w:type="pct"/>
            <w:shd w:val="clear" w:color="auto" w:fill="BFBFBF"/>
          </w:tcPr>
          <w:p w14:paraId="1FC36FB9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1614" w:type="pct"/>
            <w:shd w:val="clear" w:color="auto" w:fill="BFBFBF"/>
          </w:tcPr>
          <w:p w14:paraId="27A1D38A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Блок данных отчета</w:t>
            </w:r>
          </w:p>
        </w:tc>
        <w:tc>
          <w:tcPr>
            <w:tcW w:w="495" w:type="pct"/>
            <w:shd w:val="clear" w:color="auto" w:fill="BFBFBF"/>
          </w:tcPr>
          <w:p w14:paraId="063D2BFB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0" w:type="pct"/>
            <w:shd w:val="clear" w:color="auto" w:fill="BFBFBF"/>
          </w:tcPr>
          <w:p w14:paraId="73CCDD4D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384" w:type="pct"/>
            <w:shd w:val="clear" w:color="auto" w:fill="BFBFBF"/>
          </w:tcPr>
          <w:p w14:paraId="1552B7C1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277" w:type="pct"/>
            <w:shd w:val="clear" w:color="auto" w:fill="BFBFBF"/>
          </w:tcPr>
          <w:p w14:paraId="2160266E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E3AB5" w:rsidRPr="00C3046E" w14:paraId="25582835" w14:textId="77777777" w:rsidTr="00CE3AB5">
        <w:tc>
          <w:tcPr>
            <w:tcW w:w="816" w:type="pct"/>
            <w:shd w:val="clear" w:color="auto" w:fill="FFFFFF"/>
          </w:tcPr>
          <w:p w14:paraId="57094328" w14:textId="77777777" w:rsidR="00CE3AB5" w:rsidRPr="001E7798" w:rsidRDefault="00CE3AB5" w:rsidP="00CE3AB5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19623897" w14:textId="77777777" w:rsidR="00CE3AB5" w:rsidRPr="001E7798" w:rsidRDefault="00CE3AB5" w:rsidP="00CE3AB5">
            <w:pPr>
              <w:rPr>
                <w:sz w:val="18"/>
                <w:szCs w:val="18"/>
              </w:rPr>
            </w:pPr>
            <w:proofErr w:type="spellStart"/>
            <w:r w:rsidRPr="00CE3AB5">
              <w:rPr>
                <w:sz w:val="18"/>
                <w:szCs w:val="18"/>
              </w:rPr>
              <w:t>ReportDate</w:t>
            </w:r>
            <w:proofErr w:type="spellEnd"/>
          </w:p>
        </w:tc>
        <w:tc>
          <w:tcPr>
            <w:tcW w:w="1614" w:type="pct"/>
            <w:shd w:val="clear" w:color="auto" w:fill="FFFFFF"/>
          </w:tcPr>
          <w:p w14:paraId="6821BCBD" w14:textId="77777777" w:rsidR="00CE3AB5" w:rsidRPr="001E7798" w:rsidRDefault="00CE3AB5" w:rsidP="00CE3AB5">
            <w:pPr>
              <w:rPr>
                <w:sz w:val="18"/>
                <w:szCs w:val="18"/>
              </w:rPr>
            </w:pPr>
            <w:r w:rsidRPr="00CE3AB5">
              <w:rPr>
                <w:sz w:val="18"/>
                <w:szCs w:val="18"/>
              </w:rPr>
              <w:t>Дата, за которую сформирован отчет</w:t>
            </w:r>
          </w:p>
        </w:tc>
        <w:tc>
          <w:tcPr>
            <w:tcW w:w="495" w:type="pct"/>
            <w:shd w:val="clear" w:color="auto" w:fill="FFFFFF"/>
          </w:tcPr>
          <w:p w14:paraId="71528E3A" w14:textId="77777777" w:rsidR="00CE3AB5" w:rsidRPr="001E7798" w:rsidRDefault="00CE3AB5" w:rsidP="00CE3AB5">
            <w:pPr>
              <w:jc w:val="center"/>
              <w:rPr>
                <w:sz w:val="18"/>
                <w:szCs w:val="18"/>
              </w:rPr>
            </w:pPr>
            <w:r w:rsidRPr="00CE3AB5">
              <w:rPr>
                <w:sz w:val="18"/>
                <w:szCs w:val="18"/>
              </w:rPr>
              <w:t>Да</w:t>
            </w:r>
          </w:p>
        </w:tc>
        <w:tc>
          <w:tcPr>
            <w:tcW w:w="550" w:type="pct"/>
            <w:shd w:val="clear" w:color="auto" w:fill="FFFFFF"/>
          </w:tcPr>
          <w:p w14:paraId="072732AC" w14:textId="77777777" w:rsidR="00CE3AB5" w:rsidRPr="001E7798" w:rsidRDefault="00CE3AB5" w:rsidP="00CE3AB5">
            <w:pPr>
              <w:rPr>
                <w:sz w:val="18"/>
                <w:szCs w:val="18"/>
              </w:rPr>
            </w:pPr>
            <w:proofErr w:type="spellStart"/>
            <w:r w:rsidRPr="00CE3AB5">
              <w:rPr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384" w:type="pct"/>
            <w:shd w:val="clear" w:color="auto" w:fill="FFFFFF"/>
          </w:tcPr>
          <w:p w14:paraId="05CF9DAC" w14:textId="77777777" w:rsidR="00CE3AB5" w:rsidRPr="001E7798" w:rsidRDefault="00CE3AB5" w:rsidP="00CE3AB5">
            <w:pPr>
              <w:rPr>
                <w:sz w:val="18"/>
                <w:szCs w:val="18"/>
              </w:rPr>
            </w:pPr>
          </w:p>
        </w:tc>
        <w:tc>
          <w:tcPr>
            <w:tcW w:w="277" w:type="pct"/>
            <w:shd w:val="clear" w:color="auto" w:fill="FFFFFF"/>
          </w:tcPr>
          <w:p w14:paraId="08E070E8" w14:textId="77777777" w:rsidR="00CE3AB5" w:rsidRPr="001E7798" w:rsidRDefault="00CE3AB5" w:rsidP="00CE3AB5">
            <w:pPr>
              <w:rPr>
                <w:sz w:val="18"/>
                <w:szCs w:val="18"/>
              </w:rPr>
            </w:pPr>
          </w:p>
        </w:tc>
      </w:tr>
      <w:tr w:rsidR="00CE3AB5" w:rsidRPr="00C3046E" w14:paraId="2EA6D838" w14:textId="77777777" w:rsidTr="00CE3AB5">
        <w:tc>
          <w:tcPr>
            <w:tcW w:w="816" w:type="pct"/>
            <w:shd w:val="clear" w:color="auto" w:fill="FFFFFF"/>
          </w:tcPr>
          <w:p w14:paraId="420B4E5F" w14:textId="77777777" w:rsidR="00CE3AB5" w:rsidRPr="001E7798" w:rsidRDefault="00CE3AB5" w:rsidP="00CE3AB5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46CA798A" w14:textId="77777777" w:rsidR="00CE3AB5" w:rsidRPr="001E7798" w:rsidRDefault="00CE3AB5" w:rsidP="00CE3AB5">
            <w:pPr>
              <w:rPr>
                <w:sz w:val="18"/>
                <w:szCs w:val="18"/>
              </w:rPr>
            </w:pPr>
            <w:proofErr w:type="spellStart"/>
            <w:r w:rsidRPr="00CE3AB5">
              <w:rPr>
                <w:sz w:val="18"/>
                <w:szCs w:val="18"/>
              </w:rPr>
              <w:t>ClearingFirmId</w:t>
            </w:r>
            <w:proofErr w:type="spellEnd"/>
          </w:p>
        </w:tc>
        <w:tc>
          <w:tcPr>
            <w:tcW w:w="1614" w:type="pct"/>
            <w:shd w:val="clear" w:color="auto" w:fill="FFFFFF"/>
          </w:tcPr>
          <w:p w14:paraId="60A5739B" w14:textId="77777777" w:rsidR="00CE3AB5" w:rsidRPr="001E7798" w:rsidRDefault="00CA290B" w:rsidP="00CE3A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Клиринговый код</w:t>
            </w:r>
            <w:r w:rsidRPr="00CE3AB5">
              <w:rPr>
                <w:sz w:val="18"/>
                <w:szCs w:val="18"/>
              </w:rPr>
              <w:t xml:space="preserve"> </w:t>
            </w:r>
            <w:r w:rsidR="00CE3AB5" w:rsidRPr="00CE3AB5">
              <w:rPr>
                <w:sz w:val="18"/>
                <w:szCs w:val="18"/>
              </w:rPr>
              <w:t>Участника клиринга</w:t>
            </w:r>
          </w:p>
        </w:tc>
        <w:tc>
          <w:tcPr>
            <w:tcW w:w="495" w:type="pct"/>
            <w:shd w:val="clear" w:color="auto" w:fill="FFFFFF"/>
          </w:tcPr>
          <w:p w14:paraId="4650DE4B" w14:textId="77777777" w:rsidR="00CE3AB5" w:rsidRPr="001E7798" w:rsidRDefault="00CE3AB5" w:rsidP="00CE3AB5">
            <w:pPr>
              <w:jc w:val="center"/>
              <w:rPr>
                <w:sz w:val="18"/>
                <w:szCs w:val="18"/>
              </w:rPr>
            </w:pPr>
            <w:r w:rsidRPr="00CE3AB5">
              <w:rPr>
                <w:sz w:val="18"/>
                <w:szCs w:val="18"/>
              </w:rPr>
              <w:t>Да</w:t>
            </w:r>
          </w:p>
        </w:tc>
        <w:tc>
          <w:tcPr>
            <w:tcW w:w="550" w:type="pct"/>
            <w:shd w:val="clear" w:color="auto" w:fill="FFFFFF"/>
          </w:tcPr>
          <w:p w14:paraId="276CCD0C" w14:textId="77777777" w:rsidR="00CE3AB5" w:rsidRPr="001E7798" w:rsidRDefault="00CE3AB5" w:rsidP="00CE3AB5">
            <w:pPr>
              <w:rPr>
                <w:sz w:val="18"/>
                <w:szCs w:val="18"/>
              </w:rPr>
            </w:pPr>
            <w:proofErr w:type="spellStart"/>
            <w:r w:rsidRPr="00CE3AB5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84" w:type="pct"/>
            <w:shd w:val="clear" w:color="auto" w:fill="FFFFFF"/>
          </w:tcPr>
          <w:p w14:paraId="14030B1F" w14:textId="77777777" w:rsidR="00CE3AB5" w:rsidRPr="001E7798" w:rsidRDefault="00CE3AB5" w:rsidP="00CE3AB5">
            <w:pPr>
              <w:rPr>
                <w:sz w:val="18"/>
                <w:szCs w:val="18"/>
              </w:rPr>
            </w:pPr>
            <w:r w:rsidRPr="00CE3AB5">
              <w:rPr>
                <w:sz w:val="18"/>
                <w:szCs w:val="18"/>
              </w:rPr>
              <w:t>0-12</w:t>
            </w:r>
          </w:p>
        </w:tc>
        <w:tc>
          <w:tcPr>
            <w:tcW w:w="277" w:type="pct"/>
            <w:shd w:val="clear" w:color="auto" w:fill="FFFFFF"/>
          </w:tcPr>
          <w:p w14:paraId="53CE5BDC" w14:textId="77777777" w:rsidR="00CE3AB5" w:rsidRPr="001E7798" w:rsidRDefault="00CE3AB5" w:rsidP="00CE3AB5">
            <w:pPr>
              <w:rPr>
                <w:sz w:val="18"/>
                <w:szCs w:val="18"/>
              </w:rPr>
            </w:pPr>
          </w:p>
        </w:tc>
      </w:tr>
      <w:tr w:rsidR="00CE3AB5" w:rsidRPr="00C3046E" w14:paraId="7A0F521B" w14:textId="77777777" w:rsidTr="00CE3AB5">
        <w:tc>
          <w:tcPr>
            <w:tcW w:w="816" w:type="pct"/>
            <w:shd w:val="clear" w:color="auto" w:fill="FFFFFF"/>
          </w:tcPr>
          <w:p w14:paraId="51C1B941" w14:textId="77777777" w:rsidR="00CE3AB5" w:rsidRPr="001E7798" w:rsidRDefault="00CE3AB5" w:rsidP="00CE3AB5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0FECD572" w14:textId="77777777" w:rsidR="00CE3AB5" w:rsidRPr="001E7798" w:rsidRDefault="00CE3AB5" w:rsidP="00CE3AB5">
            <w:pPr>
              <w:rPr>
                <w:sz w:val="18"/>
                <w:szCs w:val="18"/>
              </w:rPr>
            </w:pPr>
            <w:proofErr w:type="spellStart"/>
            <w:r w:rsidRPr="00CE3AB5">
              <w:rPr>
                <w:sz w:val="18"/>
                <w:szCs w:val="18"/>
              </w:rPr>
              <w:t>ClearingFirmName</w:t>
            </w:r>
            <w:proofErr w:type="spellEnd"/>
          </w:p>
        </w:tc>
        <w:tc>
          <w:tcPr>
            <w:tcW w:w="1614" w:type="pct"/>
            <w:shd w:val="clear" w:color="auto" w:fill="FFFFFF"/>
          </w:tcPr>
          <w:p w14:paraId="0BC5404C" w14:textId="77777777" w:rsidR="00CE3AB5" w:rsidRPr="001E7798" w:rsidRDefault="00CE3AB5" w:rsidP="00CE3AB5">
            <w:pPr>
              <w:rPr>
                <w:sz w:val="18"/>
                <w:szCs w:val="18"/>
              </w:rPr>
            </w:pPr>
            <w:r w:rsidRPr="00CE3AB5">
              <w:rPr>
                <w:sz w:val="18"/>
                <w:szCs w:val="18"/>
              </w:rPr>
              <w:t>Наименование Участника клиринга</w:t>
            </w:r>
          </w:p>
        </w:tc>
        <w:tc>
          <w:tcPr>
            <w:tcW w:w="495" w:type="pct"/>
            <w:shd w:val="clear" w:color="auto" w:fill="FFFFFF"/>
          </w:tcPr>
          <w:p w14:paraId="29405AD5" w14:textId="77777777" w:rsidR="00CE3AB5" w:rsidRPr="001E7798" w:rsidRDefault="00CE3AB5" w:rsidP="00CE3AB5">
            <w:pPr>
              <w:jc w:val="center"/>
              <w:rPr>
                <w:sz w:val="18"/>
                <w:szCs w:val="18"/>
              </w:rPr>
            </w:pPr>
            <w:r w:rsidRPr="00CE3AB5">
              <w:rPr>
                <w:sz w:val="18"/>
                <w:szCs w:val="18"/>
              </w:rPr>
              <w:t>Да</w:t>
            </w:r>
          </w:p>
        </w:tc>
        <w:tc>
          <w:tcPr>
            <w:tcW w:w="550" w:type="pct"/>
            <w:shd w:val="clear" w:color="auto" w:fill="FFFFFF"/>
          </w:tcPr>
          <w:p w14:paraId="24E97233" w14:textId="77777777" w:rsidR="00CE3AB5" w:rsidRPr="001E7798" w:rsidRDefault="00CE3AB5" w:rsidP="00CE3AB5">
            <w:pPr>
              <w:rPr>
                <w:sz w:val="18"/>
                <w:szCs w:val="18"/>
              </w:rPr>
            </w:pPr>
            <w:proofErr w:type="spellStart"/>
            <w:r w:rsidRPr="00CE3AB5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84" w:type="pct"/>
            <w:shd w:val="clear" w:color="auto" w:fill="FFFFFF"/>
          </w:tcPr>
          <w:p w14:paraId="2ACED9AF" w14:textId="77777777" w:rsidR="00CE3AB5" w:rsidRPr="001E7798" w:rsidRDefault="00CE3AB5" w:rsidP="00CE3AB5">
            <w:pPr>
              <w:rPr>
                <w:sz w:val="18"/>
                <w:szCs w:val="18"/>
              </w:rPr>
            </w:pPr>
            <w:r w:rsidRPr="00CE3AB5">
              <w:rPr>
                <w:sz w:val="18"/>
                <w:szCs w:val="18"/>
              </w:rPr>
              <w:t>0-120</w:t>
            </w:r>
          </w:p>
        </w:tc>
        <w:tc>
          <w:tcPr>
            <w:tcW w:w="277" w:type="pct"/>
            <w:shd w:val="clear" w:color="auto" w:fill="FFFFFF"/>
          </w:tcPr>
          <w:p w14:paraId="5C81C92B" w14:textId="77777777" w:rsidR="00CE3AB5" w:rsidRPr="001E7798" w:rsidRDefault="00CE3AB5" w:rsidP="00CE3AB5">
            <w:pPr>
              <w:rPr>
                <w:sz w:val="18"/>
                <w:szCs w:val="18"/>
              </w:rPr>
            </w:pPr>
          </w:p>
        </w:tc>
      </w:tr>
      <w:tr w:rsidR="00C3046E" w:rsidRPr="00C3046E" w14:paraId="78948E21" w14:textId="77777777" w:rsidTr="00CE3AB5">
        <w:tc>
          <w:tcPr>
            <w:tcW w:w="816" w:type="pct"/>
            <w:shd w:val="clear" w:color="auto" w:fill="BFBFBF"/>
          </w:tcPr>
          <w:p w14:paraId="38CDCDB2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 xml:space="preserve">    SETTLE</w:t>
            </w:r>
          </w:p>
        </w:tc>
        <w:tc>
          <w:tcPr>
            <w:tcW w:w="863" w:type="pct"/>
            <w:shd w:val="clear" w:color="auto" w:fill="BFBFBF"/>
          </w:tcPr>
          <w:p w14:paraId="4A58F11E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1614" w:type="pct"/>
            <w:shd w:val="clear" w:color="auto" w:fill="BFBFBF"/>
          </w:tcPr>
          <w:p w14:paraId="5126E25D" w14:textId="77777777" w:rsidR="00C3046E" w:rsidRPr="00A57AF7" w:rsidRDefault="00C3046E" w:rsidP="00BB0E41">
            <w:pPr>
              <w:rPr>
                <w:sz w:val="18"/>
                <w:szCs w:val="18"/>
              </w:rPr>
            </w:pPr>
            <w:r w:rsidRPr="00A57AF7">
              <w:rPr>
                <w:sz w:val="18"/>
                <w:szCs w:val="18"/>
              </w:rPr>
              <w:t xml:space="preserve">Блок информации по </w:t>
            </w:r>
            <w:r w:rsidR="00F049C3" w:rsidRPr="00A57AF7">
              <w:rPr>
                <w:sz w:val="18"/>
                <w:szCs w:val="18"/>
              </w:rPr>
              <w:t>ТКР</w:t>
            </w:r>
          </w:p>
        </w:tc>
        <w:tc>
          <w:tcPr>
            <w:tcW w:w="495" w:type="pct"/>
            <w:shd w:val="clear" w:color="auto" w:fill="BFBFBF"/>
          </w:tcPr>
          <w:p w14:paraId="5BC6FB26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0" w:type="pct"/>
            <w:shd w:val="clear" w:color="auto" w:fill="BFBFBF"/>
          </w:tcPr>
          <w:p w14:paraId="7B9DDA2F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384" w:type="pct"/>
            <w:shd w:val="clear" w:color="auto" w:fill="BFBFBF"/>
          </w:tcPr>
          <w:p w14:paraId="71C8472A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277" w:type="pct"/>
            <w:shd w:val="clear" w:color="auto" w:fill="BFBFBF"/>
          </w:tcPr>
          <w:p w14:paraId="2B5F0D78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176184" w:rsidRPr="00C3046E" w14:paraId="6E592C41" w14:textId="77777777" w:rsidTr="00CE3AB5">
        <w:tc>
          <w:tcPr>
            <w:tcW w:w="816" w:type="pct"/>
            <w:shd w:val="clear" w:color="auto" w:fill="FFFFFF"/>
          </w:tcPr>
          <w:p w14:paraId="761D8A83" w14:textId="77777777" w:rsidR="00176184" w:rsidRPr="001E7798" w:rsidRDefault="00176184" w:rsidP="00176184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6657AD9D" w14:textId="77777777" w:rsidR="00176184" w:rsidRPr="001E7798" w:rsidRDefault="00176184" w:rsidP="00176184">
            <w:pPr>
              <w:rPr>
                <w:sz w:val="18"/>
                <w:szCs w:val="18"/>
              </w:rPr>
            </w:pPr>
            <w:proofErr w:type="spellStart"/>
            <w:r w:rsidRPr="006C5B07">
              <w:rPr>
                <w:sz w:val="18"/>
                <w:szCs w:val="18"/>
              </w:rPr>
              <w:t>ExtSettleCode</w:t>
            </w:r>
            <w:proofErr w:type="spellEnd"/>
          </w:p>
        </w:tc>
        <w:tc>
          <w:tcPr>
            <w:tcW w:w="1614" w:type="pct"/>
            <w:shd w:val="clear" w:color="auto" w:fill="FFFFFF"/>
          </w:tcPr>
          <w:p w14:paraId="4CAC3AC6" w14:textId="77777777" w:rsidR="00176184" w:rsidRPr="00176184" w:rsidRDefault="00176184" w:rsidP="00176184">
            <w:pPr>
              <w:rPr>
                <w:sz w:val="18"/>
                <w:szCs w:val="18"/>
              </w:rPr>
            </w:pPr>
            <w:r w:rsidRPr="00176184">
              <w:rPr>
                <w:sz w:val="18"/>
                <w:szCs w:val="18"/>
              </w:rPr>
              <w:t>ТКР участника клиринга</w:t>
            </w:r>
          </w:p>
        </w:tc>
        <w:tc>
          <w:tcPr>
            <w:tcW w:w="495" w:type="pct"/>
            <w:shd w:val="clear" w:color="auto" w:fill="FFFFFF"/>
          </w:tcPr>
          <w:p w14:paraId="06579680" w14:textId="77777777" w:rsidR="00176184" w:rsidRPr="006C5B07" w:rsidRDefault="00176184" w:rsidP="00176184">
            <w:pPr>
              <w:jc w:val="center"/>
              <w:rPr>
                <w:color w:val="FF0000"/>
                <w:sz w:val="18"/>
                <w:szCs w:val="18"/>
              </w:rPr>
            </w:pPr>
            <w:r w:rsidRPr="005E4F6C">
              <w:rPr>
                <w:sz w:val="18"/>
                <w:szCs w:val="18"/>
              </w:rPr>
              <w:t>Да</w:t>
            </w:r>
          </w:p>
        </w:tc>
        <w:tc>
          <w:tcPr>
            <w:tcW w:w="550" w:type="pct"/>
            <w:shd w:val="clear" w:color="auto" w:fill="FFFFFF"/>
          </w:tcPr>
          <w:p w14:paraId="6935546F" w14:textId="77777777" w:rsidR="00176184" w:rsidRPr="00176184" w:rsidRDefault="00176184" w:rsidP="00176184">
            <w:pPr>
              <w:rPr>
                <w:sz w:val="18"/>
                <w:szCs w:val="18"/>
              </w:rPr>
            </w:pPr>
            <w:proofErr w:type="spellStart"/>
            <w:r w:rsidRPr="00176184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84" w:type="pct"/>
            <w:shd w:val="clear" w:color="auto" w:fill="FFFFFF"/>
          </w:tcPr>
          <w:p w14:paraId="3DF51F69" w14:textId="77777777" w:rsidR="00176184" w:rsidRPr="00176184" w:rsidRDefault="00176184" w:rsidP="00176184">
            <w:pPr>
              <w:rPr>
                <w:sz w:val="18"/>
                <w:szCs w:val="18"/>
              </w:rPr>
            </w:pPr>
            <w:r w:rsidRPr="00176184">
              <w:rPr>
                <w:sz w:val="18"/>
                <w:szCs w:val="18"/>
              </w:rPr>
              <w:t>20</w:t>
            </w:r>
          </w:p>
        </w:tc>
        <w:tc>
          <w:tcPr>
            <w:tcW w:w="277" w:type="pct"/>
            <w:shd w:val="clear" w:color="auto" w:fill="FFFFFF"/>
          </w:tcPr>
          <w:p w14:paraId="7FC2C6FF" w14:textId="77777777" w:rsidR="00176184" w:rsidRPr="006C5B07" w:rsidRDefault="00176184" w:rsidP="00176184">
            <w:pPr>
              <w:rPr>
                <w:color w:val="FF0000"/>
                <w:sz w:val="18"/>
                <w:szCs w:val="18"/>
              </w:rPr>
            </w:pPr>
          </w:p>
        </w:tc>
      </w:tr>
      <w:tr w:rsidR="00176184" w:rsidRPr="00C3046E" w14:paraId="28769288" w14:textId="77777777" w:rsidTr="00CE3AB5">
        <w:tc>
          <w:tcPr>
            <w:tcW w:w="816" w:type="pct"/>
            <w:shd w:val="clear" w:color="auto" w:fill="FFFFFF"/>
          </w:tcPr>
          <w:p w14:paraId="6E03B11F" w14:textId="77777777" w:rsidR="00176184" w:rsidRPr="001E7798" w:rsidRDefault="00176184" w:rsidP="00176184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1EAEE7AD" w14:textId="77777777" w:rsidR="00176184" w:rsidRPr="001E7798" w:rsidRDefault="00176184" w:rsidP="00176184">
            <w:pPr>
              <w:rPr>
                <w:sz w:val="18"/>
                <w:szCs w:val="18"/>
              </w:rPr>
            </w:pPr>
            <w:proofErr w:type="spellStart"/>
            <w:r w:rsidRPr="006C5B07">
              <w:rPr>
                <w:sz w:val="18"/>
                <w:szCs w:val="18"/>
              </w:rPr>
              <w:t>SumValue</w:t>
            </w:r>
            <w:proofErr w:type="spellEnd"/>
          </w:p>
        </w:tc>
        <w:tc>
          <w:tcPr>
            <w:tcW w:w="1614" w:type="pct"/>
            <w:shd w:val="clear" w:color="auto" w:fill="FFFFFF"/>
          </w:tcPr>
          <w:p w14:paraId="36FAA39A" w14:textId="77777777" w:rsidR="00176184" w:rsidRPr="00176184" w:rsidRDefault="00176184" w:rsidP="00176184">
            <w:pPr>
              <w:rPr>
                <w:sz w:val="18"/>
                <w:szCs w:val="18"/>
              </w:rPr>
            </w:pPr>
            <w:r w:rsidRPr="00176184">
              <w:rPr>
                <w:sz w:val="18"/>
                <w:szCs w:val="18"/>
              </w:rPr>
              <w:t>Общая стоимость обеспечения в рублях</w:t>
            </w:r>
          </w:p>
        </w:tc>
        <w:tc>
          <w:tcPr>
            <w:tcW w:w="495" w:type="pct"/>
            <w:shd w:val="clear" w:color="auto" w:fill="FFFFFF"/>
          </w:tcPr>
          <w:p w14:paraId="486316EC" w14:textId="77777777" w:rsidR="00176184" w:rsidRPr="006C5B07" w:rsidRDefault="00176184" w:rsidP="00176184">
            <w:pPr>
              <w:jc w:val="center"/>
              <w:rPr>
                <w:color w:val="FF0000"/>
                <w:sz w:val="18"/>
                <w:szCs w:val="18"/>
              </w:rPr>
            </w:pPr>
            <w:r w:rsidRPr="005E4F6C">
              <w:rPr>
                <w:sz w:val="18"/>
                <w:szCs w:val="18"/>
              </w:rPr>
              <w:t>Да</w:t>
            </w:r>
          </w:p>
        </w:tc>
        <w:tc>
          <w:tcPr>
            <w:tcW w:w="550" w:type="pct"/>
            <w:shd w:val="clear" w:color="auto" w:fill="FFFFFF"/>
          </w:tcPr>
          <w:p w14:paraId="1C733C9F" w14:textId="77777777" w:rsidR="00176184" w:rsidRPr="006C5B07" w:rsidRDefault="00176184" w:rsidP="00176184">
            <w:pPr>
              <w:rPr>
                <w:color w:val="FF0000"/>
                <w:sz w:val="18"/>
                <w:szCs w:val="18"/>
              </w:rPr>
            </w:pPr>
            <w:r w:rsidRPr="002667CA">
              <w:rPr>
                <w:sz w:val="18"/>
                <w:szCs w:val="18"/>
                <w:lang w:val="en-US"/>
              </w:rPr>
              <w:t>Number</w:t>
            </w:r>
          </w:p>
        </w:tc>
        <w:tc>
          <w:tcPr>
            <w:tcW w:w="384" w:type="pct"/>
            <w:shd w:val="clear" w:color="auto" w:fill="FFFFFF"/>
          </w:tcPr>
          <w:p w14:paraId="0BE94DEC" w14:textId="77777777" w:rsidR="00176184" w:rsidRPr="006C5B07" w:rsidRDefault="00176184" w:rsidP="00176184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277" w:type="pct"/>
            <w:shd w:val="clear" w:color="auto" w:fill="FFFFFF"/>
          </w:tcPr>
          <w:p w14:paraId="105F0604" w14:textId="77777777" w:rsidR="00176184" w:rsidRPr="006C5B07" w:rsidRDefault="00176184" w:rsidP="00176184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</w:tr>
      <w:tr w:rsidR="00176184" w:rsidRPr="00C3046E" w14:paraId="6153A66B" w14:textId="77777777" w:rsidTr="00CE3AB5">
        <w:tc>
          <w:tcPr>
            <w:tcW w:w="816" w:type="pct"/>
            <w:shd w:val="clear" w:color="auto" w:fill="FFFFFF"/>
          </w:tcPr>
          <w:p w14:paraId="67E04565" w14:textId="77777777" w:rsidR="00176184" w:rsidRPr="001E7798" w:rsidRDefault="00176184" w:rsidP="00176184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21D3134D" w14:textId="77777777" w:rsidR="00176184" w:rsidRPr="001E7798" w:rsidRDefault="00176184" w:rsidP="00176184">
            <w:pPr>
              <w:rPr>
                <w:sz w:val="18"/>
                <w:szCs w:val="18"/>
              </w:rPr>
            </w:pPr>
            <w:proofErr w:type="spellStart"/>
            <w:r w:rsidRPr="006C5B07">
              <w:rPr>
                <w:sz w:val="18"/>
                <w:szCs w:val="18"/>
              </w:rPr>
              <w:t>LockValue</w:t>
            </w:r>
            <w:proofErr w:type="spellEnd"/>
          </w:p>
        </w:tc>
        <w:tc>
          <w:tcPr>
            <w:tcW w:w="1614" w:type="pct"/>
            <w:shd w:val="clear" w:color="auto" w:fill="FFFFFF"/>
          </w:tcPr>
          <w:p w14:paraId="3998421F" w14:textId="77777777" w:rsidR="00176184" w:rsidRPr="00176184" w:rsidRDefault="00176184" w:rsidP="00176184">
            <w:pPr>
              <w:rPr>
                <w:sz w:val="18"/>
                <w:szCs w:val="18"/>
              </w:rPr>
            </w:pPr>
            <w:r w:rsidRPr="00176184">
              <w:rPr>
                <w:sz w:val="18"/>
                <w:szCs w:val="18"/>
              </w:rPr>
              <w:t>Стоимость обеспечения, недоступного для вывода, в рублях</w:t>
            </w:r>
          </w:p>
        </w:tc>
        <w:tc>
          <w:tcPr>
            <w:tcW w:w="495" w:type="pct"/>
            <w:shd w:val="clear" w:color="auto" w:fill="FFFFFF"/>
          </w:tcPr>
          <w:p w14:paraId="212D6E3D" w14:textId="77777777" w:rsidR="00176184" w:rsidRPr="006C5B07" w:rsidRDefault="00176184" w:rsidP="00176184">
            <w:pPr>
              <w:jc w:val="center"/>
              <w:rPr>
                <w:color w:val="FF0000"/>
                <w:sz w:val="18"/>
                <w:szCs w:val="18"/>
              </w:rPr>
            </w:pPr>
            <w:r w:rsidRPr="005E4F6C">
              <w:rPr>
                <w:sz w:val="18"/>
                <w:szCs w:val="18"/>
              </w:rPr>
              <w:t>Да</w:t>
            </w:r>
          </w:p>
        </w:tc>
        <w:tc>
          <w:tcPr>
            <w:tcW w:w="550" w:type="pct"/>
            <w:shd w:val="clear" w:color="auto" w:fill="FFFFFF"/>
          </w:tcPr>
          <w:p w14:paraId="66EADEDE" w14:textId="77777777" w:rsidR="00176184" w:rsidRPr="006C5B07" w:rsidRDefault="00176184" w:rsidP="00176184">
            <w:pPr>
              <w:rPr>
                <w:color w:val="FF0000"/>
                <w:sz w:val="18"/>
                <w:szCs w:val="18"/>
              </w:rPr>
            </w:pPr>
            <w:r w:rsidRPr="002667CA">
              <w:rPr>
                <w:sz w:val="18"/>
                <w:szCs w:val="18"/>
                <w:lang w:val="en-US"/>
              </w:rPr>
              <w:t>Number</w:t>
            </w:r>
          </w:p>
        </w:tc>
        <w:tc>
          <w:tcPr>
            <w:tcW w:w="384" w:type="pct"/>
            <w:shd w:val="clear" w:color="auto" w:fill="FFFFFF"/>
          </w:tcPr>
          <w:p w14:paraId="5B74DA24" w14:textId="77777777" w:rsidR="00176184" w:rsidRPr="006C5B07" w:rsidRDefault="00176184" w:rsidP="00176184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277" w:type="pct"/>
            <w:shd w:val="clear" w:color="auto" w:fill="FFFFFF"/>
          </w:tcPr>
          <w:p w14:paraId="2CE17BB5" w14:textId="77777777" w:rsidR="00176184" w:rsidRPr="006C5B07" w:rsidRDefault="00176184" w:rsidP="00176184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</w:tr>
      <w:tr w:rsidR="00176184" w:rsidRPr="00C3046E" w14:paraId="7C3A03F4" w14:textId="77777777" w:rsidTr="00CE3AB5">
        <w:tc>
          <w:tcPr>
            <w:tcW w:w="816" w:type="pct"/>
            <w:shd w:val="clear" w:color="auto" w:fill="FFFFFF"/>
          </w:tcPr>
          <w:p w14:paraId="612444A4" w14:textId="77777777" w:rsidR="00176184" w:rsidRPr="001E7798" w:rsidRDefault="00176184" w:rsidP="00176184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476A2563" w14:textId="77777777" w:rsidR="00176184" w:rsidRPr="006C5B07" w:rsidRDefault="00176184" w:rsidP="00176184">
            <w:pPr>
              <w:rPr>
                <w:sz w:val="18"/>
                <w:szCs w:val="18"/>
              </w:rPr>
            </w:pPr>
            <w:proofErr w:type="spellStart"/>
            <w:r w:rsidRPr="006C5B07">
              <w:rPr>
                <w:sz w:val="18"/>
                <w:szCs w:val="18"/>
              </w:rPr>
              <w:t>FreeValue</w:t>
            </w:r>
            <w:proofErr w:type="spellEnd"/>
          </w:p>
        </w:tc>
        <w:tc>
          <w:tcPr>
            <w:tcW w:w="1614" w:type="pct"/>
            <w:shd w:val="clear" w:color="auto" w:fill="FFFFFF"/>
          </w:tcPr>
          <w:p w14:paraId="4E2930B0" w14:textId="77777777" w:rsidR="00176184" w:rsidRPr="00CE3AB5" w:rsidRDefault="00176184" w:rsidP="00176184">
            <w:pPr>
              <w:rPr>
                <w:sz w:val="18"/>
                <w:szCs w:val="18"/>
              </w:rPr>
            </w:pPr>
            <w:r w:rsidRPr="00176184">
              <w:rPr>
                <w:sz w:val="18"/>
                <w:szCs w:val="18"/>
              </w:rPr>
              <w:t>Стоимость обеспечения, доступного для вывода, в рублях</w:t>
            </w:r>
          </w:p>
        </w:tc>
        <w:tc>
          <w:tcPr>
            <w:tcW w:w="495" w:type="pct"/>
            <w:shd w:val="clear" w:color="auto" w:fill="FFFFFF"/>
          </w:tcPr>
          <w:p w14:paraId="1D3DB518" w14:textId="77777777" w:rsidR="00176184" w:rsidRPr="00CE3AB5" w:rsidRDefault="00176184" w:rsidP="00176184">
            <w:pPr>
              <w:jc w:val="center"/>
              <w:rPr>
                <w:sz w:val="18"/>
                <w:szCs w:val="18"/>
              </w:rPr>
            </w:pPr>
            <w:r w:rsidRPr="005E4F6C">
              <w:rPr>
                <w:sz w:val="18"/>
                <w:szCs w:val="18"/>
              </w:rPr>
              <w:t>Да</w:t>
            </w:r>
          </w:p>
        </w:tc>
        <w:tc>
          <w:tcPr>
            <w:tcW w:w="550" w:type="pct"/>
            <w:shd w:val="clear" w:color="auto" w:fill="FFFFFF"/>
          </w:tcPr>
          <w:p w14:paraId="6359156F" w14:textId="77777777" w:rsidR="00176184" w:rsidRPr="00CE3AB5" w:rsidRDefault="00176184" w:rsidP="00176184">
            <w:pPr>
              <w:rPr>
                <w:sz w:val="18"/>
                <w:szCs w:val="18"/>
              </w:rPr>
            </w:pPr>
            <w:r w:rsidRPr="002667CA">
              <w:rPr>
                <w:sz w:val="18"/>
                <w:szCs w:val="18"/>
                <w:lang w:val="en-US"/>
              </w:rPr>
              <w:t>Number</w:t>
            </w:r>
          </w:p>
        </w:tc>
        <w:tc>
          <w:tcPr>
            <w:tcW w:w="384" w:type="pct"/>
            <w:shd w:val="clear" w:color="auto" w:fill="FFFFFF"/>
          </w:tcPr>
          <w:p w14:paraId="6B983A9C" w14:textId="77777777" w:rsidR="00176184" w:rsidRPr="00CE3AB5" w:rsidRDefault="00176184" w:rsidP="001761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277" w:type="pct"/>
            <w:shd w:val="clear" w:color="auto" w:fill="FFFFFF"/>
          </w:tcPr>
          <w:p w14:paraId="4A0D531B" w14:textId="77777777" w:rsidR="00176184" w:rsidRPr="00CE3AB5" w:rsidRDefault="00176184" w:rsidP="001761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</w:tr>
      <w:tr w:rsidR="00176184" w:rsidRPr="00C3046E" w14:paraId="0244B745" w14:textId="77777777" w:rsidTr="00CE3AB5">
        <w:tc>
          <w:tcPr>
            <w:tcW w:w="816" w:type="pct"/>
            <w:shd w:val="clear" w:color="auto" w:fill="FFFFFF"/>
          </w:tcPr>
          <w:p w14:paraId="58B69CFA" w14:textId="77777777" w:rsidR="00176184" w:rsidRPr="001E7798" w:rsidRDefault="00176184" w:rsidP="00176184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70B10E0A" w14:textId="77777777" w:rsidR="00176184" w:rsidRPr="006C5B07" w:rsidRDefault="00176184" w:rsidP="00176184">
            <w:pPr>
              <w:rPr>
                <w:sz w:val="18"/>
                <w:szCs w:val="18"/>
              </w:rPr>
            </w:pPr>
            <w:proofErr w:type="spellStart"/>
            <w:r w:rsidRPr="006C5B07">
              <w:rPr>
                <w:sz w:val="18"/>
                <w:szCs w:val="18"/>
              </w:rPr>
              <w:t>SingleLimit</w:t>
            </w:r>
            <w:proofErr w:type="spellEnd"/>
          </w:p>
        </w:tc>
        <w:tc>
          <w:tcPr>
            <w:tcW w:w="1614" w:type="pct"/>
            <w:shd w:val="clear" w:color="auto" w:fill="FFFFFF"/>
          </w:tcPr>
          <w:p w14:paraId="53749310" w14:textId="77777777" w:rsidR="00176184" w:rsidRPr="00CE3AB5" w:rsidRDefault="00176184" w:rsidP="00176184">
            <w:pPr>
              <w:rPr>
                <w:sz w:val="18"/>
                <w:szCs w:val="18"/>
              </w:rPr>
            </w:pPr>
            <w:r w:rsidRPr="00176184">
              <w:rPr>
                <w:sz w:val="18"/>
                <w:szCs w:val="18"/>
              </w:rPr>
              <w:t>Единый лимит</w:t>
            </w:r>
          </w:p>
        </w:tc>
        <w:tc>
          <w:tcPr>
            <w:tcW w:w="495" w:type="pct"/>
            <w:shd w:val="clear" w:color="auto" w:fill="FFFFFF"/>
          </w:tcPr>
          <w:p w14:paraId="3A3AA95A" w14:textId="77777777" w:rsidR="00176184" w:rsidRPr="00CE3AB5" w:rsidRDefault="00176184" w:rsidP="00176184">
            <w:pPr>
              <w:jc w:val="center"/>
              <w:rPr>
                <w:sz w:val="18"/>
                <w:szCs w:val="18"/>
              </w:rPr>
            </w:pPr>
            <w:r w:rsidRPr="005E4F6C">
              <w:rPr>
                <w:sz w:val="18"/>
                <w:szCs w:val="18"/>
              </w:rPr>
              <w:t>Да</w:t>
            </w:r>
          </w:p>
        </w:tc>
        <w:tc>
          <w:tcPr>
            <w:tcW w:w="550" w:type="pct"/>
            <w:shd w:val="clear" w:color="auto" w:fill="FFFFFF"/>
          </w:tcPr>
          <w:p w14:paraId="777FA1AE" w14:textId="77777777" w:rsidR="00176184" w:rsidRPr="00CE3AB5" w:rsidRDefault="00176184" w:rsidP="00176184">
            <w:pPr>
              <w:rPr>
                <w:sz w:val="18"/>
                <w:szCs w:val="18"/>
              </w:rPr>
            </w:pPr>
            <w:r w:rsidRPr="002667CA">
              <w:rPr>
                <w:sz w:val="18"/>
                <w:szCs w:val="18"/>
                <w:lang w:val="en-US"/>
              </w:rPr>
              <w:t>Number</w:t>
            </w:r>
          </w:p>
        </w:tc>
        <w:tc>
          <w:tcPr>
            <w:tcW w:w="384" w:type="pct"/>
            <w:shd w:val="clear" w:color="auto" w:fill="FFFFFF"/>
          </w:tcPr>
          <w:p w14:paraId="766A950E" w14:textId="77777777" w:rsidR="00176184" w:rsidRPr="00CE3AB5" w:rsidRDefault="00176184" w:rsidP="001761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277" w:type="pct"/>
            <w:shd w:val="clear" w:color="auto" w:fill="FFFFFF"/>
          </w:tcPr>
          <w:p w14:paraId="71E53C3C" w14:textId="77777777" w:rsidR="00176184" w:rsidRPr="00CE3AB5" w:rsidRDefault="00176184" w:rsidP="001761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</w:tr>
      <w:tr w:rsidR="006C5B07" w:rsidRPr="00C3046E" w14:paraId="5C85D0AF" w14:textId="77777777" w:rsidTr="00333FAC">
        <w:tc>
          <w:tcPr>
            <w:tcW w:w="816" w:type="pct"/>
            <w:shd w:val="clear" w:color="auto" w:fill="BFBFBF"/>
          </w:tcPr>
          <w:p w14:paraId="21379415" w14:textId="77777777" w:rsidR="006C5B07" w:rsidRPr="006C5B07" w:rsidRDefault="006C5B07" w:rsidP="00333FAC">
            <w:pPr>
              <w:rPr>
                <w:sz w:val="18"/>
                <w:szCs w:val="18"/>
                <w:lang w:val="en-US"/>
              </w:rPr>
            </w:pPr>
            <w:r w:rsidRPr="001E7798">
              <w:rPr>
                <w:sz w:val="18"/>
                <w:szCs w:val="18"/>
              </w:rPr>
              <w:t xml:space="preserve">    </w:t>
            </w:r>
            <w:r w:rsidRPr="006C5B07">
              <w:rPr>
                <w:sz w:val="18"/>
                <w:szCs w:val="18"/>
              </w:rPr>
              <w:t>RECORDS</w:t>
            </w:r>
          </w:p>
        </w:tc>
        <w:tc>
          <w:tcPr>
            <w:tcW w:w="863" w:type="pct"/>
            <w:shd w:val="clear" w:color="auto" w:fill="BFBFBF"/>
          </w:tcPr>
          <w:p w14:paraId="6C389E14" w14:textId="77777777" w:rsidR="006C5B07" w:rsidRPr="001E7798" w:rsidRDefault="006C5B07" w:rsidP="00333FAC">
            <w:pPr>
              <w:rPr>
                <w:sz w:val="18"/>
                <w:szCs w:val="18"/>
              </w:rPr>
            </w:pPr>
          </w:p>
        </w:tc>
        <w:tc>
          <w:tcPr>
            <w:tcW w:w="1614" w:type="pct"/>
            <w:shd w:val="clear" w:color="auto" w:fill="BFBFBF"/>
          </w:tcPr>
          <w:p w14:paraId="53155BCD" w14:textId="77777777" w:rsidR="006C5B07" w:rsidRPr="00176184" w:rsidRDefault="006C5B07" w:rsidP="00333FAC">
            <w:pPr>
              <w:rPr>
                <w:color w:val="FF0000"/>
                <w:sz w:val="18"/>
                <w:szCs w:val="18"/>
                <w:lang w:val="en-US"/>
              </w:rPr>
            </w:pPr>
            <w:r w:rsidRPr="00176184">
              <w:rPr>
                <w:sz w:val="18"/>
                <w:szCs w:val="18"/>
              </w:rPr>
              <w:t xml:space="preserve">Блок </w:t>
            </w:r>
            <w:r w:rsidR="00176184" w:rsidRPr="00176184">
              <w:rPr>
                <w:sz w:val="18"/>
                <w:szCs w:val="18"/>
              </w:rPr>
              <w:t>данных</w:t>
            </w:r>
            <w:r w:rsidRPr="00176184">
              <w:rPr>
                <w:sz w:val="18"/>
                <w:szCs w:val="18"/>
              </w:rPr>
              <w:t xml:space="preserve"> по</w:t>
            </w:r>
            <w:r w:rsidR="00176184" w:rsidRPr="00176184">
              <w:rPr>
                <w:sz w:val="18"/>
                <w:szCs w:val="18"/>
              </w:rPr>
              <w:t xml:space="preserve"> сделке</w:t>
            </w:r>
          </w:p>
        </w:tc>
        <w:tc>
          <w:tcPr>
            <w:tcW w:w="495" w:type="pct"/>
            <w:shd w:val="clear" w:color="auto" w:fill="BFBFBF"/>
          </w:tcPr>
          <w:p w14:paraId="756FAF18" w14:textId="77777777" w:rsidR="006C5B07" w:rsidRPr="001E7798" w:rsidRDefault="006C5B07" w:rsidP="00333F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0" w:type="pct"/>
            <w:shd w:val="clear" w:color="auto" w:fill="BFBFBF"/>
          </w:tcPr>
          <w:p w14:paraId="589D33F0" w14:textId="77777777" w:rsidR="006C5B07" w:rsidRPr="001E7798" w:rsidRDefault="006C5B07" w:rsidP="00333FAC">
            <w:pPr>
              <w:rPr>
                <w:sz w:val="18"/>
                <w:szCs w:val="18"/>
              </w:rPr>
            </w:pPr>
          </w:p>
        </w:tc>
        <w:tc>
          <w:tcPr>
            <w:tcW w:w="384" w:type="pct"/>
            <w:shd w:val="clear" w:color="auto" w:fill="BFBFBF"/>
          </w:tcPr>
          <w:p w14:paraId="21DE60B8" w14:textId="77777777" w:rsidR="006C5B07" w:rsidRPr="001E7798" w:rsidRDefault="006C5B07" w:rsidP="00333FAC">
            <w:pPr>
              <w:rPr>
                <w:sz w:val="18"/>
                <w:szCs w:val="18"/>
              </w:rPr>
            </w:pPr>
          </w:p>
        </w:tc>
        <w:tc>
          <w:tcPr>
            <w:tcW w:w="277" w:type="pct"/>
            <w:shd w:val="clear" w:color="auto" w:fill="BFBFBF"/>
          </w:tcPr>
          <w:p w14:paraId="6B314736" w14:textId="77777777" w:rsidR="006C5B07" w:rsidRPr="001E7798" w:rsidRDefault="006C5B07" w:rsidP="00333FAC">
            <w:pPr>
              <w:rPr>
                <w:sz w:val="18"/>
                <w:szCs w:val="18"/>
              </w:rPr>
            </w:pPr>
          </w:p>
        </w:tc>
      </w:tr>
      <w:tr w:rsidR="00176184" w:rsidRPr="00C3046E" w14:paraId="21E00C58" w14:textId="77777777" w:rsidTr="00CE3AB5">
        <w:tc>
          <w:tcPr>
            <w:tcW w:w="816" w:type="pct"/>
            <w:shd w:val="clear" w:color="auto" w:fill="FFFFFF"/>
          </w:tcPr>
          <w:p w14:paraId="14A3C356" w14:textId="77777777" w:rsidR="00176184" w:rsidRPr="001E7798" w:rsidRDefault="00176184" w:rsidP="00176184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69897416" w14:textId="77777777" w:rsidR="00176184" w:rsidRPr="006C5B07" w:rsidRDefault="00176184" w:rsidP="00176184">
            <w:pPr>
              <w:rPr>
                <w:sz w:val="18"/>
                <w:szCs w:val="18"/>
              </w:rPr>
            </w:pPr>
            <w:proofErr w:type="spellStart"/>
            <w:r w:rsidRPr="006C5B07">
              <w:rPr>
                <w:sz w:val="18"/>
                <w:szCs w:val="18"/>
              </w:rPr>
              <w:t>CurrencyId</w:t>
            </w:r>
            <w:proofErr w:type="spellEnd"/>
          </w:p>
        </w:tc>
        <w:tc>
          <w:tcPr>
            <w:tcW w:w="1614" w:type="pct"/>
            <w:shd w:val="clear" w:color="auto" w:fill="FFFFFF"/>
          </w:tcPr>
          <w:p w14:paraId="59375286" w14:textId="77777777" w:rsidR="00176184" w:rsidRPr="00CE3AB5" w:rsidRDefault="00176184" w:rsidP="00176184">
            <w:pPr>
              <w:rPr>
                <w:sz w:val="18"/>
                <w:szCs w:val="18"/>
              </w:rPr>
            </w:pPr>
            <w:r w:rsidRPr="00176184">
              <w:rPr>
                <w:sz w:val="18"/>
                <w:szCs w:val="18"/>
              </w:rPr>
              <w:t>Идентификатор валюты</w:t>
            </w:r>
          </w:p>
        </w:tc>
        <w:tc>
          <w:tcPr>
            <w:tcW w:w="495" w:type="pct"/>
            <w:shd w:val="clear" w:color="auto" w:fill="FFFFFF"/>
          </w:tcPr>
          <w:p w14:paraId="3A65B30D" w14:textId="77777777" w:rsidR="00176184" w:rsidRPr="00CE3AB5" w:rsidRDefault="00176184" w:rsidP="001761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0" w:type="pct"/>
            <w:shd w:val="clear" w:color="auto" w:fill="FFFFFF"/>
          </w:tcPr>
          <w:p w14:paraId="6A92C16D" w14:textId="77777777" w:rsidR="00176184" w:rsidRPr="00CE3AB5" w:rsidRDefault="00176184" w:rsidP="00176184">
            <w:pPr>
              <w:rPr>
                <w:sz w:val="18"/>
                <w:szCs w:val="18"/>
              </w:rPr>
            </w:pPr>
            <w:proofErr w:type="spellStart"/>
            <w:r w:rsidRPr="00F95F06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84" w:type="pct"/>
            <w:shd w:val="clear" w:color="auto" w:fill="FFFFFF"/>
          </w:tcPr>
          <w:p w14:paraId="1B136C49" w14:textId="77777777" w:rsidR="00176184" w:rsidRPr="00CE3AB5" w:rsidRDefault="00176184" w:rsidP="001761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77" w:type="pct"/>
            <w:shd w:val="clear" w:color="auto" w:fill="FFFFFF"/>
          </w:tcPr>
          <w:p w14:paraId="532DDF65" w14:textId="77777777" w:rsidR="00176184" w:rsidRPr="00CE3AB5" w:rsidRDefault="00176184" w:rsidP="00176184">
            <w:pPr>
              <w:rPr>
                <w:sz w:val="18"/>
                <w:szCs w:val="18"/>
              </w:rPr>
            </w:pPr>
          </w:p>
        </w:tc>
      </w:tr>
      <w:tr w:rsidR="00176184" w:rsidRPr="00C3046E" w14:paraId="4FDAB862" w14:textId="77777777" w:rsidTr="00CE3AB5">
        <w:tc>
          <w:tcPr>
            <w:tcW w:w="816" w:type="pct"/>
            <w:shd w:val="clear" w:color="auto" w:fill="FFFFFF"/>
          </w:tcPr>
          <w:p w14:paraId="2B465FF7" w14:textId="77777777" w:rsidR="00176184" w:rsidRPr="001E7798" w:rsidRDefault="00176184" w:rsidP="00176184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45DC51F5" w14:textId="77777777" w:rsidR="00176184" w:rsidRPr="006C5B07" w:rsidRDefault="00176184" w:rsidP="00176184">
            <w:pPr>
              <w:rPr>
                <w:sz w:val="18"/>
                <w:szCs w:val="18"/>
              </w:rPr>
            </w:pPr>
            <w:proofErr w:type="spellStart"/>
            <w:r w:rsidRPr="006C5B07">
              <w:rPr>
                <w:sz w:val="18"/>
                <w:szCs w:val="18"/>
              </w:rPr>
              <w:t>CurrencyName</w:t>
            </w:r>
            <w:proofErr w:type="spellEnd"/>
          </w:p>
        </w:tc>
        <w:tc>
          <w:tcPr>
            <w:tcW w:w="1614" w:type="pct"/>
            <w:shd w:val="clear" w:color="auto" w:fill="FFFFFF"/>
          </w:tcPr>
          <w:p w14:paraId="30410BEE" w14:textId="77777777" w:rsidR="00176184" w:rsidRPr="00CE3AB5" w:rsidRDefault="00176184" w:rsidP="00176184">
            <w:pPr>
              <w:rPr>
                <w:sz w:val="18"/>
                <w:szCs w:val="18"/>
              </w:rPr>
            </w:pPr>
            <w:r w:rsidRPr="00176184">
              <w:rPr>
                <w:sz w:val="18"/>
                <w:szCs w:val="18"/>
              </w:rPr>
              <w:t>Наименование валюты</w:t>
            </w:r>
          </w:p>
        </w:tc>
        <w:tc>
          <w:tcPr>
            <w:tcW w:w="495" w:type="pct"/>
            <w:shd w:val="clear" w:color="auto" w:fill="FFFFFF"/>
          </w:tcPr>
          <w:p w14:paraId="4A7380D4" w14:textId="77777777" w:rsidR="00176184" w:rsidRPr="00CE3AB5" w:rsidRDefault="00176184" w:rsidP="001761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0" w:type="pct"/>
            <w:shd w:val="clear" w:color="auto" w:fill="FFFFFF"/>
          </w:tcPr>
          <w:p w14:paraId="4C2216E9" w14:textId="77777777" w:rsidR="00176184" w:rsidRPr="00CE3AB5" w:rsidRDefault="00176184" w:rsidP="00176184">
            <w:pPr>
              <w:rPr>
                <w:sz w:val="18"/>
                <w:szCs w:val="18"/>
              </w:rPr>
            </w:pPr>
            <w:proofErr w:type="spellStart"/>
            <w:r w:rsidRPr="00F95F06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84" w:type="pct"/>
            <w:shd w:val="clear" w:color="auto" w:fill="FFFFFF"/>
          </w:tcPr>
          <w:p w14:paraId="52D5D6F0" w14:textId="77777777" w:rsidR="00176184" w:rsidRPr="00CE3AB5" w:rsidRDefault="00176184" w:rsidP="001761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277" w:type="pct"/>
            <w:shd w:val="clear" w:color="auto" w:fill="FFFFFF"/>
          </w:tcPr>
          <w:p w14:paraId="70A39D69" w14:textId="77777777" w:rsidR="00176184" w:rsidRPr="00CE3AB5" w:rsidRDefault="00176184" w:rsidP="00176184">
            <w:pPr>
              <w:rPr>
                <w:sz w:val="18"/>
                <w:szCs w:val="18"/>
              </w:rPr>
            </w:pPr>
          </w:p>
        </w:tc>
      </w:tr>
      <w:tr w:rsidR="00F745C8" w:rsidRPr="00C3046E" w14:paraId="3808F73E" w14:textId="77777777" w:rsidTr="00CE3AB5">
        <w:tc>
          <w:tcPr>
            <w:tcW w:w="816" w:type="pct"/>
            <w:shd w:val="clear" w:color="auto" w:fill="FFFFFF"/>
          </w:tcPr>
          <w:p w14:paraId="14E06F88" w14:textId="77777777" w:rsidR="00F745C8" w:rsidRPr="001E7798" w:rsidRDefault="00F745C8" w:rsidP="00F745C8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0123656A" w14:textId="77777777" w:rsidR="00F745C8" w:rsidRPr="006C5B07" w:rsidRDefault="00F745C8" w:rsidP="00F745C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6C5B07">
              <w:rPr>
                <w:sz w:val="18"/>
                <w:szCs w:val="18"/>
              </w:rPr>
              <w:t>Quantity</w:t>
            </w:r>
            <w:proofErr w:type="spellEnd"/>
          </w:p>
        </w:tc>
        <w:tc>
          <w:tcPr>
            <w:tcW w:w="1614" w:type="pct"/>
            <w:shd w:val="clear" w:color="auto" w:fill="FFFFFF"/>
          </w:tcPr>
          <w:p w14:paraId="45F63F0B" w14:textId="77777777" w:rsidR="00F745C8" w:rsidRPr="00CE3AB5" w:rsidRDefault="00F745C8" w:rsidP="00F745C8">
            <w:pPr>
              <w:rPr>
                <w:sz w:val="18"/>
                <w:szCs w:val="18"/>
              </w:rPr>
            </w:pPr>
            <w:r w:rsidRPr="00F745C8">
              <w:rPr>
                <w:sz w:val="18"/>
                <w:szCs w:val="18"/>
              </w:rPr>
              <w:t>Количество/ сумма актива, внесенного в качестве обеспечения (в единицах валюты)</w:t>
            </w:r>
          </w:p>
        </w:tc>
        <w:tc>
          <w:tcPr>
            <w:tcW w:w="495" w:type="pct"/>
            <w:shd w:val="clear" w:color="auto" w:fill="FFFFFF"/>
          </w:tcPr>
          <w:p w14:paraId="12DD50EE" w14:textId="77777777" w:rsidR="00F745C8" w:rsidRPr="00CE3AB5" w:rsidRDefault="00F745C8" w:rsidP="00F745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0" w:type="pct"/>
            <w:shd w:val="clear" w:color="auto" w:fill="FFFFFF"/>
          </w:tcPr>
          <w:p w14:paraId="4F7687C9" w14:textId="77777777" w:rsidR="00F745C8" w:rsidRPr="00CE3AB5" w:rsidRDefault="00F745C8" w:rsidP="00F745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Number</w:t>
            </w:r>
          </w:p>
        </w:tc>
        <w:tc>
          <w:tcPr>
            <w:tcW w:w="384" w:type="pct"/>
            <w:shd w:val="clear" w:color="auto" w:fill="FFFFFF"/>
          </w:tcPr>
          <w:p w14:paraId="1144153F" w14:textId="77777777" w:rsidR="00F745C8" w:rsidRPr="00CE3AB5" w:rsidRDefault="00F745C8" w:rsidP="00F745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277" w:type="pct"/>
            <w:shd w:val="clear" w:color="auto" w:fill="FFFFFF"/>
          </w:tcPr>
          <w:p w14:paraId="7BEFC296" w14:textId="77777777" w:rsidR="00F745C8" w:rsidRPr="00CE3AB5" w:rsidRDefault="00F745C8" w:rsidP="00F745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</w:tr>
      <w:tr w:rsidR="00F745C8" w:rsidRPr="00C3046E" w14:paraId="4FB4542E" w14:textId="77777777" w:rsidTr="00CE3AB5">
        <w:tc>
          <w:tcPr>
            <w:tcW w:w="816" w:type="pct"/>
            <w:shd w:val="clear" w:color="auto" w:fill="FFFFFF"/>
          </w:tcPr>
          <w:p w14:paraId="4B01DE03" w14:textId="77777777" w:rsidR="00F745C8" w:rsidRPr="001E7798" w:rsidRDefault="00F745C8" w:rsidP="00F745C8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21AF06C9" w14:textId="77777777" w:rsidR="00F745C8" w:rsidRPr="006C5B07" w:rsidRDefault="00F745C8" w:rsidP="00F745C8">
            <w:pPr>
              <w:rPr>
                <w:sz w:val="18"/>
                <w:szCs w:val="18"/>
              </w:rPr>
            </w:pPr>
            <w:proofErr w:type="spellStart"/>
            <w:r w:rsidRPr="006C5B07">
              <w:rPr>
                <w:sz w:val="18"/>
                <w:szCs w:val="18"/>
              </w:rPr>
              <w:t>LockQuantity</w:t>
            </w:r>
            <w:proofErr w:type="spellEnd"/>
          </w:p>
        </w:tc>
        <w:tc>
          <w:tcPr>
            <w:tcW w:w="1614" w:type="pct"/>
            <w:shd w:val="clear" w:color="auto" w:fill="FFFFFF"/>
          </w:tcPr>
          <w:p w14:paraId="52A423DC" w14:textId="77777777" w:rsidR="00F745C8" w:rsidRPr="00CE3AB5" w:rsidRDefault="00F745C8" w:rsidP="00F745C8">
            <w:pPr>
              <w:rPr>
                <w:sz w:val="18"/>
                <w:szCs w:val="18"/>
              </w:rPr>
            </w:pPr>
            <w:r w:rsidRPr="00F745C8">
              <w:rPr>
                <w:sz w:val="18"/>
                <w:szCs w:val="18"/>
              </w:rPr>
              <w:t xml:space="preserve">Количество/ сумма актива, </w:t>
            </w:r>
            <w:r>
              <w:rPr>
                <w:sz w:val="18"/>
                <w:szCs w:val="18"/>
              </w:rPr>
              <w:t>не</w:t>
            </w:r>
            <w:r w:rsidRPr="00F745C8">
              <w:rPr>
                <w:sz w:val="18"/>
                <w:szCs w:val="18"/>
              </w:rPr>
              <w:t>доступного для вывода (в единицах валюты)</w:t>
            </w:r>
          </w:p>
        </w:tc>
        <w:tc>
          <w:tcPr>
            <w:tcW w:w="495" w:type="pct"/>
            <w:shd w:val="clear" w:color="auto" w:fill="FFFFFF"/>
          </w:tcPr>
          <w:p w14:paraId="7E009CC3" w14:textId="77777777" w:rsidR="00F745C8" w:rsidRPr="00CE3AB5" w:rsidRDefault="00F745C8" w:rsidP="00F745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0" w:type="pct"/>
            <w:shd w:val="clear" w:color="auto" w:fill="FFFFFF"/>
          </w:tcPr>
          <w:p w14:paraId="788AEFFB" w14:textId="77777777" w:rsidR="00F745C8" w:rsidRPr="00CE3AB5" w:rsidRDefault="00F745C8" w:rsidP="00F745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Number</w:t>
            </w:r>
          </w:p>
        </w:tc>
        <w:tc>
          <w:tcPr>
            <w:tcW w:w="384" w:type="pct"/>
            <w:shd w:val="clear" w:color="auto" w:fill="FFFFFF"/>
          </w:tcPr>
          <w:p w14:paraId="052555DD" w14:textId="77777777" w:rsidR="00F745C8" w:rsidRPr="00CE3AB5" w:rsidRDefault="00F745C8" w:rsidP="00F745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277" w:type="pct"/>
            <w:shd w:val="clear" w:color="auto" w:fill="FFFFFF"/>
          </w:tcPr>
          <w:p w14:paraId="045BC57F" w14:textId="77777777" w:rsidR="00F745C8" w:rsidRPr="00CE3AB5" w:rsidRDefault="00F745C8" w:rsidP="00F745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</w:tr>
      <w:tr w:rsidR="00F745C8" w:rsidRPr="00C3046E" w14:paraId="5F957EC8" w14:textId="77777777" w:rsidTr="00CE3AB5">
        <w:tc>
          <w:tcPr>
            <w:tcW w:w="816" w:type="pct"/>
            <w:shd w:val="clear" w:color="auto" w:fill="FFFFFF"/>
          </w:tcPr>
          <w:p w14:paraId="540E47A5" w14:textId="77777777" w:rsidR="00F745C8" w:rsidRPr="001E7798" w:rsidRDefault="00F745C8" w:rsidP="00F745C8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42DF641A" w14:textId="77777777" w:rsidR="00F745C8" w:rsidRPr="006C5B07" w:rsidRDefault="00F745C8" w:rsidP="00F745C8">
            <w:pPr>
              <w:rPr>
                <w:sz w:val="18"/>
                <w:szCs w:val="18"/>
              </w:rPr>
            </w:pPr>
            <w:proofErr w:type="spellStart"/>
            <w:r w:rsidRPr="006C5B07">
              <w:rPr>
                <w:sz w:val="18"/>
                <w:szCs w:val="18"/>
              </w:rPr>
              <w:t>FreeQuantity</w:t>
            </w:r>
            <w:proofErr w:type="spellEnd"/>
          </w:p>
        </w:tc>
        <w:tc>
          <w:tcPr>
            <w:tcW w:w="1614" w:type="pct"/>
            <w:shd w:val="clear" w:color="auto" w:fill="FFFFFF"/>
          </w:tcPr>
          <w:p w14:paraId="0F100726" w14:textId="77777777" w:rsidR="00F745C8" w:rsidRPr="00CE3AB5" w:rsidRDefault="00F745C8" w:rsidP="00F745C8">
            <w:pPr>
              <w:rPr>
                <w:sz w:val="18"/>
                <w:szCs w:val="18"/>
              </w:rPr>
            </w:pPr>
            <w:r w:rsidRPr="00F745C8">
              <w:rPr>
                <w:sz w:val="18"/>
                <w:szCs w:val="18"/>
              </w:rPr>
              <w:t>Количество/ сумма актива, доступного для вывода (в единицах валюты)</w:t>
            </w:r>
          </w:p>
        </w:tc>
        <w:tc>
          <w:tcPr>
            <w:tcW w:w="495" w:type="pct"/>
            <w:shd w:val="clear" w:color="auto" w:fill="FFFFFF"/>
          </w:tcPr>
          <w:p w14:paraId="74EEFE24" w14:textId="77777777" w:rsidR="00F745C8" w:rsidRPr="00F745C8" w:rsidRDefault="00F745C8" w:rsidP="00F745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0" w:type="pct"/>
            <w:shd w:val="clear" w:color="auto" w:fill="FFFFFF"/>
          </w:tcPr>
          <w:p w14:paraId="0F9893E8" w14:textId="77777777" w:rsidR="00F745C8" w:rsidRPr="00CE3AB5" w:rsidRDefault="00F745C8" w:rsidP="00F745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Number</w:t>
            </w:r>
          </w:p>
        </w:tc>
        <w:tc>
          <w:tcPr>
            <w:tcW w:w="384" w:type="pct"/>
            <w:shd w:val="clear" w:color="auto" w:fill="FFFFFF"/>
          </w:tcPr>
          <w:p w14:paraId="6B6EE340" w14:textId="77777777" w:rsidR="00F745C8" w:rsidRPr="00CE3AB5" w:rsidRDefault="00F745C8" w:rsidP="00F745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277" w:type="pct"/>
            <w:shd w:val="clear" w:color="auto" w:fill="FFFFFF"/>
          </w:tcPr>
          <w:p w14:paraId="18110264" w14:textId="77777777" w:rsidR="00F745C8" w:rsidRPr="00CE3AB5" w:rsidRDefault="00F745C8" w:rsidP="00F745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</w:tr>
      <w:tr w:rsidR="00F745C8" w:rsidRPr="00C3046E" w14:paraId="59112A06" w14:textId="77777777" w:rsidTr="00CE3AB5">
        <w:tc>
          <w:tcPr>
            <w:tcW w:w="816" w:type="pct"/>
            <w:shd w:val="clear" w:color="auto" w:fill="FFFFFF"/>
          </w:tcPr>
          <w:p w14:paraId="052DB14D" w14:textId="77777777" w:rsidR="00F745C8" w:rsidRPr="001E7798" w:rsidRDefault="00F745C8" w:rsidP="00F745C8">
            <w:pPr>
              <w:rPr>
                <w:sz w:val="18"/>
                <w:szCs w:val="18"/>
              </w:rPr>
            </w:pPr>
          </w:p>
        </w:tc>
        <w:tc>
          <w:tcPr>
            <w:tcW w:w="863" w:type="pct"/>
            <w:shd w:val="clear" w:color="auto" w:fill="FFFFFF"/>
          </w:tcPr>
          <w:p w14:paraId="44F78700" w14:textId="77777777" w:rsidR="00F745C8" w:rsidRPr="006C5B07" w:rsidRDefault="00F745C8" w:rsidP="00F745C8">
            <w:pPr>
              <w:rPr>
                <w:sz w:val="18"/>
                <w:szCs w:val="18"/>
              </w:rPr>
            </w:pPr>
            <w:r w:rsidRPr="006C5B07">
              <w:rPr>
                <w:sz w:val="18"/>
                <w:szCs w:val="18"/>
              </w:rPr>
              <w:t>Value</w:t>
            </w:r>
          </w:p>
        </w:tc>
        <w:tc>
          <w:tcPr>
            <w:tcW w:w="1614" w:type="pct"/>
            <w:shd w:val="clear" w:color="auto" w:fill="FFFFFF"/>
          </w:tcPr>
          <w:p w14:paraId="6702F565" w14:textId="77777777" w:rsidR="00F745C8" w:rsidRPr="00CE3AB5" w:rsidRDefault="00F745C8" w:rsidP="00F745C8">
            <w:pPr>
              <w:rPr>
                <w:sz w:val="18"/>
                <w:szCs w:val="18"/>
              </w:rPr>
            </w:pPr>
            <w:r w:rsidRPr="00F745C8">
              <w:rPr>
                <w:sz w:val="18"/>
                <w:szCs w:val="18"/>
              </w:rPr>
              <w:t>Стоимость обеспечения в рублях</w:t>
            </w:r>
          </w:p>
        </w:tc>
        <w:tc>
          <w:tcPr>
            <w:tcW w:w="495" w:type="pct"/>
            <w:shd w:val="clear" w:color="auto" w:fill="FFFFFF"/>
          </w:tcPr>
          <w:p w14:paraId="778D2131" w14:textId="77777777" w:rsidR="00F745C8" w:rsidRPr="00F745C8" w:rsidRDefault="00F745C8" w:rsidP="00F745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50" w:type="pct"/>
            <w:shd w:val="clear" w:color="auto" w:fill="FFFFFF"/>
          </w:tcPr>
          <w:p w14:paraId="7C3F5E84" w14:textId="77777777" w:rsidR="00F745C8" w:rsidRPr="00F745C8" w:rsidRDefault="00F745C8" w:rsidP="00F745C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Number</w:t>
            </w:r>
          </w:p>
        </w:tc>
        <w:tc>
          <w:tcPr>
            <w:tcW w:w="384" w:type="pct"/>
            <w:shd w:val="clear" w:color="auto" w:fill="FFFFFF"/>
          </w:tcPr>
          <w:p w14:paraId="2619E8C3" w14:textId="77777777" w:rsidR="00F745C8" w:rsidRPr="00F745C8" w:rsidRDefault="00F745C8" w:rsidP="00F745C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277" w:type="pct"/>
            <w:shd w:val="clear" w:color="auto" w:fill="FFFFFF"/>
          </w:tcPr>
          <w:p w14:paraId="4B034F97" w14:textId="77777777" w:rsidR="00F745C8" w:rsidRPr="00F745C8" w:rsidRDefault="00F745C8" w:rsidP="00F745C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</w:tr>
      <w:tr w:rsidR="00F745C8" w:rsidRPr="00C3046E" w14:paraId="2A62FB8F" w14:textId="77777777" w:rsidTr="00333FAC">
        <w:tc>
          <w:tcPr>
            <w:tcW w:w="816" w:type="pct"/>
            <w:shd w:val="clear" w:color="auto" w:fill="BFBFBF"/>
          </w:tcPr>
          <w:p w14:paraId="0285FDAD" w14:textId="77777777" w:rsidR="00F745C8" w:rsidRPr="00F745C8" w:rsidRDefault="00F745C8" w:rsidP="00F745C8">
            <w:pPr>
              <w:rPr>
                <w:sz w:val="18"/>
                <w:szCs w:val="18"/>
                <w:lang w:val="en-US"/>
              </w:rPr>
            </w:pPr>
            <w:r w:rsidRPr="001E7798">
              <w:rPr>
                <w:sz w:val="18"/>
                <w:szCs w:val="18"/>
              </w:rPr>
              <w:t xml:space="preserve">    </w:t>
            </w:r>
            <w:r>
              <w:rPr>
                <w:sz w:val="18"/>
                <w:szCs w:val="18"/>
              </w:rPr>
              <w:t xml:space="preserve"> </w:t>
            </w:r>
            <w:r>
              <w:t xml:space="preserve"> </w:t>
            </w:r>
            <w:r w:rsidRPr="001E7798">
              <w:rPr>
                <w:sz w:val="18"/>
                <w:szCs w:val="18"/>
              </w:rPr>
              <w:t>/</w:t>
            </w:r>
            <w:r w:rsidRPr="00F745C8">
              <w:rPr>
                <w:sz w:val="18"/>
                <w:szCs w:val="18"/>
              </w:rPr>
              <w:t>RECORDS</w:t>
            </w:r>
          </w:p>
        </w:tc>
        <w:tc>
          <w:tcPr>
            <w:tcW w:w="863" w:type="pct"/>
            <w:shd w:val="clear" w:color="auto" w:fill="BFBFBF"/>
          </w:tcPr>
          <w:p w14:paraId="696192FD" w14:textId="77777777" w:rsidR="00F745C8" w:rsidRPr="001E7798" w:rsidRDefault="00F745C8" w:rsidP="00F745C8">
            <w:pPr>
              <w:rPr>
                <w:sz w:val="18"/>
                <w:szCs w:val="18"/>
              </w:rPr>
            </w:pPr>
          </w:p>
        </w:tc>
        <w:tc>
          <w:tcPr>
            <w:tcW w:w="1614" w:type="pct"/>
            <w:shd w:val="clear" w:color="auto" w:fill="BFBFBF"/>
          </w:tcPr>
          <w:p w14:paraId="5F50D624" w14:textId="77777777" w:rsidR="00F745C8" w:rsidRPr="001E7798" w:rsidRDefault="00F745C8" w:rsidP="00F745C8">
            <w:pPr>
              <w:rPr>
                <w:sz w:val="18"/>
                <w:szCs w:val="18"/>
              </w:rPr>
            </w:pPr>
          </w:p>
        </w:tc>
        <w:tc>
          <w:tcPr>
            <w:tcW w:w="495" w:type="pct"/>
            <w:shd w:val="clear" w:color="auto" w:fill="BFBFBF"/>
          </w:tcPr>
          <w:p w14:paraId="3B3418F1" w14:textId="77777777" w:rsidR="00F745C8" w:rsidRPr="001E7798" w:rsidRDefault="00F745C8" w:rsidP="00F745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0" w:type="pct"/>
            <w:shd w:val="clear" w:color="auto" w:fill="BFBFBF"/>
          </w:tcPr>
          <w:p w14:paraId="58ADA4AD" w14:textId="77777777" w:rsidR="00F745C8" w:rsidRPr="001E7798" w:rsidRDefault="00F745C8" w:rsidP="00F745C8">
            <w:pPr>
              <w:rPr>
                <w:sz w:val="18"/>
                <w:szCs w:val="18"/>
              </w:rPr>
            </w:pPr>
          </w:p>
        </w:tc>
        <w:tc>
          <w:tcPr>
            <w:tcW w:w="384" w:type="pct"/>
            <w:shd w:val="clear" w:color="auto" w:fill="BFBFBF"/>
          </w:tcPr>
          <w:p w14:paraId="1893537F" w14:textId="77777777" w:rsidR="00F745C8" w:rsidRPr="001E7798" w:rsidRDefault="00F745C8" w:rsidP="00F745C8">
            <w:pPr>
              <w:rPr>
                <w:sz w:val="18"/>
                <w:szCs w:val="18"/>
              </w:rPr>
            </w:pPr>
          </w:p>
        </w:tc>
        <w:tc>
          <w:tcPr>
            <w:tcW w:w="277" w:type="pct"/>
            <w:shd w:val="clear" w:color="auto" w:fill="BFBFBF"/>
          </w:tcPr>
          <w:p w14:paraId="66F6F006" w14:textId="77777777" w:rsidR="00F745C8" w:rsidRPr="001E7798" w:rsidRDefault="00F745C8" w:rsidP="00F745C8">
            <w:pPr>
              <w:rPr>
                <w:sz w:val="18"/>
                <w:szCs w:val="18"/>
              </w:rPr>
            </w:pPr>
          </w:p>
        </w:tc>
      </w:tr>
      <w:tr w:rsidR="00F745C8" w:rsidRPr="00C3046E" w14:paraId="612EA25D" w14:textId="77777777" w:rsidTr="00CE3AB5">
        <w:tc>
          <w:tcPr>
            <w:tcW w:w="816" w:type="pct"/>
            <w:shd w:val="clear" w:color="auto" w:fill="BFBFBF"/>
          </w:tcPr>
          <w:p w14:paraId="32596D93" w14:textId="77777777" w:rsidR="00F745C8" w:rsidRPr="001E7798" w:rsidRDefault="00F745C8" w:rsidP="00F745C8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 xml:space="preserve">    /SETTLE</w:t>
            </w:r>
          </w:p>
        </w:tc>
        <w:tc>
          <w:tcPr>
            <w:tcW w:w="863" w:type="pct"/>
            <w:shd w:val="clear" w:color="auto" w:fill="BFBFBF"/>
          </w:tcPr>
          <w:p w14:paraId="2BCD64F7" w14:textId="77777777" w:rsidR="00F745C8" w:rsidRPr="001E7798" w:rsidRDefault="00F745C8" w:rsidP="00F745C8">
            <w:pPr>
              <w:rPr>
                <w:sz w:val="18"/>
                <w:szCs w:val="18"/>
              </w:rPr>
            </w:pPr>
          </w:p>
        </w:tc>
        <w:tc>
          <w:tcPr>
            <w:tcW w:w="1614" w:type="pct"/>
            <w:shd w:val="clear" w:color="auto" w:fill="BFBFBF"/>
          </w:tcPr>
          <w:p w14:paraId="01A712EE" w14:textId="77777777" w:rsidR="00F745C8" w:rsidRPr="001E7798" w:rsidRDefault="00F745C8" w:rsidP="00F745C8">
            <w:pPr>
              <w:rPr>
                <w:sz w:val="18"/>
                <w:szCs w:val="18"/>
              </w:rPr>
            </w:pPr>
          </w:p>
        </w:tc>
        <w:tc>
          <w:tcPr>
            <w:tcW w:w="495" w:type="pct"/>
            <w:shd w:val="clear" w:color="auto" w:fill="BFBFBF"/>
          </w:tcPr>
          <w:p w14:paraId="018DD49C" w14:textId="77777777" w:rsidR="00F745C8" w:rsidRPr="001E7798" w:rsidRDefault="00F745C8" w:rsidP="00F745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0" w:type="pct"/>
            <w:shd w:val="clear" w:color="auto" w:fill="BFBFBF"/>
          </w:tcPr>
          <w:p w14:paraId="3922153A" w14:textId="77777777" w:rsidR="00F745C8" w:rsidRPr="001E7798" w:rsidRDefault="00F745C8" w:rsidP="00F745C8">
            <w:pPr>
              <w:rPr>
                <w:sz w:val="18"/>
                <w:szCs w:val="18"/>
              </w:rPr>
            </w:pPr>
          </w:p>
        </w:tc>
        <w:tc>
          <w:tcPr>
            <w:tcW w:w="384" w:type="pct"/>
            <w:shd w:val="clear" w:color="auto" w:fill="BFBFBF"/>
          </w:tcPr>
          <w:p w14:paraId="6B952C04" w14:textId="77777777" w:rsidR="00F745C8" w:rsidRPr="001E7798" w:rsidRDefault="00F745C8" w:rsidP="00F745C8">
            <w:pPr>
              <w:rPr>
                <w:sz w:val="18"/>
                <w:szCs w:val="18"/>
              </w:rPr>
            </w:pPr>
          </w:p>
        </w:tc>
        <w:tc>
          <w:tcPr>
            <w:tcW w:w="277" w:type="pct"/>
            <w:shd w:val="clear" w:color="auto" w:fill="BFBFBF"/>
          </w:tcPr>
          <w:p w14:paraId="54C69428" w14:textId="77777777" w:rsidR="00F745C8" w:rsidRPr="001E7798" w:rsidRDefault="00F745C8" w:rsidP="00F745C8">
            <w:pPr>
              <w:rPr>
                <w:sz w:val="18"/>
                <w:szCs w:val="18"/>
              </w:rPr>
            </w:pPr>
          </w:p>
        </w:tc>
      </w:tr>
      <w:tr w:rsidR="00F745C8" w:rsidRPr="00C3046E" w14:paraId="37E6E7EE" w14:textId="77777777" w:rsidTr="00CE3AB5">
        <w:tc>
          <w:tcPr>
            <w:tcW w:w="816" w:type="pct"/>
            <w:shd w:val="clear" w:color="auto" w:fill="BFBFBF"/>
          </w:tcPr>
          <w:p w14:paraId="5517AFD6" w14:textId="77777777" w:rsidR="00F745C8" w:rsidRPr="001E7798" w:rsidRDefault="00F745C8" w:rsidP="00F745C8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 xml:space="preserve">  /</w:t>
            </w:r>
            <w:r w:rsidR="00176184">
              <w:rPr>
                <w:sz w:val="18"/>
                <w:szCs w:val="18"/>
                <w:lang w:val="en-US"/>
              </w:rPr>
              <w:t>CCX</w:t>
            </w:r>
            <w:r w:rsidRPr="00F745C8">
              <w:rPr>
                <w:sz w:val="18"/>
                <w:szCs w:val="18"/>
              </w:rPr>
              <w:t>84</w:t>
            </w:r>
          </w:p>
        </w:tc>
        <w:tc>
          <w:tcPr>
            <w:tcW w:w="863" w:type="pct"/>
            <w:shd w:val="clear" w:color="auto" w:fill="BFBFBF"/>
          </w:tcPr>
          <w:p w14:paraId="08C18DB8" w14:textId="77777777" w:rsidR="00F745C8" w:rsidRPr="001E7798" w:rsidRDefault="00F745C8" w:rsidP="00F745C8">
            <w:pPr>
              <w:rPr>
                <w:sz w:val="18"/>
                <w:szCs w:val="18"/>
              </w:rPr>
            </w:pPr>
          </w:p>
        </w:tc>
        <w:tc>
          <w:tcPr>
            <w:tcW w:w="1614" w:type="pct"/>
            <w:shd w:val="clear" w:color="auto" w:fill="BFBFBF"/>
          </w:tcPr>
          <w:p w14:paraId="046691AE" w14:textId="77777777" w:rsidR="00F745C8" w:rsidRPr="001E7798" w:rsidRDefault="00F745C8" w:rsidP="00F745C8">
            <w:pPr>
              <w:rPr>
                <w:sz w:val="18"/>
                <w:szCs w:val="18"/>
              </w:rPr>
            </w:pPr>
          </w:p>
        </w:tc>
        <w:tc>
          <w:tcPr>
            <w:tcW w:w="495" w:type="pct"/>
            <w:shd w:val="clear" w:color="auto" w:fill="BFBFBF"/>
          </w:tcPr>
          <w:p w14:paraId="6DEF7EC6" w14:textId="77777777" w:rsidR="00F745C8" w:rsidRPr="001E7798" w:rsidRDefault="00F745C8" w:rsidP="00F745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0" w:type="pct"/>
            <w:shd w:val="clear" w:color="auto" w:fill="BFBFBF"/>
          </w:tcPr>
          <w:p w14:paraId="17DF6579" w14:textId="77777777" w:rsidR="00F745C8" w:rsidRPr="001E7798" w:rsidRDefault="00F745C8" w:rsidP="00F745C8">
            <w:pPr>
              <w:rPr>
                <w:sz w:val="18"/>
                <w:szCs w:val="18"/>
              </w:rPr>
            </w:pPr>
          </w:p>
        </w:tc>
        <w:tc>
          <w:tcPr>
            <w:tcW w:w="384" w:type="pct"/>
            <w:shd w:val="clear" w:color="auto" w:fill="BFBFBF"/>
          </w:tcPr>
          <w:p w14:paraId="70448A07" w14:textId="77777777" w:rsidR="00F745C8" w:rsidRPr="001E7798" w:rsidRDefault="00F745C8" w:rsidP="00F745C8">
            <w:pPr>
              <w:rPr>
                <w:sz w:val="18"/>
                <w:szCs w:val="18"/>
              </w:rPr>
            </w:pPr>
          </w:p>
        </w:tc>
        <w:tc>
          <w:tcPr>
            <w:tcW w:w="277" w:type="pct"/>
            <w:shd w:val="clear" w:color="auto" w:fill="BFBFBF"/>
          </w:tcPr>
          <w:p w14:paraId="10701BCB" w14:textId="77777777" w:rsidR="00F745C8" w:rsidRPr="001E7798" w:rsidRDefault="00F745C8" w:rsidP="00F745C8">
            <w:pPr>
              <w:rPr>
                <w:sz w:val="18"/>
                <w:szCs w:val="18"/>
              </w:rPr>
            </w:pPr>
          </w:p>
        </w:tc>
      </w:tr>
      <w:tr w:rsidR="00F745C8" w:rsidRPr="00C3046E" w14:paraId="299C4742" w14:textId="77777777" w:rsidTr="00CE3AB5">
        <w:tc>
          <w:tcPr>
            <w:tcW w:w="816" w:type="pct"/>
            <w:shd w:val="clear" w:color="auto" w:fill="BFBFBF"/>
          </w:tcPr>
          <w:p w14:paraId="305C5D3E" w14:textId="77777777" w:rsidR="00F745C8" w:rsidRPr="001E7798" w:rsidRDefault="00F745C8" w:rsidP="00F745C8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/</w:t>
            </w:r>
            <w:r w:rsidR="00240573">
              <w:rPr>
                <w:sz w:val="18"/>
                <w:szCs w:val="18"/>
                <w:lang w:val="en-US"/>
              </w:rPr>
              <w:t>EFIS</w:t>
            </w:r>
            <w:r w:rsidRPr="001E7798">
              <w:rPr>
                <w:sz w:val="18"/>
                <w:szCs w:val="18"/>
              </w:rPr>
              <w:t>_DOC</w:t>
            </w:r>
          </w:p>
        </w:tc>
        <w:tc>
          <w:tcPr>
            <w:tcW w:w="863" w:type="pct"/>
            <w:shd w:val="clear" w:color="auto" w:fill="BFBFBF"/>
          </w:tcPr>
          <w:p w14:paraId="6271EDCF" w14:textId="77777777" w:rsidR="00F745C8" w:rsidRPr="001E7798" w:rsidRDefault="00F745C8" w:rsidP="00F745C8">
            <w:pPr>
              <w:rPr>
                <w:sz w:val="18"/>
                <w:szCs w:val="18"/>
              </w:rPr>
            </w:pPr>
          </w:p>
        </w:tc>
        <w:tc>
          <w:tcPr>
            <w:tcW w:w="1614" w:type="pct"/>
            <w:shd w:val="clear" w:color="auto" w:fill="BFBFBF"/>
          </w:tcPr>
          <w:p w14:paraId="47BD19AE" w14:textId="77777777" w:rsidR="00F745C8" w:rsidRPr="001E7798" w:rsidRDefault="00F745C8" w:rsidP="00F745C8">
            <w:pPr>
              <w:rPr>
                <w:sz w:val="18"/>
                <w:szCs w:val="18"/>
              </w:rPr>
            </w:pPr>
          </w:p>
        </w:tc>
        <w:tc>
          <w:tcPr>
            <w:tcW w:w="495" w:type="pct"/>
            <w:shd w:val="clear" w:color="auto" w:fill="BFBFBF"/>
          </w:tcPr>
          <w:p w14:paraId="3C8F0F3D" w14:textId="77777777" w:rsidR="00F745C8" w:rsidRPr="001E7798" w:rsidRDefault="00F745C8" w:rsidP="00F745C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0" w:type="pct"/>
            <w:shd w:val="clear" w:color="auto" w:fill="BFBFBF"/>
          </w:tcPr>
          <w:p w14:paraId="574867A2" w14:textId="77777777" w:rsidR="00F745C8" w:rsidRPr="001E7798" w:rsidRDefault="00F745C8" w:rsidP="00F745C8">
            <w:pPr>
              <w:rPr>
                <w:sz w:val="18"/>
                <w:szCs w:val="18"/>
              </w:rPr>
            </w:pPr>
          </w:p>
        </w:tc>
        <w:tc>
          <w:tcPr>
            <w:tcW w:w="384" w:type="pct"/>
            <w:shd w:val="clear" w:color="auto" w:fill="BFBFBF"/>
          </w:tcPr>
          <w:p w14:paraId="0FBC8ED7" w14:textId="77777777" w:rsidR="00F745C8" w:rsidRPr="001E7798" w:rsidRDefault="00F745C8" w:rsidP="00F745C8">
            <w:pPr>
              <w:rPr>
                <w:sz w:val="18"/>
                <w:szCs w:val="18"/>
              </w:rPr>
            </w:pPr>
          </w:p>
        </w:tc>
        <w:tc>
          <w:tcPr>
            <w:tcW w:w="277" w:type="pct"/>
            <w:shd w:val="clear" w:color="auto" w:fill="BFBFBF"/>
          </w:tcPr>
          <w:p w14:paraId="4FC0918A" w14:textId="77777777" w:rsidR="00F745C8" w:rsidRPr="001E7798" w:rsidRDefault="00F745C8" w:rsidP="00F745C8">
            <w:pPr>
              <w:rPr>
                <w:sz w:val="18"/>
                <w:szCs w:val="18"/>
              </w:rPr>
            </w:pPr>
          </w:p>
        </w:tc>
      </w:tr>
    </w:tbl>
    <w:p w14:paraId="6B666692" w14:textId="77777777" w:rsidR="004F25FE" w:rsidRDefault="004F25FE">
      <w:pPr>
        <w:rPr>
          <w:sz w:val="18"/>
          <w:szCs w:val="18"/>
        </w:rPr>
      </w:pPr>
    </w:p>
    <w:sectPr w:rsidR="004F25FE" w:rsidSect="00063144">
      <w:pgSz w:w="16838" w:h="11906" w:orient="landscape"/>
      <w:pgMar w:top="1276" w:right="669" w:bottom="851" w:left="1134" w:header="426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C3E0B" w14:textId="77777777" w:rsidR="00106D55" w:rsidRDefault="00106D55">
      <w:r>
        <w:separator/>
      </w:r>
    </w:p>
  </w:endnote>
  <w:endnote w:type="continuationSeparator" w:id="0">
    <w:p w14:paraId="34111B24" w14:textId="77777777" w:rsidR="00106D55" w:rsidRDefault="00106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89FC3" w14:textId="77777777" w:rsidR="00106D55" w:rsidRDefault="00106D55">
      <w:r>
        <w:separator/>
      </w:r>
    </w:p>
  </w:footnote>
  <w:footnote w:type="continuationSeparator" w:id="0">
    <w:p w14:paraId="46B35670" w14:textId="77777777" w:rsidR="00106D55" w:rsidRDefault="00106D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C4C47" w14:textId="77777777" w:rsidR="00B82BCD" w:rsidRPr="00967D0D" w:rsidRDefault="00B82BCD" w:rsidP="00B82BCD">
    <w:pPr>
      <w:pStyle w:val="ad"/>
      <w:jc w:val="right"/>
      <w:rPr>
        <w:sz w:val="22"/>
        <w:szCs w:val="22"/>
      </w:rPr>
    </w:pPr>
    <w:r w:rsidRPr="00934967">
      <w:rPr>
        <w:sz w:val="22"/>
        <w:szCs w:val="22"/>
      </w:rPr>
      <w:t>Приложение №</w:t>
    </w:r>
    <w:r w:rsidR="00736514">
      <w:rPr>
        <w:sz w:val="22"/>
        <w:szCs w:val="22"/>
      </w:rPr>
      <w:t> </w:t>
    </w:r>
    <w:r w:rsidR="00F745C8">
      <w:rPr>
        <w:sz w:val="22"/>
        <w:szCs w:val="22"/>
      </w:rPr>
      <w:t xml:space="preserve">31.6 </w:t>
    </w:r>
    <w:r w:rsidRPr="00934967">
      <w:rPr>
        <w:sz w:val="22"/>
        <w:szCs w:val="22"/>
      </w:rPr>
      <w:t xml:space="preserve">к Положению о формах и форматах документов </w:t>
    </w:r>
    <w:r w:rsidR="00736514">
      <w:rPr>
        <w:sz w:val="22"/>
        <w:szCs w:val="22"/>
      </w:rPr>
      <w:t>НКО ЦК</w:t>
    </w:r>
    <w:r w:rsidR="00240573">
      <w:rPr>
        <w:sz w:val="22"/>
        <w:szCs w:val="22"/>
      </w:rPr>
      <w:t xml:space="preserve"> «ЭФИР»</w:t>
    </w:r>
    <w:r w:rsidR="00736514">
      <w:rPr>
        <w:sz w:val="22"/>
        <w:szCs w:val="22"/>
      </w:rPr>
      <w:t xml:space="preserve"> (АО)</w:t>
    </w:r>
  </w:p>
  <w:p w14:paraId="01A71DC2" w14:textId="77777777" w:rsidR="00B82BCD" w:rsidRDefault="00B82BCD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3070E" w14:textId="77777777" w:rsidR="00C80A7F" w:rsidRPr="00967D0D" w:rsidRDefault="00C50813" w:rsidP="00C50813">
    <w:pPr>
      <w:pStyle w:val="ad"/>
      <w:jc w:val="right"/>
      <w:rPr>
        <w:sz w:val="22"/>
        <w:szCs w:val="22"/>
      </w:rPr>
    </w:pPr>
    <w:r w:rsidRPr="00934967">
      <w:rPr>
        <w:sz w:val="22"/>
        <w:szCs w:val="22"/>
      </w:rPr>
      <w:t xml:space="preserve">Приложение </w:t>
    </w:r>
    <w:r w:rsidR="00E33803">
      <w:rPr>
        <w:sz w:val="22"/>
        <w:szCs w:val="22"/>
      </w:rPr>
      <w:t>31.</w:t>
    </w:r>
    <w:r w:rsidR="00CF541F">
      <w:rPr>
        <w:sz w:val="22"/>
        <w:szCs w:val="22"/>
      </w:rPr>
      <w:t>6</w:t>
    </w:r>
    <w:r w:rsidR="00E33803">
      <w:rPr>
        <w:sz w:val="22"/>
        <w:szCs w:val="22"/>
      </w:rPr>
      <w:t xml:space="preserve"> </w:t>
    </w:r>
    <w:r w:rsidRPr="00934967">
      <w:rPr>
        <w:sz w:val="22"/>
        <w:szCs w:val="22"/>
      </w:rPr>
      <w:t xml:space="preserve">к Положению о формах и форматах документов </w:t>
    </w:r>
    <w:r w:rsidR="00DC224D">
      <w:rPr>
        <w:sz w:val="22"/>
        <w:szCs w:val="22"/>
      </w:rPr>
      <w:t>НКО ЦК</w:t>
    </w:r>
    <w:r w:rsidR="00240573">
      <w:rPr>
        <w:sz w:val="22"/>
        <w:szCs w:val="22"/>
      </w:rPr>
      <w:t xml:space="preserve"> «ЭФИР»</w:t>
    </w:r>
    <w:r w:rsidR="00DC224D">
      <w:rPr>
        <w:sz w:val="22"/>
        <w:szCs w:val="22"/>
      </w:rPr>
      <w:t xml:space="preserve"> (АО)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4F5A9094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B0C4F41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E47B3B"/>
    <w:multiLevelType w:val="multilevel"/>
    <w:tmpl w:val="C29A18EC"/>
    <w:lvl w:ilvl="0">
      <w:start w:val="1"/>
      <w:numFmt w:val="decimal"/>
      <w:pStyle w:val="a0"/>
      <w:suff w:val="space"/>
      <w:lvlText w:val="Ф-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" w15:restartNumberingAfterBreak="0">
    <w:nsid w:val="03FB5AC5"/>
    <w:multiLevelType w:val="hybridMultilevel"/>
    <w:tmpl w:val="F564A250"/>
    <w:lvl w:ilvl="0" w:tplc="6DE430BC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682EAC"/>
    <w:multiLevelType w:val="hybridMultilevel"/>
    <w:tmpl w:val="95BAA44C"/>
    <w:lvl w:ilvl="0" w:tplc="54083C76">
      <w:start w:val="1"/>
      <w:numFmt w:val="bullet"/>
      <w:pStyle w:val="a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DC7688"/>
    <w:multiLevelType w:val="singleLevel"/>
    <w:tmpl w:val="78E0B6DA"/>
    <w:lvl w:ilvl="0">
      <w:start w:val="1"/>
      <w:numFmt w:val="bullet"/>
      <w:pStyle w:val="a2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5ED5AD9"/>
    <w:multiLevelType w:val="hybridMultilevel"/>
    <w:tmpl w:val="49FE125A"/>
    <w:lvl w:ilvl="0" w:tplc="5AB2F750">
      <w:start w:val="1"/>
      <w:numFmt w:val="bullet"/>
      <w:pStyle w:val="BulletList"/>
      <w:lvlText w:val=""/>
      <w:lvlJc w:val="left"/>
      <w:pPr>
        <w:tabs>
          <w:tab w:val="num" w:pos="473"/>
        </w:tabs>
        <w:ind w:left="471" w:hanging="358"/>
      </w:pPr>
      <w:rPr>
        <w:rFonts w:ascii="Symbol" w:hAnsi="Symbol" w:hint="default"/>
        <w:b w:val="0"/>
        <w:i w:val="0"/>
        <w:color w:val="00B0F0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CC4CF3"/>
    <w:multiLevelType w:val="multilevel"/>
    <w:tmpl w:val="3DCC2E9A"/>
    <w:lvl w:ilvl="0">
      <w:start w:val="1"/>
      <w:numFmt w:val="decimal"/>
      <w:pStyle w:val="a3"/>
      <w:suff w:val="space"/>
      <w:lvlText w:val="Таблица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473613A2"/>
    <w:multiLevelType w:val="hybridMultilevel"/>
    <w:tmpl w:val="3D6CC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860DAA"/>
    <w:multiLevelType w:val="singleLevel"/>
    <w:tmpl w:val="27E2767A"/>
    <w:lvl w:ilvl="0">
      <w:start w:val="1"/>
      <w:numFmt w:val="decimal"/>
      <w:pStyle w:val="a4"/>
      <w:lvlText w:val="%1)"/>
      <w:lvlJc w:val="left"/>
      <w:pPr>
        <w:tabs>
          <w:tab w:val="num" w:pos="927"/>
        </w:tabs>
        <w:ind w:left="0" w:firstLine="567"/>
      </w:pPr>
    </w:lvl>
  </w:abstractNum>
  <w:abstractNum w:abstractNumId="10" w15:restartNumberingAfterBreak="0">
    <w:nsid w:val="50C308F9"/>
    <w:multiLevelType w:val="hybridMultilevel"/>
    <w:tmpl w:val="3D6CC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CD62D6"/>
    <w:multiLevelType w:val="multilevel"/>
    <w:tmpl w:val="5900DD78"/>
    <w:lvl w:ilvl="0">
      <w:start w:val="1"/>
      <w:numFmt w:val="decimal"/>
      <w:pStyle w:val="1"/>
      <w:suff w:val="space"/>
      <w:lvlText w:val="%1."/>
      <w:lvlJc w:val="left"/>
      <w:pPr>
        <w:ind w:left="567" w:hanging="567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567" w:hanging="142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927" w:hanging="567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suff w:val="space"/>
      <w:lvlText w:val="%1.%2.%3.%4."/>
      <w:lvlJc w:val="left"/>
      <w:pPr>
        <w:ind w:left="567" w:firstLine="0"/>
      </w:pPr>
      <w:rPr>
        <w:rFonts w:hint="default"/>
        <w:b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5EAA62AA"/>
    <w:multiLevelType w:val="multilevel"/>
    <w:tmpl w:val="5C106836"/>
    <w:lvl w:ilvl="0">
      <w:start w:val="1"/>
      <w:numFmt w:val="decimal"/>
      <w:pStyle w:val="a5"/>
      <w:suff w:val="space"/>
      <w:lvlText w:val="Рисунок %1. "/>
      <w:lvlJc w:val="left"/>
      <w:pPr>
        <w:ind w:left="454" w:hanging="454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63590658"/>
    <w:multiLevelType w:val="singleLevel"/>
    <w:tmpl w:val="B66A7D5E"/>
    <w:lvl w:ilvl="0">
      <w:start w:val="1"/>
      <w:numFmt w:val="lowerLetter"/>
      <w:pStyle w:val="a6"/>
      <w:lvlText w:val="%1)"/>
      <w:lvlJc w:val="left"/>
      <w:pPr>
        <w:tabs>
          <w:tab w:val="num" w:pos="927"/>
        </w:tabs>
        <w:ind w:left="0" w:firstLine="567"/>
      </w:pPr>
    </w:lvl>
  </w:abstractNum>
  <w:abstractNum w:abstractNumId="14" w15:restartNumberingAfterBreak="0">
    <w:nsid w:val="64E60AEC"/>
    <w:multiLevelType w:val="singleLevel"/>
    <w:tmpl w:val="28EE7C88"/>
    <w:lvl w:ilvl="0">
      <w:start w:val="1"/>
      <w:numFmt w:val="decimal"/>
      <w:pStyle w:val="a7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4"/>
  </w:num>
  <w:num w:numId="2">
    <w:abstractNumId w:val="13"/>
  </w:num>
  <w:num w:numId="3">
    <w:abstractNumId w:val="12"/>
  </w:num>
  <w:num w:numId="4">
    <w:abstractNumId w:val="5"/>
  </w:num>
  <w:num w:numId="5">
    <w:abstractNumId w:val="7"/>
  </w:num>
  <w:num w:numId="6">
    <w:abstractNumId w:val="9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3"/>
  </w:num>
  <w:num w:numId="12">
    <w:abstractNumId w:val="11"/>
  </w:num>
  <w:num w:numId="13">
    <w:abstractNumId w:val="6"/>
  </w:num>
  <w:num w:numId="14">
    <w:abstractNumId w:val="8"/>
  </w:num>
  <w:num w:numId="15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gutterAtTop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364"/>
    <w:rsid w:val="00000867"/>
    <w:rsid w:val="00001CF3"/>
    <w:rsid w:val="00003205"/>
    <w:rsid w:val="00004C6B"/>
    <w:rsid w:val="00005D01"/>
    <w:rsid w:val="00005D16"/>
    <w:rsid w:val="0000611A"/>
    <w:rsid w:val="00010434"/>
    <w:rsid w:val="000127BA"/>
    <w:rsid w:val="00016FB9"/>
    <w:rsid w:val="000216E6"/>
    <w:rsid w:val="000248C2"/>
    <w:rsid w:val="00026886"/>
    <w:rsid w:val="00027573"/>
    <w:rsid w:val="00027A9A"/>
    <w:rsid w:val="00027CD1"/>
    <w:rsid w:val="00030146"/>
    <w:rsid w:val="00037143"/>
    <w:rsid w:val="00040E93"/>
    <w:rsid w:val="00045F65"/>
    <w:rsid w:val="00050653"/>
    <w:rsid w:val="00051C4F"/>
    <w:rsid w:val="00057DDF"/>
    <w:rsid w:val="00060755"/>
    <w:rsid w:val="00063144"/>
    <w:rsid w:val="000636B7"/>
    <w:rsid w:val="00065166"/>
    <w:rsid w:val="0006551A"/>
    <w:rsid w:val="00066042"/>
    <w:rsid w:val="00066593"/>
    <w:rsid w:val="00070F43"/>
    <w:rsid w:val="00075375"/>
    <w:rsid w:val="00075AFD"/>
    <w:rsid w:val="00076506"/>
    <w:rsid w:val="00076DF6"/>
    <w:rsid w:val="000808A5"/>
    <w:rsid w:val="000817F1"/>
    <w:rsid w:val="00082644"/>
    <w:rsid w:val="000840C7"/>
    <w:rsid w:val="000939D5"/>
    <w:rsid w:val="000A0074"/>
    <w:rsid w:val="000A01B3"/>
    <w:rsid w:val="000A073A"/>
    <w:rsid w:val="000B03BB"/>
    <w:rsid w:val="000B04B8"/>
    <w:rsid w:val="000B4026"/>
    <w:rsid w:val="000B7337"/>
    <w:rsid w:val="000C65D4"/>
    <w:rsid w:val="000D08A2"/>
    <w:rsid w:val="000E00C2"/>
    <w:rsid w:val="000E09C3"/>
    <w:rsid w:val="000E1168"/>
    <w:rsid w:val="000E1C0A"/>
    <w:rsid w:val="000E6DD4"/>
    <w:rsid w:val="000F1032"/>
    <w:rsid w:val="000F2AFE"/>
    <w:rsid w:val="001065D8"/>
    <w:rsid w:val="00106D55"/>
    <w:rsid w:val="001071A6"/>
    <w:rsid w:val="00111CB0"/>
    <w:rsid w:val="00122204"/>
    <w:rsid w:val="00122860"/>
    <w:rsid w:val="00122DF7"/>
    <w:rsid w:val="00125E62"/>
    <w:rsid w:val="00131B76"/>
    <w:rsid w:val="00132159"/>
    <w:rsid w:val="00133C8F"/>
    <w:rsid w:val="00134074"/>
    <w:rsid w:val="00134F5B"/>
    <w:rsid w:val="001363CD"/>
    <w:rsid w:val="00140A74"/>
    <w:rsid w:val="0014169B"/>
    <w:rsid w:val="00143ADE"/>
    <w:rsid w:val="00144CBA"/>
    <w:rsid w:val="00152441"/>
    <w:rsid w:val="00164857"/>
    <w:rsid w:val="0017006D"/>
    <w:rsid w:val="00172B5B"/>
    <w:rsid w:val="00175534"/>
    <w:rsid w:val="00176184"/>
    <w:rsid w:val="00183B17"/>
    <w:rsid w:val="00187619"/>
    <w:rsid w:val="001876F0"/>
    <w:rsid w:val="00192038"/>
    <w:rsid w:val="001A44EC"/>
    <w:rsid w:val="001A76B6"/>
    <w:rsid w:val="001B3078"/>
    <w:rsid w:val="001B466D"/>
    <w:rsid w:val="001B6895"/>
    <w:rsid w:val="001C20E0"/>
    <w:rsid w:val="001C5CE5"/>
    <w:rsid w:val="001C6364"/>
    <w:rsid w:val="001C65E1"/>
    <w:rsid w:val="001C6893"/>
    <w:rsid w:val="001C75EB"/>
    <w:rsid w:val="001D161F"/>
    <w:rsid w:val="001D2E10"/>
    <w:rsid w:val="001D69AA"/>
    <w:rsid w:val="001E2161"/>
    <w:rsid w:val="001E2698"/>
    <w:rsid w:val="001E5264"/>
    <w:rsid w:val="001E596C"/>
    <w:rsid w:val="001E7798"/>
    <w:rsid w:val="001F102E"/>
    <w:rsid w:val="001F120B"/>
    <w:rsid w:val="001F281A"/>
    <w:rsid w:val="002009B9"/>
    <w:rsid w:val="00201A03"/>
    <w:rsid w:val="00201BC2"/>
    <w:rsid w:val="00203124"/>
    <w:rsid w:val="00205EDB"/>
    <w:rsid w:val="00206943"/>
    <w:rsid w:val="00212623"/>
    <w:rsid w:val="00220BB8"/>
    <w:rsid w:val="00221533"/>
    <w:rsid w:val="00222728"/>
    <w:rsid w:val="00226497"/>
    <w:rsid w:val="00226C0F"/>
    <w:rsid w:val="00235733"/>
    <w:rsid w:val="00235EC0"/>
    <w:rsid w:val="002402D7"/>
    <w:rsid w:val="00240573"/>
    <w:rsid w:val="0024182A"/>
    <w:rsid w:val="00246FA9"/>
    <w:rsid w:val="00247D2C"/>
    <w:rsid w:val="00252D24"/>
    <w:rsid w:val="00254B28"/>
    <w:rsid w:val="0025589D"/>
    <w:rsid w:val="002566B0"/>
    <w:rsid w:val="0026237F"/>
    <w:rsid w:val="00263BB2"/>
    <w:rsid w:val="00263F8F"/>
    <w:rsid w:val="002656F2"/>
    <w:rsid w:val="00280F7D"/>
    <w:rsid w:val="00280FCF"/>
    <w:rsid w:val="002822E5"/>
    <w:rsid w:val="002853DC"/>
    <w:rsid w:val="002859E1"/>
    <w:rsid w:val="002868F8"/>
    <w:rsid w:val="00292F07"/>
    <w:rsid w:val="00294901"/>
    <w:rsid w:val="002A0130"/>
    <w:rsid w:val="002A1AAF"/>
    <w:rsid w:val="002A337A"/>
    <w:rsid w:val="002A6AAF"/>
    <w:rsid w:val="002B1D8D"/>
    <w:rsid w:val="002B4F73"/>
    <w:rsid w:val="002C2B6D"/>
    <w:rsid w:val="002C5068"/>
    <w:rsid w:val="002D272B"/>
    <w:rsid w:val="002D4728"/>
    <w:rsid w:val="002D60CE"/>
    <w:rsid w:val="002D6138"/>
    <w:rsid w:val="002D72B1"/>
    <w:rsid w:val="002E26E8"/>
    <w:rsid w:val="002E3172"/>
    <w:rsid w:val="002E622E"/>
    <w:rsid w:val="002E6651"/>
    <w:rsid w:val="002E771C"/>
    <w:rsid w:val="002F3966"/>
    <w:rsid w:val="002F6E14"/>
    <w:rsid w:val="003076A6"/>
    <w:rsid w:val="00312741"/>
    <w:rsid w:val="003147A5"/>
    <w:rsid w:val="0031569C"/>
    <w:rsid w:val="0032133C"/>
    <w:rsid w:val="003213BF"/>
    <w:rsid w:val="003325CB"/>
    <w:rsid w:val="0033363B"/>
    <w:rsid w:val="00334C10"/>
    <w:rsid w:val="003422F0"/>
    <w:rsid w:val="00350420"/>
    <w:rsid w:val="00351E01"/>
    <w:rsid w:val="0035626E"/>
    <w:rsid w:val="0036416A"/>
    <w:rsid w:val="003667BA"/>
    <w:rsid w:val="00370D54"/>
    <w:rsid w:val="003720DA"/>
    <w:rsid w:val="0037426C"/>
    <w:rsid w:val="00380B39"/>
    <w:rsid w:val="003824A8"/>
    <w:rsid w:val="00383398"/>
    <w:rsid w:val="00385989"/>
    <w:rsid w:val="003859FA"/>
    <w:rsid w:val="00386537"/>
    <w:rsid w:val="0039012F"/>
    <w:rsid w:val="00390268"/>
    <w:rsid w:val="00391AB0"/>
    <w:rsid w:val="00396FBF"/>
    <w:rsid w:val="003A10EB"/>
    <w:rsid w:val="003A2ECF"/>
    <w:rsid w:val="003A317E"/>
    <w:rsid w:val="003A3F9C"/>
    <w:rsid w:val="003A6ABD"/>
    <w:rsid w:val="003B086C"/>
    <w:rsid w:val="003B23DE"/>
    <w:rsid w:val="003B2F47"/>
    <w:rsid w:val="003B398B"/>
    <w:rsid w:val="003B50ED"/>
    <w:rsid w:val="003D1C86"/>
    <w:rsid w:val="003D5960"/>
    <w:rsid w:val="003E1505"/>
    <w:rsid w:val="003E6347"/>
    <w:rsid w:val="003E7E85"/>
    <w:rsid w:val="004004DD"/>
    <w:rsid w:val="0040554B"/>
    <w:rsid w:val="00405B62"/>
    <w:rsid w:val="004122AA"/>
    <w:rsid w:val="004145B3"/>
    <w:rsid w:val="00415376"/>
    <w:rsid w:val="0042321E"/>
    <w:rsid w:val="00423A6D"/>
    <w:rsid w:val="00424B88"/>
    <w:rsid w:val="00432364"/>
    <w:rsid w:val="00433090"/>
    <w:rsid w:val="0043576E"/>
    <w:rsid w:val="00440EB2"/>
    <w:rsid w:val="0044210D"/>
    <w:rsid w:val="004433A2"/>
    <w:rsid w:val="004465AD"/>
    <w:rsid w:val="004553C8"/>
    <w:rsid w:val="00457B5E"/>
    <w:rsid w:val="0046198D"/>
    <w:rsid w:val="004711D8"/>
    <w:rsid w:val="004728A3"/>
    <w:rsid w:val="004825D9"/>
    <w:rsid w:val="00484009"/>
    <w:rsid w:val="00484510"/>
    <w:rsid w:val="00484F79"/>
    <w:rsid w:val="00485814"/>
    <w:rsid w:val="00487D69"/>
    <w:rsid w:val="0049162D"/>
    <w:rsid w:val="00494211"/>
    <w:rsid w:val="004A0B84"/>
    <w:rsid w:val="004A468F"/>
    <w:rsid w:val="004A5363"/>
    <w:rsid w:val="004A5EED"/>
    <w:rsid w:val="004B4A25"/>
    <w:rsid w:val="004B6DC4"/>
    <w:rsid w:val="004C037D"/>
    <w:rsid w:val="004C1741"/>
    <w:rsid w:val="004C41D0"/>
    <w:rsid w:val="004C7517"/>
    <w:rsid w:val="004D3145"/>
    <w:rsid w:val="004D7A74"/>
    <w:rsid w:val="004E3040"/>
    <w:rsid w:val="004E39F2"/>
    <w:rsid w:val="004E4B87"/>
    <w:rsid w:val="004E6340"/>
    <w:rsid w:val="004F0EB0"/>
    <w:rsid w:val="004F18F2"/>
    <w:rsid w:val="004F25FE"/>
    <w:rsid w:val="004F7A68"/>
    <w:rsid w:val="00502A0F"/>
    <w:rsid w:val="00502AE7"/>
    <w:rsid w:val="0050738C"/>
    <w:rsid w:val="00507AD1"/>
    <w:rsid w:val="00510642"/>
    <w:rsid w:val="00517323"/>
    <w:rsid w:val="005202FB"/>
    <w:rsid w:val="00520D6C"/>
    <w:rsid w:val="00523B7D"/>
    <w:rsid w:val="00525DC1"/>
    <w:rsid w:val="00536C72"/>
    <w:rsid w:val="00537300"/>
    <w:rsid w:val="00543FDA"/>
    <w:rsid w:val="0054416A"/>
    <w:rsid w:val="005446B9"/>
    <w:rsid w:val="00545B0B"/>
    <w:rsid w:val="005501D1"/>
    <w:rsid w:val="0055041B"/>
    <w:rsid w:val="00551578"/>
    <w:rsid w:val="00554FA9"/>
    <w:rsid w:val="00556009"/>
    <w:rsid w:val="00556C0E"/>
    <w:rsid w:val="00560847"/>
    <w:rsid w:val="00563AD8"/>
    <w:rsid w:val="00564D77"/>
    <w:rsid w:val="00565333"/>
    <w:rsid w:val="005655A6"/>
    <w:rsid w:val="00567431"/>
    <w:rsid w:val="0057191E"/>
    <w:rsid w:val="00573284"/>
    <w:rsid w:val="00577DD6"/>
    <w:rsid w:val="0058438E"/>
    <w:rsid w:val="005857CA"/>
    <w:rsid w:val="00596D93"/>
    <w:rsid w:val="005A27BA"/>
    <w:rsid w:val="005A4D2A"/>
    <w:rsid w:val="005A7248"/>
    <w:rsid w:val="005B0700"/>
    <w:rsid w:val="005B1C20"/>
    <w:rsid w:val="005B3D3D"/>
    <w:rsid w:val="005B6F8C"/>
    <w:rsid w:val="005C0BD2"/>
    <w:rsid w:val="005C3DB9"/>
    <w:rsid w:val="005C5662"/>
    <w:rsid w:val="005C6F40"/>
    <w:rsid w:val="005D02F5"/>
    <w:rsid w:val="005D0D95"/>
    <w:rsid w:val="005D1CF8"/>
    <w:rsid w:val="005D2185"/>
    <w:rsid w:val="005D4967"/>
    <w:rsid w:val="005D614F"/>
    <w:rsid w:val="005D6459"/>
    <w:rsid w:val="005E015F"/>
    <w:rsid w:val="005E1564"/>
    <w:rsid w:val="005E4E8D"/>
    <w:rsid w:val="005E72A1"/>
    <w:rsid w:val="005F2A3D"/>
    <w:rsid w:val="005F552F"/>
    <w:rsid w:val="005F65A0"/>
    <w:rsid w:val="005F78A6"/>
    <w:rsid w:val="005F7996"/>
    <w:rsid w:val="00604907"/>
    <w:rsid w:val="006058E6"/>
    <w:rsid w:val="00607F1E"/>
    <w:rsid w:val="00611F1D"/>
    <w:rsid w:val="00614B24"/>
    <w:rsid w:val="006243C4"/>
    <w:rsid w:val="00630031"/>
    <w:rsid w:val="0063093D"/>
    <w:rsid w:val="00630F2E"/>
    <w:rsid w:val="0063120B"/>
    <w:rsid w:val="00642586"/>
    <w:rsid w:val="00642D1A"/>
    <w:rsid w:val="00644362"/>
    <w:rsid w:val="00644E87"/>
    <w:rsid w:val="006459F7"/>
    <w:rsid w:val="0065094D"/>
    <w:rsid w:val="0065722B"/>
    <w:rsid w:val="00661997"/>
    <w:rsid w:val="006647BA"/>
    <w:rsid w:val="00665B86"/>
    <w:rsid w:val="00674BE2"/>
    <w:rsid w:val="0067533B"/>
    <w:rsid w:val="0067581A"/>
    <w:rsid w:val="00681F8A"/>
    <w:rsid w:val="00684C34"/>
    <w:rsid w:val="00685261"/>
    <w:rsid w:val="006856F7"/>
    <w:rsid w:val="00694144"/>
    <w:rsid w:val="00695465"/>
    <w:rsid w:val="006963ED"/>
    <w:rsid w:val="00696F31"/>
    <w:rsid w:val="006A0B41"/>
    <w:rsid w:val="006A222E"/>
    <w:rsid w:val="006A4C23"/>
    <w:rsid w:val="006A60EC"/>
    <w:rsid w:val="006A6E4C"/>
    <w:rsid w:val="006B24C1"/>
    <w:rsid w:val="006B47A9"/>
    <w:rsid w:val="006B57B7"/>
    <w:rsid w:val="006B5F25"/>
    <w:rsid w:val="006C0F48"/>
    <w:rsid w:val="006C4064"/>
    <w:rsid w:val="006C4866"/>
    <w:rsid w:val="006C5B07"/>
    <w:rsid w:val="006C6205"/>
    <w:rsid w:val="006D0D5E"/>
    <w:rsid w:val="006D3259"/>
    <w:rsid w:val="006D3749"/>
    <w:rsid w:val="006D65F0"/>
    <w:rsid w:val="006E38DF"/>
    <w:rsid w:val="006F20D5"/>
    <w:rsid w:val="006F7417"/>
    <w:rsid w:val="00700241"/>
    <w:rsid w:val="007135B4"/>
    <w:rsid w:val="00714B8B"/>
    <w:rsid w:val="00715872"/>
    <w:rsid w:val="007167C1"/>
    <w:rsid w:val="00724009"/>
    <w:rsid w:val="007243FE"/>
    <w:rsid w:val="00727E28"/>
    <w:rsid w:val="00734839"/>
    <w:rsid w:val="0073571A"/>
    <w:rsid w:val="00736514"/>
    <w:rsid w:val="00741C3E"/>
    <w:rsid w:val="007466D5"/>
    <w:rsid w:val="007477AE"/>
    <w:rsid w:val="00752C38"/>
    <w:rsid w:val="00754D8A"/>
    <w:rsid w:val="00755211"/>
    <w:rsid w:val="00755A6E"/>
    <w:rsid w:val="00771C04"/>
    <w:rsid w:val="00772B51"/>
    <w:rsid w:val="0077426A"/>
    <w:rsid w:val="0077433A"/>
    <w:rsid w:val="0077626C"/>
    <w:rsid w:val="00780A49"/>
    <w:rsid w:val="007847A2"/>
    <w:rsid w:val="00790DC6"/>
    <w:rsid w:val="0079511C"/>
    <w:rsid w:val="007971E7"/>
    <w:rsid w:val="007A2AD3"/>
    <w:rsid w:val="007B3FEE"/>
    <w:rsid w:val="007B5FC7"/>
    <w:rsid w:val="007C2607"/>
    <w:rsid w:val="007C3A54"/>
    <w:rsid w:val="007D3171"/>
    <w:rsid w:val="007D4AF1"/>
    <w:rsid w:val="007D4BDE"/>
    <w:rsid w:val="007D58B6"/>
    <w:rsid w:val="007E06A9"/>
    <w:rsid w:val="007E68B7"/>
    <w:rsid w:val="007F07A5"/>
    <w:rsid w:val="007F0BC6"/>
    <w:rsid w:val="007F0D70"/>
    <w:rsid w:val="007F3F7C"/>
    <w:rsid w:val="007F6945"/>
    <w:rsid w:val="007F6E71"/>
    <w:rsid w:val="00801CD2"/>
    <w:rsid w:val="00805A9D"/>
    <w:rsid w:val="008224EF"/>
    <w:rsid w:val="00823405"/>
    <w:rsid w:val="00823D9E"/>
    <w:rsid w:val="00824F03"/>
    <w:rsid w:val="00833414"/>
    <w:rsid w:val="00843162"/>
    <w:rsid w:val="0084521E"/>
    <w:rsid w:val="00845A21"/>
    <w:rsid w:val="008567DB"/>
    <w:rsid w:val="0086138A"/>
    <w:rsid w:val="00861E02"/>
    <w:rsid w:val="0086384B"/>
    <w:rsid w:val="0087747A"/>
    <w:rsid w:val="00897CDF"/>
    <w:rsid w:val="008A6F29"/>
    <w:rsid w:val="008B27C3"/>
    <w:rsid w:val="008B38C3"/>
    <w:rsid w:val="008B3A7F"/>
    <w:rsid w:val="008B6598"/>
    <w:rsid w:val="008B7C53"/>
    <w:rsid w:val="008C0BCB"/>
    <w:rsid w:val="008C3897"/>
    <w:rsid w:val="008C44A7"/>
    <w:rsid w:val="008C525E"/>
    <w:rsid w:val="008D1371"/>
    <w:rsid w:val="008D65C0"/>
    <w:rsid w:val="008D6648"/>
    <w:rsid w:val="008E28E5"/>
    <w:rsid w:val="008E3416"/>
    <w:rsid w:val="008E6835"/>
    <w:rsid w:val="008E7C3F"/>
    <w:rsid w:val="008F0EBF"/>
    <w:rsid w:val="008F153F"/>
    <w:rsid w:val="008F1C8F"/>
    <w:rsid w:val="008F4B89"/>
    <w:rsid w:val="008F50EC"/>
    <w:rsid w:val="008F5C62"/>
    <w:rsid w:val="008F700F"/>
    <w:rsid w:val="009003E4"/>
    <w:rsid w:val="00911560"/>
    <w:rsid w:val="009160E5"/>
    <w:rsid w:val="00922B6B"/>
    <w:rsid w:val="0092325C"/>
    <w:rsid w:val="0092517B"/>
    <w:rsid w:val="00940285"/>
    <w:rsid w:val="009402C2"/>
    <w:rsid w:val="00941291"/>
    <w:rsid w:val="00942A19"/>
    <w:rsid w:val="00951A72"/>
    <w:rsid w:val="00953395"/>
    <w:rsid w:val="009601BC"/>
    <w:rsid w:val="00965759"/>
    <w:rsid w:val="00967D0D"/>
    <w:rsid w:val="00970F06"/>
    <w:rsid w:val="00973540"/>
    <w:rsid w:val="00973FCF"/>
    <w:rsid w:val="00974A21"/>
    <w:rsid w:val="009758D2"/>
    <w:rsid w:val="009772C4"/>
    <w:rsid w:val="0097794C"/>
    <w:rsid w:val="00977B51"/>
    <w:rsid w:val="00982618"/>
    <w:rsid w:val="00985506"/>
    <w:rsid w:val="009A1450"/>
    <w:rsid w:val="009A192D"/>
    <w:rsid w:val="009A63A3"/>
    <w:rsid w:val="009A66CB"/>
    <w:rsid w:val="009A696C"/>
    <w:rsid w:val="009A69A1"/>
    <w:rsid w:val="009B057E"/>
    <w:rsid w:val="009B4178"/>
    <w:rsid w:val="009C140E"/>
    <w:rsid w:val="009C4FE6"/>
    <w:rsid w:val="009D1DF6"/>
    <w:rsid w:val="009D219C"/>
    <w:rsid w:val="009D3B8A"/>
    <w:rsid w:val="009E0D57"/>
    <w:rsid w:val="009E4CAA"/>
    <w:rsid w:val="009F02FF"/>
    <w:rsid w:val="009F055E"/>
    <w:rsid w:val="009F0619"/>
    <w:rsid w:val="009F2A8C"/>
    <w:rsid w:val="009F3BC5"/>
    <w:rsid w:val="009F474B"/>
    <w:rsid w:val="009F65A1"/>
    <w:rsid w:val="00A003DC"/>
    <w:rsid w:val="00A024E1"/>
    <w:rsid w:val="00A04726"/>
    <w:rsid w:val="00A10A9A"/>
    <w:rsid w:val="00A10C47"/>
    <w:rsid w:val="00A15D64"/>
    <w:rsid w:val="00A23F29"/>
    <w:rsid w:val="00A252D5"/>
    <w:rsid w:val="00A2575E"/>
    <w:rsid w:val="00A269FA"/>
    <w:rsid w:val="00A35213"/>
    <w:rsid w:val="00A375CB"/>
    <w:rsid w:val="00A37F25"/>
    <w:rsid w:val="00A37F9C"/>
    <w:rsid w:val="00A40BB4"/>
    <w:rsid w:val="00A501AD"/>
    <w:rsid w:val="00A56E69"/>
    <w:rsid w:val="00A5790C"/>
    <w:rsid w:val="00A57AF7"/>
    <w:rsid w:val="00A60D3F"/>
    <w:rsid w:val="00A62763"/>
    <w:rsid w:val="00A63982"/>
    <w:rsid w:val="00A65FD2"/>
    <w:rsid w:val="00A662E1"/>
    <w:rsid w:val="00A72AE1"/>
    <w:rsid w:val="00A77823"/>
    <w:rsid w:val="00A80048"/>
    <w:rsid w:val="00A82646"/>
    <w:rsid w:val="00A8414C"/>
    <w:rsid w:val="00A845C2"/>
    <w:rsid w:val="00A855D5"/>
    <w:rsid w:val="00A86999"/>
    <w:rsid w:val="00A9215B"/>
    <w:rsid w:val="00A9322B"/>
    <w:rsid w:val="00AA1CAD"/>
    <w:rsid w:val="00AA3A2B"/>
    <w:rsid w:val="00AA4817"/>
    <w:rsid w:val="00AA5A64"/>
    <w:rsid w:val="00AA604D"/>
    <w:rsid w:val="00AA7957"/>
    <w:rsid w:val="00AB0369"/>
    <w:rsid w:val="00AB0A1F"/>
    <w:rsid w:val="00AB1681"/>
    <w:rsid w:val="00AB2A80"/>
    <w:rsid w:val="00AC14E3"/>
    <w:rsid w:val="00AE4DD3"/>
    <w:rsid w:val="00AE56AA"/>
    <w:rsid w:val="00AE61AA"/>
    <w:rsid w:val="00AF0245"/>
    <w:rsid w:val="00AF573F"/>
    <w:rsid w:val="00B01C8A"/>
    <w:rsid w:val="00B039DA"/>
    <w:rsid w:val="00B04FD1"/>
    <w:rsid w:val="00B05D67"/>
    <w:rsid w:val="00B101F1"/>
    <w:rsid w:val="00B103AD"/>
    <w:rsid w:val="00B15302"/>
    <w:rsid w:val="00B16CC8"/>
    <w:rsid w:val="00B171EA"/>
    <w:rsid w:val="00B1725F"/>
    <w:rsid w:val="00B229BC"/>
    <w:rsid w:val="00B24F17"/>
    <w:rsid w:val="00B27F57"/>
    <w:rsid w:val="00B302E1"/>
    <w:rsid w:val="00B327B4"/>
    <w:rsid w:val="00B36296"/>
    <w:rsid w:val="00B3695D"/>
    <w:rsid w:val="00B43425"/>
    <w:rsid w:val="00B441C4"/>
    <w:rsid w:val="00B457DE"/>
    <w:rsid w:val="00B457F7"/>
    <w:rsid w:val="00B477CE"/>
    <w:rsid w:val="00B523AA"/>
    <w:rsid w:val="00B5495B"/>
    <w:rsid w:val="00B55EFC"/>
    <w:rsid w:val="00B65344"/>
    <w:rsid w:val="00B66D1C"/>
    <w:rsid w:val="00B71005"/>
    <w:rsid w:val="00B732DE"/>
    <w:rsid w:val="00B7474C"/>
    <w:rsid w:val="00B800DA"/>
    <w:rsid w:val="00B80422"/>
    <w:rsid w:val="00B82BCD"/>
    <w:rsid w:val="00B84F20"/>
    <w:rsid w:val="00B86671"/>
    <w:rsid w:val="00B87BFB"/>
    <w:rsid w:val="00B92928"/>
    <w:rsid w:val="00B93C27"/>
    <w:rsid w:val="00BB1BC8"/>
    <w:rsid w:val="00BB2D8D"/>
    <w:rsid w:val="00BB34AE"/>
    <w:rsid w:val="00BB3680"/>
    <w:rsid w:val="00BB3B2E"/>
    <w:rsid w:val="00BB6153"/>
    <w:rsid w:val="00BC26A4"/>
    <w:rsid w:val="00BC3EBA"/>
    <w:rsid w:val="00BC5F95"/>
    <w:rsid w:val="00BC6719"/>
    <w:rsid w:val="00BD1828"/>
    <w:rsid w:val="00BD44CE"/>
    <w:rsid w:val="00BE0F15"/>
    <w:rsid w:val="00BE25AB"/>
    <w:rsid w:val="00BE3A71"/>
    <w:rsid w:val="00BE7498"/>
    <w:rsid w:val="00BF09BD"/>
    <w:rsid w:val="00BF0F9A"/>
    <w:rsid w:val="00BF1787"/>
    <w:rsid w:val="00BF7EC0"/>
    <w:rsid w:val="00C01E99"/>
    <w:rsid w:val="00C023B9"/>
    <w:rsid w:val="00C02C2D"/>
    <w:rsid w:val="00C0652F"/>
    <w:rsid w:val="00C06EDA"/>
    <w:rsid w:val="00C1403F"/>
    <w:rsid w:val="00C154A1"/>
    <w:rsid w:val="00C16B41"/>
    <w:rsid w:val="00C21140"/>
    <w:rsid w:val="00C212F3"/>
    <w:rsid w:val="00C3046E"/>
    <w:rsid w:val="00C31258"/>
    <w:rsid w:val="00C36255"/>
    <w:rsid w:val="00C374A6"/>
    <w:rsid w:val="00C42672"/>
    <w:rsid w:val="00C44CCE"/>
    <w:rsid w:val="00C4631C"/>
    <w:rsid w:val="00C50813"/>
    <w:rsid w:val="00C534E6"/>
    <w:rsid w:val="00C5611D"/>
    <w:rsid w:val="00C64ED9"/>
    <w:rsid w:val="00C65A7A"/>
    <w:rsid w:val="00C65BC9"/>
    <w:rsid w:val="00C70FAD"/>
    <w:rsid w:val="00C7513F"/>
    <w:rsid w:val="00C757A5"/>
    <w:rsid w:val="00C7704F"/>
    <w:rsid w:val="00C77289"/>
    <w:rsid w:val="00C77DF8"/>
    <w:rsid w:val="00C80A7F"/>
    <w:rsid w:val="00C810C4"/>
    <w:rsid w:val="00C81620"/>
    <w:rsid w:val="00C91302"/>
    <w:rsid w:val="00C9517B"/>
    <w:rsid w:val="00C96162"/>
    <w:rsid w:val="00C963A2"/>
    <w:rsid w:val="00CA290B"/>
    <w:rsid w:val="00CA3B68"/>
    <w:rsid w:val="00CA6CC0"/>
    <w:rsid w:val="00CB2E43"/>
    <w:rsid w:val="00CC5EBE"/>
    <w:rsid w:val="00CD0C23"/>
    <w:rsid w:val="00CD12D1"/>
    <w:rsid w:val="00CD7C09"/>
    <w:rsid w:val="00CE3AB5"/>
    <w:rsid w:val="00CE3B51"/>
    <w:rsid w:val="00CE6181"/>
    <w:rsid w:val="00CF541F"/>
    <w:rsid w:val="00CF7A17"/>
    <w:rsid w:val="00CF7C7C"/>
    <w:rsid w:val="00D04F73"/>
    <w:rsid w:val="00D0551B"/>
    <w:rsid w:val="00D061C9"/>
    <w:rsid w:val="00D07119"/>
    <w:rsid w:val="00D12107"/>
    <w:rsid w:val="00D12320"/>
    <w:rsid w:val="00D12B89"/>
    <w:rsid w:val="00D1336F"/>
    <w:rsid w:val="00D23507"/>
    <w:rsid w:val="00D24EB7"/>
    <w:rsid w:val="00D26ABC"/>
    <w:rsid w:val="00D320A7"/>
    <w:rsid w:val="00D36588"/>
    <w:rsid w:val="00D3682C"/>
    <w:rsid w:val="00D403AB"/>
    <w:rsid w:val="00D4123E"/>
    <w:rsid w:val="00D42FBD"/>
    <w:rsid w:val="00D51CDF"/>
    <w:rsid w:val="00D54121"/>
    <w:rsid w:val="00D6039A"/>
    <w:rsid w:val="00D6188C"/>
    <w:rsid w:val="00D67BFA"/>
    <w:rsid w:val="00D74E38"/>
    <w:rsid w:val="00D81D95"/>
    <w:rsid w:val="00D95FA7"/>
    <w:rsid w:val="00DA5D77"/>
    <w:rsid w:val="00DA6DE8"/>
    <w:rsid w:val="00DC224D"/>
    <w:rsid w:val="00DC2292"/>
    <w:rsid w:val="00DC3BBD"/>
    <w:rsid w:val="00DD043D"/>
    <w:rsid w:val="00DD2C46"/>
    <w:rsid w:val="00DE2984"/>
    <w:rsid w:val="00DE5787"/>
    <w:rsid w:val="00DF2736"/>
    <w:rsid w:val="00DF3A90"/>
    <w:rsid w:val="00DF5229"/>
    <w:rsid w:val="00DF5BD0"/>
    <w:rsid w:val="00DF6AD0"/>
    <w:rsid w:val="00DF7A2F"/>
    <w:rsid w:val="00E02387"/>
    <w:rsid w:val="00E02A40"/>
    <w:rsid w:val="00E041A3"/>
    <w:rsid w:val="00E04B7B"/>
    <w:rsid w:val="00E06AE6"/>
    <w:rsid w:val="00E07DEC"/>
    <w:rsid w:val="00E121C9"/>
    <w:rsid w:val="00E22A16"/>
    <w:rsid w:val="00E27A02"/>
    <w:rsid w:val="00E32C67"/>
    <w:rsid w:val="00E3338D"/>
    <w:rsid w:val="00E337DD"/>
    <w:rsid w:val="00E33803"/>
    <w:rsid w:val="00E37F84"/>
    <w:rsid w:val="00E416F2"/>
    <w:rsid w:val="00E42986"/>
    <w:rsid w:val="00E4395F"/>
    <w:rsid w:val="00E45820"/>
    <w:rsid w:val="00E47564"/>
    <w:rsid w:val="00E47710"/>
    <w:rsid w:val="00E526AB"/>
    <w:rsid w:val="00E57DB2"/>
    <w:rsid w:val="00E61874"/>
    <w:rsid w:val="00E656D8"/>
    <w:rsid w:val="00E6788D"/>
    <w:rsid w:val="00E7408C"/>
    <w:rsid w:val="00E774D5"/>
    <w:rsid w:val="00E77E71"/>
    <w:rsid w:val="00E821D8"/>
    <w:rsid w:val="00E83D7A"/>
    <w:rsid w:val="00E841AC"/>
    <w:rsid w:val="00E90792"/>
    <w:rsid w:val="00E94F1A"/>
    <w:rsid w:val="00E957A6"/>
    <w:rsid w:val="00E97B46"/>
    <w:rsid w:val="00EA3F95"/>
    <w:rsid w:val="00EA498B"/>
    <w:rsid w:val="00EC0BA0"/>
    <w:rsid w:val="00EC2D15"/>
    <w:rsid w:val="00ED103E"/>
    <w:rsid w:val="00ED39D4"/>
    <w:rsid w:val="00ED7209"/>
    <w:rsid w:val="00ED76DE"/>
    <w:rsid w:val="00EE0EAA"/>
    <w:rsid w:val="00EE1173"/>
    <w:rsid w:val="00EE144C"/>
    <w:rsid w:val="00EE3640"/>
    <w:rsid w:val="00EE3E79"/>
    <w:rsid w:val="00EE5AD0"/>
    <w:rsid w:val="00EF00DC"/>
    <w:rsid w:val="00EF5D78"/>
    <w:rsid w:val="00F0286F"/>
    <w:rsid w:val="00F049C3"/>
    <w:rsid w:val="00F05BA4"/>
    <w:rsid w:val="00F13C7C"/>
    <w:rsid w:val="00F146AC"/>
    <w:rsid w:val="00F1477F"/>
    <w:rsid w:val="00F15796"/>
    <w:rsid w:val="00F27D88"/>
    <w:rsid w:val="00F3301F"/>
    <w:rsid w:val="00F37ED5"/>
    <w:rsid w:val="00F41449"/>
    <w:rsid w:val="00F42BCC"/>
    <w:rsid w:val="00F54F33"/>
    <w:rsid w:val="00F55D9D"/>
    <w:rsid w:val="00F573C3"/>
    <w:rsid w:val="00F620EE"/>
    <w:rsid w:val="00F626CA"/>
    <w:rsid w:val="00F62818"/>
    <w:rsid w:val="00F65ECE"/>
    <w:rsid w:val="00F745C8"/>
    <w:rsid w:val="00F809F0"/>
    <w:rsid w:val="00F810F5"/>
    <w:rsid w:val="00F82694"/>
    <w:rsid w:val="00F92A7C"/>
    <w:rsid w:val="00F97FEA"/>
    <w:rsid w:val="00FA0492"/>
    <w:rsid w:val="00FA41BD"/>
    <w:rsid w:val="00FA47D5"/>
    <w:rsid w:val="00FA6C3E"/>
    <w:rsid w:val="00FA78EE"/>
    <w:rsid w:val="00FB36DC"/>
    <w:rsid w:val="00FB51B5"/>
    <w:rsid w:val="00FB5289"/>
    <w:rsid w:val="00FB5C62"/>
    <w:rsid w:val="00FB6C10"/>
    <w:rsid w:val="00FC384C"/>
    <w:rsid w:val="00FC40B3"/>
    <w:rsid w:val="00FC5681"/>
    <w:rsid w:val="00FC70B6"/>
    <w:rsid w:val="00FC71CB"/>
    <w:rsid w:val="00FC788F"/>
    <w:rsid w:val="00FD24CD"/>
    <w:rsid w:val="00FE634F"/>
    <w:rsid w:val="00FE7796"/>
    <w:rsid w:val="00FF73BF"/>
    <w:rsid w:val="00FF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8BC133"/>
  <w15:chartTrackingRefBased/>
  <w15:docId w15:val="{912DD008-85CE-4679-A5CE-60B3EB866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iPriority="35" w:unhideWhenUsed="1" w:qFormat="1"/>
    <w:lsdException w:name="endnote reference" w:uiPriority="99"/>
    <w:lsdException w:name="endnote text" w:uiPriority="99"/>
    <w:lsdException w:name="Title" w:qFormat="1"/>
    <w:lsdException w:name="Subtitle" w:uiPriority="11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8">
    <w:name w:val="Normal"/>
    <w:qFormat/>
    <w:rsid w:val="003A10EB"/>
    <w:rPr>
      <w:sz w:val="24"/>
      <w:szCs w:val="24"/>
    </w:rPr>
  </w:style>
  <w:style w:type="paragraph" w:styleId="10">
    <w:name w:val="heading 1"/>
    <w:aliases w:val="H1,BSC Nadpis 1.úrovně,Nadpis I,BSC Nadpis,1 urovne"/>
    <w:basedOn w:val="a8"/>
    <w:next w:val="a8"/>
    <w:link w:val="11"/>
    <w:uiPriority w:val="9"/>
    <w:qFormat/>
    <w:rsid w:val="00C80A7F"/>
    <w:pPr>
      <w:keepNext/>
      <w:spacing w:before="120" w:after="120"/>
      <w:jc w:val="both"/>
      <w:outlineLvl w:val="0"/>
    </w:pPr>
    <w:rPr>
      <w:b/>
      <w:caps/>
      <w:kern w:val="28"/>
      <w:sz w:val="28"/>
      <w:szCs w:val="20"/>
    </w:rPr>
  </w:style>
  <w:style w:type="paragraph" w:styleId="2">
    <w:name w:val="heading 2"/>
    <w:aliases w:val="Indented Heading,H2,H21,H22,Indented Heading1,Indented Heading2,Indented Heading3,Indented Heading4,H23,H211,H221,Indented Heading5,Indented Heading6,Indented Heading7,H24,H212,H222,Indented Heading8,H25,H213,H223,Indented Heading9,H26,H214"/>
    <w:basedOn w:val="a8"/>
    <w:next w:val="a8"/>
    <w:link w:val="20"/>
    <w:uiPriority w:val="9"/>
    <w:qFormat/>
    <w:rsid w:val="00C80A7F"/>
    <w:pPr>
      <w:keepNext/>
      <w:spacing w:before="120" w:after="120"/>
      <w:jc w:val="both"/>
      <w:outlineLvl w:val="1"/>
    </w:pPr>
    <w:rPr>
      <w:b/>
      <w:iCs/>
      <w:sz w:val="28"/>
      <w:szCs w:val="20"/>
    </w:rPr>
  </w:style>
  <w:style w:type="paragraph" w:styleId="30">
    <w:name w:val="heading 3"/>
    <w:aliases w:val="o,H3"/>
    <w:basedOn w:val="a8"/>
    <w:next w:val="a8"/>
    <w:link w:val="31"/>
    <w:uiPriority w:val="9"/>
    <w:qFormat/>
    <w:rsid w:val="00C80A7F"/>
    <w:pPr>
      <w:keepNext/>
      <w:spacing w:before="120" w:after="120"/>
      <w:jc w:val="both"/>
      <w:outlineLvl w:val="2"/>
    </w:pPr>
    <w:rPr>
      <w:b/>
      <w:iCs/>
      <w:sz w:val="26"/>
      <w:szCs w:val="20"/>
    </w:rPr>
  </w:style>
  <w:style w:type="paragraph" w:styleId="4">
    <w:name w:val="heading 4"/>
    <w:aliases w:val="H4"/>
    <w:basedOn w:val="a8"/>
    <w:next w:val="a8"/>
    <w:link w:val="40"/>
    <w:uiPriority w:val="9"/>
    <w:qFormat/>
    <w:rsid w:val="00C80A7F"/>
    <w:pPr>
      <w:keepNext/>
      <w:spacing w:before="240" w:after="60"/>
      <w:jc w:val="both"/>
      <w:outlineLvl w:val="3"/>
    </w:pPr>
    <w:rPr>
      <w:rFonts w:ascii="Arial" w:hAnsi="Arial"/>
      <w:b/>
      <w:szCs w:val="20"/>
      <w:lang w:val="en-US"/>
    </w:rPr>
  </w:style>
  <w:style w:type="paragraph" w:styleId="50">
    <w:name w:val="heading 5"/>
    <w:aliases w:val="H5"/>
    <w:basedOn w:val="a8"/>
    <w:next w:val="a8"/>
    <w:link w:val="51"/>
    <w:uiPriority w:val="9"/>
    <w:qFormat/>
    <w:rsid w:val="00C80A7F"/>
    <w:pPr>
      <w:spacing w:before="240" w:after="60"/>
      <w:jc w:val="both"/>
      <w:outlineLvl w:val="4"/>
    </w:pPr>
    <w:rPr>
      <w:sz w:val="22"/>
      <w:szCs w:val="20"/>
    </w:rPr>
  </w:style>
  <w:style w:type="paragraph" w:styleId="6">
    <w:name w:val="heading 6"/>
    <w:aliases w:val="H6,(Название продукта)"/>
    <w:basedOn w:val="a8"/>
    <w:next w:val="a8"/>
    <w:link w:val="60"/>
    <w:uiPriority w:val="9"/>
    <w:qFormat/>
    <w:rsid w:val="00C80A7F"/>
    <w:pPr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aliases w:val="Название составляющей метрики"/>
    <w:basedOn w:val="a8"/>
    <w:next w:val="a8"/>
    <w:link w:val="70"/>
    <w:uiPriority w:val="9"/>
    <w:qFormat/>
    <w:rsid w:val="00C80A7F"/>
    <w:pPr>
      <w:spacing w:before="240" w:after="60"/>
      <w:jc w:val="both"/>
      <w:outlineLvl w:val="6"/>
    </w:pPr>
    <w:rPr>
      <w:rFonts w:ascii="Arial" w:hAnsi="Arial"/>
      <w:szCs w:val="20"/>
    </w:rPr>
  </w:style>
  <w:style w:type="paragraph" w:styleId="8">
    <w:name w:val="heading 8"/>
    <w:basedOn w:val="a8"/>
    <w:next w:val="a8"/>
    <w:link w:val="80"/>
    <w:uiPriority w:val="9"/>
    <w:qFormat/>
    <w:rsid w:val="00C80A7F"/>
    <w:pPr>
      <w:spacing w:before="240" w:after="60"/>
      <w:jc w:val="both"/>
      <w:outlineLvl w:val="7"/>
    </w:pPr>
    <w:rPr>
      <w:rFonts w:ascii="Arial" w:hAnsi="Arial"/>
      <w:i/>
      <w:szCs w:val="20"/>
    </w:rPr>
  </w:style>
  <w:style w:type="paragraph" w:styleId="9">
    <w:name w:val="heading 9"/>
    <w:basedOn w:val="a8"/>
    <w:next w:val="a8"/>
    <w:link w:val="90"/>
    <w:uiPriority w:val="9"/>
    <w:qFormat/>
    <w:rsid w:val="00C80A7F"/>
    <w:p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1">
    <w:name w:val="Заголовок 1 Знак"/>
    <w:aliases w:val="H1 Знак,BSC Nadpis 1.úrovně Знак,Nadpis I Знак,BSC Nadpis Знак,1 urovne Знак"/>
    <w:link w:val="10"/>
    <w:uiPriority w:val="9"/>
    <w:rsid w:val="00C80A7F"/>
    <w:rPr>
      <w:b/>
      <w:caps/>
      <w:kern w:val="28"/>
      <w:sz w:val="28"/>
    </w:rPr>
  </w:style>
  <w:style w:type="character" w:customStyle="1" w:styleId="20">
    <w:name w:val="Заголовок 2 Знак"/>
    <w:aliases w:val="Indented Heading Знак,H2 Знак,H21 Знак,H22 Знак,Indented Heading1 Знак,Indented Heading2 Знак,Indented Heading3 Знак,Indented Heading4 Знак,H23 Знак,H211 Знак,H221 Знак,Indented Heading5 Знак,Indented Heading6 Знак,H24 Знак,H212 Знак"/>
    <w:link w:val="2"/>
    <w:uiPriority w:val="9"/>
    <w:rsid w:val="00C80A7F"/>
    <w:rPr>
      <w:b/>
      <w:iCs/>
      <w:sz w:val="28"/>
    </w:rPr>
  </w:style>
  <w:style w:type="character" w:customStyle="1" w:styleId="31">
    <w:name w:val="Заголовок 3 Знак"/>
    <w:aliases w:val="o Знак,H3 Знак"/>
    <w:link w:val="30"/>
    <w:uiPriority w:val="9"/>
    <w:rsid w:val="00C80A7F"/>
    <w:rPr>
      <w:b/>
      <w:iCs/>
      <w:sz w:val="26"/>
    </w:rPr>
  </w:style>
  <w:style w:type="character" w:customStyle="1" w:styleId="40">
    <w:name w:val="Заголовок 4 Знак"/>
    <w:aliases w:val="H4 Знак"/>
    <w:link w:val="4"/>
    <w:uiPriority w:val="9"/>
    <w:rsid w:val="00C80A7F"/>
    <w:rPr>
      <w:rFonts w:ascii="Arial" w:hAnsi="Arial"/>
      <w:b/>
      <w:sz w:val="24"/>
      <w:lang w:val="en-US"/>
    </w:rPr>
  </w:style>
  <w:style w:type="character" w:customStyle="1" w:styleId="51">
    <w:name w:val="Заголовок 5 Знак"/>
    <w:aliases w:val="H5 Знак"/>
    <w:link w:val="50"/>
    <w:uiPriority w:val="9"/>
    <w:rsid w:val="00C80A7F"/>
    <w:rPr>
      <w:sz w:val="22"/>
    </w:rPr>
  </w:style>
  <w:style w:type="character" w:customStyle="1" w:styleId="60">
    <w:name w:val="Заголовок 6 Знак"/>
    <w:aliases w:val="H6 Знак,(Название продукта) Знак"/>
    <w:link w:val="6"/>
    <w:uiPriority w:val="9"/>
    <w:rsid w:val="00C80A7F"/>
    <w:rPr>
      <w:i/>
      <w:sz w:val="22"/>
    </w:rPr>
  </w:style>
  <w:style w:type="character" w:customStyle="1" w:styleId="70">
    <w:name w:val="Заголовок 7 Знак"/>
    <w:aliases w:val="Название составляющей метрики Знак"/>
    <w:link w:val="7"/>
    <w:uiPriority w:val="9"/>
    <w:rsid w:val="00C80A7F"/>
    <w:rPr>
      <w:rFonts w:ascii="Arial" w:hAnsi="Arial"/>
      <w:sz w:val="24"/>
    </w:rPr>
  </w:style>
  <w:style w:type="character" w:customStyle="1" w:styleId="80">
    <w:name w:val="Заголовок 8 Знак"/>
    <w:link w:val="8"/>
    <w:uiPriority w:val="9"/>
    <w:rsid w:val="00C80A7F"/>
    <w:rPr>
      <w:rFonts w:ascii="Arial" w:hAnsi="Arial"/>
      <w:i/>
      <w:sz w:val="24"/>
    </w:rPr>
  </w:style>
  <w:style w:type="character" w:customStyle="1" w:styleId="90">
    <w:name w:val="Заголовок 9 Знак"/>
    <w:link w:val="9"/>
    <w:uiPriority w:val="9"/>
    <w:rsid w:val="00C80A7F"/>
    <w:rPr>
      <w:rFonts w:ascii="Arial" w:hAnsi="Arial"/>
      <w:b/>
      <w:i/>
      <w:sz w:val="18"/>
    </w:rPr>
  </w:style>
  <w:style w:type="table" w:styleId="ac">
    <w:name w:val="Table Grid"/>
    <w:basedOn w:val="aa"/>
    <w:uiPriority w:val="39"/>
    <w:rsid w:val="00696F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8"/>
    <w:link w:val="ae"/>
    <w:uiPriority w:val="99"/>
    <w:rsid w:val="006B47A9"/>
    <w:pPr>
      <w:tabs>
        <w:tab w:val="center" w:pos="4677"/>
        <w:tab w:val="right" w:pos="9355"/>
      </w:tabs>
    </w:pPr>
  </w:style>
  <w:style w:type="paragraph" w:styleId="af">
    <w:name w:val="footer"/>
    <w:basedOn w:val="a8"/>
    <w:link w:val="af0"/>
    <w:uiPriority w:val="99"/>
    <w:rsid w:val="006B47A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502AE7"/>
    <w:rPr>
      <w:sz w:val="24"/>
      <w:szCs w:val="24"/>
    </w:rPr>
  </w:style>
  <w:style w:type="character" w:styleId="af1">
    <w:name w:val="page number"/>
    <w:basedOn w:val="a9"/>
    <w:rsid w:val="0046198D"/>
  </w:style>
  <w:style w:type="paragraph" w:styleId="af2">
    <w:name w:val="Balloon Text"/>
    <w:basedOn w:val="a8"/>
    <w:link w:val="af3"/>
    <w:uiPriority w:val="99"/>
    <w:semiHidden/>
    <w:rsid w:val="00201BC2"/>
    <w:rPr>
      <w:rFonts w:ascii="Tahoma" w:hAnsi="Tahoma" w:cs="Tahoma"/>
      <w:sz w:val="16"/>
      <w:szCs w:val="16"/>
    </w:rPr>
  </w:style>
  <w:style w:type="paragraph" w:styleId="af4">
    <w:name w:val="List Paragraph"/>
    <w:aliases w:val="Содержание. 2 уровень"/>
    <w:basedOn w:val="a8"/>
    <w:link w:val="af5"/>
    <w:uiPriority w:val="34"/>
    <w:qFormat/>
    <w:rsid w:val="005106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6">
    <w:name w:val="footnote text"/>
    <w:aliases w:val=" Знак"/>
    <w:basedOn w:val="a8"/>
    <w:link w:val="af7"/>
    <w:unhideWhenUsed/>
    <w:rsid w:val="00122DF7"/>
    <w:rPr>
      <w:rFonts w:ascii="Calibri" w:eastAsia="Calibri" w:hAnsi="Calibri"/>
      <w:sz w:val="20"/>
      <w:szCs w:val="20"/>
      <w:lang w:eastAsia="en-US"/>
    </w:rPr>
  </w:style>
  <w:style w:type="character" w:customStyle="1" w:styleId="af7">
    <w:name w:val="Текст сноски Знак"/>
    <w:aliases w:val=" Знак Знак"/>
    <w:link w:val="af6"/>
    <w:rsid w:val="00122DF7"/>
    <w:rPr>
      <w:rFonts w:ascii="Calibri" w:eastAsia="Calibri" w:hAnsi="Calibri"/>
      <w:lang w:eastAsia="en-US"/>
    </w:rPr>
  </w:style>
  <w:style w:type="character" w:styleId="af8">
    <w:name w:val="footnote reference"/>
    <w:unhideWhenUsed/>
    <w:rsid w:val="00122DF7"/>
    <w:rPr>
      <w:vertAlign w:val="superscript"/>
    </w:rPr>
  </w:style>
  <w:style w:type="character" w:styleId="af9">
    <w:name w:val="annotation reference"/>
    <w:rsid w:val="002E26E8"/>
    <w:rPr>
      <w:sz w:val="16"/>
      <w:szCs w:val="16"/>
    </w:rPr>
  </w:style>
  <w:style w:type="paragraph" w:styleId="afa">
    <w:name w:val="annotation text"/>
    <w:basedOn w:val="a8"/>
    <w:link w:val="afb"/>
    <w:rsid w:val="002E26E8"/>
    <w:rPr>
      <w:sz w:val="20"/>
      <w:szCs w:val="20"/>
    </w:rPr>
  </w:style>
  <w:style w:type="character" w:customStyle="1" w:styleId="afb">
    <w:name w:val="Текст примечания Знак"/>
    <w:basedOn w:val="a9"/>
    <w:link w:val="afa"/>
    <w:rsid w:val="002E26E8"/>
  </w:style>
  <w:style w:type="paragraph" w:styleId="afc">
    <w:name w:val="annotation subject"/>
    <w:basedOn w:val="afa"/>
    <w:next w:val="afa"/>
    <w:link w:val="afd"/>
    <w:rsid w:val="002E26E8"/>
    <w:rPr>
      <w:b/>
      <w:bCs/>
    </w:rPr>
  </w:style>
  <w:style w:type="character" w:customStyle="1" w:styleId="afd">
    <w:name w:val="Тема примечания Знак"/>
    <w:link w:val="afc"/>
    <w:rsid w:val="002E26E8"/>
    <w:rPr>
      <w:b/>
      <w:bCs/>
    </w:rPr>
  </w:style>
  <w:style w:type="paragraph" w:customStyle="1" w:styleId="afe">
    <w:name w:val="Название"/>
    <w:basedOn w:val="a8"/>
    <w:qFormat/>
    <w:rsid w:val="00C80A7F"/>
    <w:pPr>
      <w:spacing w:before="240" w:after="240"/>
      <w:jc w:val="center"/>
      <w:outlineLvl w:val="0"/>
    </w:pPr>
    <w:rPr>
      <w:b/>
      <w:caps/>
      <w:kern w:val="28"/>
      <w:sz w:val="28"/>
      <w:szCs w:val="20"/>
    </w:rPr>
  </w:style>
  <w:style w:type="paragraph" w:styleId="12">
    <w:name w:val="toc 1"/>
    <w:basedOn w:val="a8"/>
    <w:next w:val="a8"/>
    <w:autoRedefine/>
    <w:uiPriority w:val="39"/>
    <w:rsid w:val="00C80A7F"/>
    <w:pPr>
      <w:tabs>
        <w:tab w:val="right" w:leader="dot" w:pos="9627"/>
      </w:tabs>
      <w:spacing w:before="120" w:after="120"/>
      <w:jc w:val="both"/>
    </w:pPr>
    <w:rPr>
      <w:b/>
      <w:caps/>
      <w:szCs w:val="20"/>
    </w:rPr>
  </w:style>
  <w:style w:type="paragraph" w:styleId="aff">
    <w:name w:val="toa heading"/>
    <w:basedOn w:val="a8"/>
    <w:next w:val="a8"/>
    <w:rsid w:val="00C80A7F"/>
    <w:pPr>
      <w:spacing w:before="120" w:after="60"/>
      <w:jc w:val="both"/>
    </w:pPr>
    <w:rPr>
      <w:rFonts w:ascii="Arial" w:hAnsi="Arial"/>
      <w:b/>
      <w:szCs w:val="20"/>
    </w:rPr>
  </w:style>
  <w:style w:type="paragraph" w:styleId="21">
    <w:name w:val="toc 2"/>
    <w:basedOn w:val="a8"/>
    <w:next w:val="a8"/>
    <w:autoRedefine/>
    <w:uiPriority w:val="39"/>
    <w:rsid w:val="00C80A7F"/>
    <w:pPr>
      <w:tabs>
        <w:tab w:val="left" w:pos="851"/>
        <w:tab w:val="right" w:leader="dot" w:pos="9639"/>
      </w:tabs>
      <w:spacing w:before="60" w:after="60"/>
      <w:ind w:left="284"/>
      <w:jc w:val="both"/>
    </w:pPr>
    <w:rPr>
      <w:smallCaps/>
      <w:szCs w:val="20"/>
    </w:rPr>
  </w:style>
  <w:style w:type="paragraph" w:styleId="32">
    <w:name w:val="toc 3"/>
    <w:basedOn w:val="a8"/>
    <w:next w:val="a8"/>
    <w:autoRedefine/>
    <w:uiPriority w:val="39"/>
    <w:rsid w:val="00C80A7F"/>
    <w:pPr>
      <w:tabs>
        <w:tab w:val="left" w:pos="1276"/>
        <w:tab w:val="right" w:leader="dot" w:pos="9639"/>
      </w:tabs>
      <w:spacing w:before="60" w:after="60"/>
      <w:ind w:left="567"/>
      <w:jc w:val="both"/>
    </w:pPr>
    <w:rPr>
      <w:i/>
      <w:szCs w:val="20"/>
    </w:rPr>
  </w:style>
  <w:style w:type="paragraph" w:styleId="41">
    <w:name w:val="toc 4"/>
    <w:basedOn w:val="a8"/>
    <w:next w:val="a8"/>
    <w:autoRedefine/>
    <w:rsid w:val="00C80A7F"/>
    <w:pPr>
      <w:spacing w:before="60" w:after="60"/>
      <w:ind w:left="600"/>
      <w:jc w:val="both"/>
    </w:pPr>
    <w:rPr>
      <w:sz w:val="18"/>
      <w:szCs w:val="20"/>
    </w:rPr>
  </w:style>
  <w:style w:type="paragraph" w:styleId="52">
    <w:name w:val="toc 5"/>
    <w:basedOn w:val="a8"/>
    <w:next w:val="a8"/>
    <w:autoRedefine/>
    <w:rsid w:val="00C80A7F"/>
    <w:pPr>
      <w:spacing w:before="60" w:after="60"/>
      <w:ind w:left="800"/>
      <w:jc w:val="both"/>
    </w:pPr>
    <w:rPr>
      <w:sz w:val="18"/>
      <w:szCs w:val="20"/>
    </w:rPr>
  </w:style>
  <w:style w:type="paragraph" w:styleId="61">
    <w:name w:val="toc 6"/>
    <w:basedOn w:val="a8"/>
    <w:next w:val="a8"/>
    <w:autoRedefine/>
    <w:rsid w:val="00C80A7F"/>
    <w:pPr>
      <w:spacing w:before="60" w:after="60"/>
      <w:ind w:left="1000"/>
      <w:jc w:val="both"/>
    </w:pPr>
    <w:rPr>
      <w:sz w:val="18"/>
      <w:szCs w:val="20"/>
    </w:rPr>
  </w:style>
  <w:style w:type="paragraph" w:styleId="71">
    <w:name w:val="toc 7"/>
    <w:basedOn w:val="a8"/>
    <w:next w:val="a8"/>
    <w:autoRedefine/>
    <w:rsid w:val="00C80A7F"/>
    <w:pPr>
      <w:spacing w:before="60" w:after="60"/>
      <w:ind w:left="1200"/>
      <w:jc w:val="both"/>
    </w:pPr>
    <w:rPr>
      <w:sz w:val="18"/>
      <w:szCs w:val="20"/>
    </w:rPr>
  </w:style>
  <w:style w:type="paragraph" w:styleId="81">
    <w:name w:val="toc 8"/>
    <w:basedOn w:val="a8"/>
    <w:next w:val="a8"/>
    <w:autoRedefine/>
    <w:rsid w:val="00C80A7F"/>
    <w:pPr>
      <w:spacing w:before="60" w:after="60"/>
      <w:ind w:left="1400"/>
      <w:jc w:val="both"/>
    </w:pPr>
    <w:rPr>
      <w:sz w:val="18"/>
      <w:szCs w:val="20"/>
    </w:rPr>
  </w:style>
  <w:style w:type="paragraph" w:styleId="91">
    <w:name w:val="toc 9"/>
    <w:basedOn w:val="a8"/>
    <w:next w:val="a8"/>
    <w:autoRedefine/>
    <w:rsid w:val="00C80A7F"/>
    <w:pPr>
      <w:spacing w:before="60" w:after="60"/>
      <w:ind w:left="1600"/>
      <w:jc w:val="both"/>
    </w:pPr>
    <w:rPr>
      <w:sz w:val="18"/>
      <w:szCs w:val="20"/>
    </w:rPr>
  </w:style>
  <w:style w:type="paragraph" w:styleId="aff0">
    <w:name w:val="Body Text"/>
    <w:basedOn w:val="a8"/>
    <w:link w:val="aff1"/>
    <w:rsid w:val="00C80A7F"/>
    <w:pPr>
      <w:spacing w:before="60" w:after="60"/>
      <w:jc w:val="both"/>
    </w:pPr>
    <w:rPr>
      <w:szCs w:val="20"/>
    </w:rPr>
  </w:style>
  <w:style w:type="character" w:customStyle="1" w:styleId="aff1">
    <w:name w:val="Основной текст Знак"/>
    <w:link w:val="aff0"/>
    <w:rsid w:val="00C80A7F"/>
    <w:rPr>
      <w:sz w:val="24"/>
    </w:rPr>
  </w:style>
  <w:style w:type="character" w:styleId="aff2">
    <w:name w:val="Hyperlink"/>
    <w:uiPriority w:val="99"/>
    <w:rsid w:val="00C80A7F"/>
    <w:rPr>
      <w:color w:val="0000FF"/>
      <w:u w:val="single"/>
    </w:rPr>
  </w:style>
  <w:style w:type="paragraph" w:customStyle="1" w:styleId="a7">
    <w:name w:val="Нумерованный список для ссылок"/>
    <w:basedOn w:val="afa"/>
    <w:next w:val="a8"/>
    <w:rsid w:val="00C80A7F"/>
    <w:pPr>
      <w:numPr>
        <w:numId w:val="1"/>
      </w:numPr>
      <w:suppressLineNumbers/>
      <w:spacing w:before="60" w:after="60"/>
      <w:jc w:val="both"/>
    </w:pPr>
    <w:rPr>
      <w:i/>
      <w:sz w:val="24"/>
    </w:rPr>
  </w:style>
  <w:style w:type="paragraph" w:customStyle="1" w:styleId="aff3">
    <w:name w:val="Наименование программы"/>
    <w:basedOn w:val="a8"/>
    <w:rsid w:val="00C80A7F"/>
    <w:pPr>
      <w:spacing w:before="120" w:after="60" w:line="360" w:lineRule="auto"/>
      <w:ind w:firstLine="567"/>
      <w:jc w:val="center"/>
    </w:pPr>
    <w:rPr>
      <w:rFonts w:ascii="Arial" w:hAnsi="Arial"/>
      <w:b/>
      <w:caps/>
      <w:noProof/>
      <w:sz w:val="28"/>
      <w:szCs w:val="20"/>
    </w:rPr>
  </w:style>
  <w:style w:type="paragraph" w:customStyle="1" w:styleId="aff4">
    <w:name w:val="Текст в таблице"/>
    <w:basedOn w:val="a8"/>
    <w:rsid w:val="00C80A7F"/>
    <w:pPr>
      <w:keepLines/>
      <w:spacing w:before="60" w:after="60"/>
      <w:jc w:val="both"/>
    </w:pPr>
    <w:rPr>
      <w:rFonts w:ascii="Arial" w:hAnsi="Arial"/>
      <w:szCs w:val="20"/>
    </w:rPr>
  </w:style>
  <w:style w:type="paragraph" w:customStyle="1" w:styleId="a4">
    <w:name w:val="Нумерация"/>
    <w:basedOn w:val="a8"/>
    <w:rsid w:val="00C80A7F"/>
    <w:pPr>
      <w:numPr>
        <w:numId w:val="6"/>
      </w:numPr>
      <w:tabs>
        <w:tab w:val="left" w:pos="1134"/>
      </w:tabs>
      <w:spacing w:before="60" w:after="60" w:line="360" w:lineRule="auto"/>
      <w:jc w:val="both"/>
    </w:pPr>
    <w:rPr>
      <w:rFonts w:ascii="Arial" w:hAnsi="Arial"/>
      <w:noProof/>
      <w:szCs w:val="20"/>
    </w:rPr>
  </w:style>
  <w:style w:type="paragraph" w:customStyle="1" w:styleId="a6">
    <w:name w:val="Буква"/>
    <w:basedOn w:val="a4"/>
    <w:rsid w:val="00C80A7F"/>
    <w:pPr>
      <w:numPr>
        <w:numId w:val="2"/>
      </w:numPr>
    </w:pPr>
  </w:style>
  <w:style w:type="paragraph" w:customStyle="1" w:styleId="aff5">
    <w:name w:val="Содержание"/>
    <w:basedOn w:val="a8"/>
    <w:rsid w:val="00C80A7F"/>
    <w:pPr>
      <w:spacing w:before="60" w:after="60"/>
      <w:jc w:val="center"/>
    </w:pPr>
    <w:rPr>
      <w:b/>
      <w:bCs/>
      <w:sz w:val="28"/>
      <w:szCs w:val="20"/>
    </w:rPr>
  </w:style>
  <w:style w:type="paragraph" w:customStyle="1" w:styleId="22">
    <w:name w:val="Название документа 2"/>
    <w:basedOn w:val="a8"/>
    <w:rsid w:val="00C80A7F"/>
    <w:pPr>
      <w:spacing w:before="60" w:after="60"/>
      <w:jc w:val="center"/>
    </w:pPr>
    <w:rPr>
      <w:b/>
      <w:bCs/>
      <w:sz w:val="28"/>
      <w:szCs w:val="20"/>
    </w:rPr>
  </w:style>
  <w:style w:type="paragraph" w:customStyle="1" w:styleId="a5">
    <w:name w:val="Рисунок"/>
    <w:basedOn w:val="a8"/>
    <w:next w:val="a8"/>
    <w:rsid w:val="00C80A7F"/>
    <w:pPr>
      <w:numPr>
        <w:numId w:val="3"/>
      </w:numPr>
      <w:spacing w:before="60" w:after="60" w:line="360" w:lineRule="auto"/>
      <w:jc w:val="center"/>
    </w:pPr>
    <w:rPr>
      <w:rFonts w:ascii="Arial" w:hAnsi="Arial"/>
      <w:szCs w:val="20"/>
    </w:rPr>
  </w:style>
  <w:style w:type="paragraph" w:styleId="a2">
    <w:name w:val="List"/>
    <w:basedOn w:val="a8"/>
    <w:rsid w:val="00C80A7F"/>
    <w:pPr>
      <w:numPr>
        <w:numId w:val="4"/>
      </w:numPr>
      <w:tabs>
        <w:tab w:val="clear" w:pos="360"/>
        <w:tab w:val="left" w:pos="851"/>
      </w:tabs>
      <w:spacing w:before="60" w:after="60" w:line="360" w:lineRule="auto"/>
      <w:ind w:left="0" w:firstLine="567"/>
      <w:jc w:val="both"/>
    </w:pPr>
    <w:rPr>
      <w:rFonts w:ascii="Arial" w:hAnsi="Arial"/>
      <w:szCs w:val="20"/>
    </w:rPr>
  </w:style>
  <w:style w:type="paragraph" w:customStyle="1" w:styleId="a3">
    <w:name w:val="Таблица"/>
    <w:basedOn w:val="a8"/>
    <w:next w:val="a8"/>
    <w:rsid w:val="00C80A7F"/>
    <w:pPr>
      <w:numPr>
        <w:numId w:val="5"/>
      </w:numPr>
      <w:spacing w:before="60" w:after="60" w:line="360" w:lineRule="auto"/>
      <w:jc w:val="both"/>
    </w:pPr>
    <w:rPr>
      <w:rFonts w:ascii="Arial" w:hAnsi="Arial"/>
      <w:szCs w:val="20"/>
    </w:rPr>
  </w:style>
  <w:style w:type="paragraph" w:styleId="aff6">
    <w:name w:val="Document Map"/>
    <w:basedOn w:val="a8"/>
    <w:link w:val="aff7"/>
    <w:rsid w:val="00C80A7F"/>
    <w:pPr>
      <w:shd w:val="clear" w:color="auto" w:fill="000080"/>
      <w:spacing w:before="60" w:after="60"/>
      <w:jc w:val="both"/>
    </w:pPr>
    <w:rPr>
      <w:rFonts w:ascii="Tahoma" w:hAnsi="Tahoma"/>
      <w:szCs w:val="20"/>
    </w:rPr>
  </w:style>
  <w:style w:type="character" w:customStyle="1" w:styleId="aff7">
    <w:name w:val="Схема документа Знак"/>
    <w:link w:val="aff6"/>
    <w:rsid w:val="00C80A7F"/>
    <w:rPr>
      <w:rFonts w:ascii="Tahoma" w:hAnsi="Tahoma"/>
      <w:sz w:val="24"/>
      <w:shd w:val="clear" w:color="auto" w:fill="000080"/>
    </w:rPr>
  </w:style>
  <w:style w:type="character" w:customStyle="1" w:styleId="aff8">
    <w:name w:val="Знак Знак"/>
    <w:rsid w:val="00C80A7F"/>
    <w:rPr>
      <w:sz w:val="24"/>
      <w:lang w:val="ru-RU" w:eastAsia="ru-RU" w:bidi="ar-SA"/>
    </w:rPr>
  </w:style>
  <w:style w:type="paragraph" w:customStyle="1" w:styleId="aff9">
    <w:name w:val="Обычный без отступа (центр)"/>
    <w:basedOn w:val="a8"/>
    <w:rsid w:val="00C80A7F"/>
    <w:pPr>
      <w:spacing w:before="40" w:after="40"/>
      <w:jc w:val="center"/>
    </w:pPr>
    <w:rPr>
      <w:bCs/>
      <w:sz w:val="26"/>
      <w:szCs w:val="20"/>
    </w:rPr>
  </w:style>
  <w:style w:type="paragraph" w:customStyle="1" w:styleId="affa">
    <w:name w:val="Обычный (веб)"/>
    <w:basedOn w:val="a8"/>
    <w:uiPriority w:val="99"/>
    <w:rsid w:val="00C80A7F"/>
    <w:pPr>
      <w:spacing w:before="100" w:beforeAutospacing="1" w:after="100" w:afterAutospacing="1"/>
    </w:pPr>
    <w:rPr>
      <w:color w:val="663300"/>
    </w:rPr>
  </w:style>
  <w:style w:type="paragraph" w:customStyle="1" w:styleId="Tabletext">
    <w:name w:val="Tabletext"/>
    <w:basedOn w:val="a8"/>
    <w:rsid w:val="00C80A7F"/>
    <w:pPr>
      <w:keepLines/>
      <w:widowControl w:val="0"/>
      <w:spacing w:after="120" w:line="240" w:lineRule="atLeast"/>
    </w:pPr>
    <w:rPr>
      <w:sz w:val="20"/>
      <w:szCs w:val="20"/>
      <w:lang w:val="en-US" w:eastAsia="en-US"/>
    </w:rPr>
  </w:style>
  <w:style w:type="paragraph" w:customStyle="1" w:styleId="13">
    <w:name w:val="Обычный1"/>
    <w:rsid w:val="00C80A7F"/>
    <w:pPr>
      <w:spacing w:before="100" w:after="100"/>
    </w:pPr>
    <w:rPr>
      <w:snapToGrid w:val="0"/>
      <w:sz w:val="24"/>
    </w:rPr>
  </w:style>
  <w:style w:type="paragraph" w:styleId="23">
    <w:name w:val="List Bullet 2"/>
    <w:basedOn w:val="a8"/>
    <w:rsid w:val="00C80A7F"/>
    <w:pPr>
      <w:autoSpaceDE w:val="0"/>
      <w:autoSpaceDN w:val="0"/>
      <w:spacing w:after="120"/>
      <w:ind w:left="566" w:hanging="283"/>
      <w:jc w:val="both"/>
    </w:pPr>
    <w:rPr>
      <w:sz w:val="22"/>
      <w:szCs w:val="22"/>
    </w:rPr>
  </w:style>
  <w:style w:type="paragraph" w:styleId="affb">
    <w:name w:val="List Bullet"/>
    <w:aliases w:val="List Bullet 1"/>
    <w:basedOn w:val="a8"/>
    <w:rsid w:val="00C80A7F"/>
    <w:pPr>
      <w:autoSpaceDE w:val="0"/>
      <w:autoSpaceDN w:val="0"/>
      <w:spacing w:after="120"/>
      <w:ind w:left="284" w:hanging="284"/>
      <w:jc w:val="both"/>
    </w:pPr>
  </w:style>
  <w:style w:type="paragraph" w:styleId="33">
    <w:name w:val="List Bullet 3"/>
    <w:basedOn w:val="a8"/>
    <w:rsid w:val="00C80A7F"/>
    <w:pPr>
      <w:autoSpaceDE w:val="0"/>
      <w:autoSpaceDN w:val="0"/>
      <w:spacing w:after="120"/>
      <w:ind w:left="849" w:hanging="283"/>
      <w:jc w:val="both"/>
    </w:pPr>
    <w:rPr>
      <w:sz w:val="22"/>
      <w:szCs w:val="22"/>
    </w:rPr>
  </w:style>
  <w:style w:type="paragraph" w:styleId="24">
    <w:name w:val="List 2"/>
    <w:basedOn w:val="a8"/>
    <w:rsid w:val="00C80A7F"/>
    <w:pPr>
      <w:spacing w:before="60" w:after="60"/>
      <w:ind w:left="566" w:hanging="283"/>
      <w:jc w:val="both"/>
    </w:pPr>
    <w:rPr>
      <w:szCs w:val="20"/>
    </w:rPr>
  </w:style>
  <w:style w:type="paragraph" w:styleId="34">
    <w:name w:val="Body Text 3"/>
    <w:basedOn w:val="a8"/>
    <w:link w:val="35"/>
    <w:rsid w:val="00C80A7F"/>
    <w:pPr>
      <w:spacing w:before="60"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C80A7F"/>
    <w:rPr>
      <w:sz w:val="16"/>
      <w:szCs w:val="16"/>
    </w:rPr>
  </w:style>
  <w:style w:type="character" w:customStyle="1" w:styleId="affc">
    <w:name w:val="знак сноски"/>
    <w:rsid w:val="00C80A7F"/>
    <w:rPr>
      <w:vertAlign w:val="superscript"/>
    </w:rPr>
  </w:style>
  <w:style w:type="character" w:customStyle="1" w:styleId="affd">
    <w:name w:val="знак примечания"/>
    <w:rsid w:val="00C80A7F"/>
    <w:rPr>
      <w:sz w:val="16"/>
      <w:szCs w:val="16"/>
    </w:rPr>
  </w:style>
  <w:style w:type="paragraph" w:customStyle="1" w:styleId="affe">
    <w:name w:val="текст примечания"/>
    <w:basedOn w:val="a8"/>
    <w:link w:val="afff"/>
    <w:rsid w:val="00C80A7F"/>
    <w:pPr>
      <w:autoSpaceDE w:val="0"/>
      <w:autoSpaceDN w:val="0"/>
      <w:spacing w:after="120"/>
      <w:ind w:firstLine="454"/>
      <w:jc w:val="both"/>
    </w:pPr>
    <w:rPr>
      <w:sz w:val="20"/>
      <w:szCs w:val="20"/>
    </w:rPr>
  </w:style>
  <w:style w:type="character" w:customStyle="1" w:styleId="afff">
    <w:name w:val="текст примечания Знак"/>
    <w:link w:val="affe"/>
    <w:rsid w:val="00C80A7F"/>
  </w:style>
  <w:style w:type="paragraph" w:styleId="5">
    <w:name w:val="List Bullet 5"/>
    <w:basedOn w:val="a8"/>
    <w:rsid w:val="00C80A7F"/>
    <w:pPr>
      <w:numPr>
        <w:numId w:val="7"/>
      </w:numPr>
      <w:tabs>
        <w:tab w:val="clear" w:pos="1492"/>
      </w:tabs>
      <w:autoSpaceDE w:val="0"/>
      <w:autoSpaceDN w:val="0"/>
      <w:spacing w:after="120"/>
      <w:ind w:left="1415" w:hanging="283"/>
      <w:jc w:val="both"/>
    </w:pPr>
    <w:rPr>
      <w:sz w:val="22"/>
      <w:szCs w:val="22"/>
    </w:rPr>
  </w:style>
  <w:style w:type="paragraph" w:styleId="afff0">
    <w:name w:val="caption"/>
    <w:basedOn w:val="a8"/>
    <w:next w:val="a8"/>
    <w:uiPriority w:val="35"/>
    <w:qFormat/>
    <w:rsid w:val="00C80A7F"/>
    <w:pPr>
      <w:widowControl w:val="0"/>
      <w:spacing w:before="120" w:after="120" w:line="240" w:lineRule="atLeast"/>
      <w:ind w:left="680"/>
      <w:jc w:val="both"/>
    </w:pPr>
    <w:rPr>
      <w:b/>
      <w:bCs/>
      <w:sz w:val="20"/>
      <w:szCs w:val="20"/>
      <w:lang w:val="en-US" w:eastAsia="en-US"/>
    </w:rPr>
  </w:style>
  <w:style w:type="paragraph" w:customStyle="1" w:styleId="BlockQuotationFirst">
    <w:name w:val="Block Quotation First"/>
    <w:basedOn w:val="a8"/>
    <w:next w:val="a8"/>
    <w:rsid w:val="00C80A7F"/>
    <w:pPr>
      <w:keepNext/>
      <w:shd w:val="pct20" w:color="auto" w:fill="auto"/>
      <w:spacing w:after="120" w:line="220" w:lineRule="atLeast"/>
      <w:ind w:left="1366" w:right="238"/>
      <w:jc w:val="both"/>
    </w:pPr>
    <w:rPr>
      <w:rFonts w:ascii="Arial" w:hAnsi="Arial"/>
      <w:b/>
      <w:spacing w:val="-5"/>
      <w:sz w:val="20"/>
      <w:szCs w:val="20"/>
      <w:lang w:val="en-US" w:eastAsia="en-US"/>
    </w:rPr>
  </w:style>
  <w:style w:type="paragraph" w:customStyle="1" w:styleId="14">
    <w:name w:val="Название документа 1"/>
    <w:basedOn w:val="a8"/>
    <w:rsid w:val="00C80A7F"/>
    <w:pPr>
      <w:spacing w:before="60" w:after="60"/>
      <w:jc w:val="center"/>
    </w:pPr>
    <w:rPr>
      <w:b/>
      <w:bCs/>
      <w:sz w:val="44"/>
      <w:szCs w:val="20"/>
    </w:rPr>
  </w:style>
  <w:style w:type="paragraph" w:styleId="HTML">
    <w:name w:val="HTML Preformatted"/>
    <w:basedOn w:val="a8"/>
    <w:link w:val="HTML0"/>
    <w:rsid w:val="00C80A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C80A7F"/>
    <w:rPr>
      <w:rFonts w:ascii="Courier New" w:hAnsi="Courier New" w:cs="Courier New"/>
    </w:rPr>
  </w:style>
  <w:style w:type="character" w:customStyle="1" w:styleId="110">
    <w:name w:val="Обычный 11"/>
    <w:rsid w:val="00C80A7F"/>
    <w:rPr>
      <w:sz w:val="22"/>
    </w:rPr>
  </w:style>
  <w:style w:type="paragraph" w:customStyle="1" w:styleId="InfoBlue">
    <w:name w:val="InfoBlue"/>
    <w:basedOn w:val="a8"/>
    <w:next w:val="aff0"/>
    <w:link w:val="InfoBlue0"/>
    <w:rsid w:val="00C80A7F"/>
    <w:pPr>
      <w:widowControl w:val="0"/>
      <w:spacing w:line="240" w:lineRule="atLeast"/>
      <w:jc w:val="both"/>
    </w:pPr>
    <w:rPr>
      <w:i/>
      <w:color w:val="0000FF"/>
      <w:sz w:val="20"/>
      <w:szCs w:val="20"/>
      <w:lang w:eastAsia="en-US"/>
    </w:rPr>
  </w:style>
  <w:style w:type="character" w:customStyle="1" w:styleId="InfoBlue0">
    <w:name w:val="InfoBlue Знак"/>
    <w:link w:val="InfoBlue"/>
    <w:rsid w:val="00C80A7F"/>
    <w:rPr>
      <w:i/>
      <w:color w:val="0000FF"/>
      <w:lang w:eastAsia="en-US"/>
    </w:rPr>
  </w:style>
  <w:style w:type="paragraph" w:customStyle="1" w:styleId="102">
    <w:name w:val="Стиль Первая строка:  1.02 см"/>
    <w:basedOn w:val="a8"/>
    <w:rsid w:val="00C80A7F"/>
    <w:pPr>
      <w:widowControl w:val="0"/>
      <w:spacing w:after="120" w:line="240" w:lineRule="atLeast"/>
      <w:ind w:firstLine="576"/>
      <w:jc w:val="both"/>
    </w:pPr>
    <w:rPr>
      <w:sz w:val="22"/>
      <w:szCs w:val="20"/>
      <w:lang w:eastAsia="en-US"/>
    </w:rPr>
  </w:style>
  <w:style w:type="paragraph" w:customStyle="1" w:styleId="a0">
    <w:name w:val="Функциональные требования"/>
    <w:basedOn w:val="a8"/>
    <w:rsid w:val="00C80A7F"/>
    <w:pPr>
      <w:widowControl w:val="0"/>
      <w:numPr>
        <w:numId w:val="9"/>
      </w:numPr>
      <w:spacing w:after="120" w:line="240" w:lineRule="atLeast"/>
      <w:jc w:val="both"/>
    </w:pPr>
    <w:rPr>
      <w:sz w:val="20"/>
      <w:szCs w:val="20"/>
      <w:lang w:eastAsia="en-US"/>
    </w:rPr>
  </w:style>
  <w:style w:type="paragraph" w:styleId="a">
    <w:name w:val="List Number"/>
    <w:basedOn w:val="a8"/>
    <w:rsid w:val="00C80A7F"/>
    <w:pPr>
      <w:numPr>
        <w:numId w:val="8"/>
      </w:numPr>
      <w:spacing w:before="60" w:after="60"/>
      <w:contextualSpacing/>
      <w:jc w:val="both"/>
    </w:pPr>
    <w:rPr>
      <w:szCs w:val="20"/>
    </w:rPr>
  </w:style>
  <w:style w:type="character" w:styleId="afff1">
    <w:name w:val="Emphasis"/>
    <w:uiPriority w:val="20"/>
    <w:qFormat/>
    <w:rsid w:val="00C80A7F"/>
    <w:rPr>
      <w:i/>
      <w:iCs/>
    </w:rPr>
  </w:style>
  <w:style w:type="paragraph" w:customStyle="1" w:styleId="afff2">
    <w:name w:val="Обычный.Текст"/>
    <w:rsid w:val="00C80A7F"/>
    <w:pPr>
      <w:ind w:firstLine="720"/>
      <w:jc w:val="both"/>
    </w:pPr>
    <w:rPr>
      <w:sz w:val="24"/>
    </w:rPr>
  </w:style>
  <w:style w:type="paragraph" w:customStyle="1" w:styleId="afff3">
    <w:name w:val="список иллюстраций"/>
    <w:basedOn w:val="a8"/>
    <w:next w:val="a8"/>
    <w:rsid w:val="00C80A7F"/>
    <w:pPr>
      <w:tabs>
        <w:tab w:val="right" w:leader="dot" w:pos="9101"/>
      </w:tabs>
      <w:jc w:val="center"/>
    </w:pPr>
    <w:rPr>
      <w:b/>
      <w:szCs w:val="20"/>
    </w:rPr>
  </w:style>
  <w:style w:type="paragraph" w:customStyle="1" w:styleId="a1">
    <w:name w:val="Список Задачи и Функции"/>
    <w:basedOn w:val="a8"/>
    <w:rsid w:val="00C80A7F"/>
    <w:pPr>
      <w:numPr>
        <w:numId w:val="10"/>
      </w:numPr>
      <w:spacing w:before="60" w:after="60"/>
      <w:jc w:val="both"/>
    </w:pPr>
    <w:rPr>
      <w:szCs w:val="20"/>
    </w:rPr>
  </w:style>
  <w:style w:type="paragraph" w:customStyle="1" w:styleId="102ArialNarrow9">
    <w:name w:val="Стиль Стиль Первая строка:  1.02 см + Arial Narrow 9 пт полужирны..."/>
    <w:basedOn w:val="102"/>
    <w:rsid w:val="00C80A7F"/>
    <w:pPr>
      <w:ind w:firstLine="0"/>
      <w:jc w:val="center"/>
    </w:pPr>
    <w:rPr>
      <w:b/>
      <w:bCs/>
      <w:sz w:val="18"/>
    </w:rPr>
  </w:style>
  <w:style w:type="paragraph" w:customStyle="1" w:styleId="102ArialNarrow90">
    <w:name w:val="Стиль Стиль Первая строка:  1.02 см + Arial Narrow 9 пт Первая ст..."/>
    <w:basedOn w:val="102"/>
    <w:rsid w:val="00C80A7F"/>
    <w:pPr>
      <w:ind w:firstLine="0"/>
    </w:pPr>
    <w:rPr>
      <w:sz w:val="18"/>
    </w:rPr>
  </w:style>
  <w:style w:type="paragraph" w:customStyle="1" w:styleId="102ArialNarrow91">
    <w:name w:val="Стиль Стиль Первая строка:  1.02 см + Arial Narrow 9 пт Первая ст...1"/>
    <w:basedOn w:val="102"/>
    <w:rsid w:val="00C80A7F"/>
    <w:pPr>
      <w:spacing w:after="0"/>
      <w:ind w:firstLine="0"/>
    </w:pPr>
    <w:rPr>
      <w:sz w:val="18"/>
    </w:rPr>
  </w:style>
  <w:style w:type="paragraph" w:customStyle="1" w:styleId="ArialNarrow90">
    <w:name w:val="Стиль Arial Narrow 9 пт После:  0 пт"/>
    <w:basedOn w:val="a8"/>
    <w:rsid w:val="00C80A7F"/>
    <w:pPr>
      <w:spacing w:before="60"/>
      <w:jc w:val="both"/>
    </w:pPr>
    <w:rPr>
      <w:sz w:val="18"/>
      <w:szCs w:val="20"/>
    </w:rPr>
  </w:style>
  <w:style w:type="paragraph" w:customStyle="1" w:styleId="ArialNarrow900">
    <w:name w:val="Стиль Arial Narrow 9 пт По центру После:  0 пт"/>
    <w:basedOn w:val="a8"/>
    <w:rsid w:val="00C80A7F"/>
    <w:pPr>
      <w:spacing w:before="60"/>
      <w:jc w:val="center"/>
    </w:pPr>
    <w:rPr>
      <w:sz w:val="18"/>
      <w:szCs w:val="20"/>
    </w:rPr>
  </w:style>
  <w:style w:type="paragraph" w:customStyle="1" w:styleId="ArialNarrow901">
    <w:name w:val="Стиль Arial Narrow 9 пт полужирный По центру После:  0 пт"/>
    <w:basedOn w:val="a8"/>
    <w:rsid w:val="00C80A7F"/>
    <w:pPr>
      <w:spacing w:before="60"/>
      <w:jc w:val="center"/>
    </w:pPr>
    <w:rPr>
      <w:b/>
      <w:bCs/>
      <w:sz w:val="18"/>
      <w:szCs w:val="20"/>
    </w:rPr>
  </w:style>
  <w:style w:type="paragraph" w:customStyle="1" w:styleId="ArialNarrow9">
    <w:name w:val="Стиль Основной текст + Arial Narrow 9 пт"/>
    <w:basedOn w:val="aff0"/>
    <w:rsid w:val="00C80A7F"/>
    <w:rPr>
      <w:sz w:val="18"/>
    </w:rPr>
  </w:style>
  <w:style w:type="paragraph" w:customStyle="1" w:styleId="infoblue1">
    <w:name w:val="infoblue"/>
    <w:basedOn w:val="a8"/>
    <w:rsid w:val="00C80A7F"/>
    <w:pPr>
      <w:spacing w:after="120" w:line="240" w:lineRule="atLeast"/>
      <w:ind w:left="720"/>
    </w:pPr>
    <w:rPr>
      <w:i/>
      <w:iCs/>
      <w:color w:val="0000FF"/>
      <w:sz w:val="20"/>
      <w:szCs w:val="20"/>
    </w:rPr>
  </w:style>
  <w:style w:type="paragraph" w:customStyle="1" w:styleId="TableHeading">
    <w:name w:val="Table Heading"/>
    <w:basedOn w:val="a8"/>
    <w:rsid w:val="00C80A7F"/>
    <w:pPr>
      <w:keepLines/>
      <w:suppressAutoHyphens/>
      <w:spacing w:after="200"/>
      <w:jc w:val="both"/>
    </w:pPr>
    <w:rPr>
      <w:rFonts w:ascii="Arial" w:hAnsi="Arial" w:cs="Tahoma"/>
      <w:b/>
      <w:color w:val="000000"/>
      <w:sz w:val="20"/>
      <w:szCs w:val="20"/>
      <w:lang w:val="en-GB" w:eastAsia="en-US"/>
    </w:rPr>
  </w:style>
  <w:style w:type="paragraph" w:customStyle="1" w:styleId="3">
    <w:name w:val="Заголовок3"/>
    <w:basedOn w:val="2"/>
    <w:next w:val="4"/>
    <w:rsid w:val="00C80A7F"/>
    <w:pPr>
      <w:numPr>
        <w:numId w:val="11"/>
      </w:numPr>
      <w:spacing w:before="240" w:after="60"/>
    </w:pPr>
    <w:rPr>
      <w:rFonts w:cs="Arial"/>
      <w:b w:val="0"/>
      <w:bCs/>
      <w:i/>
      <w:sz w:val="24"/>
      <w:szCs w:val="28"/>
      <w:lang w:eastAsia="en-US"/>
    </w:rPr>
  </w:style>
  <w:style w:type="paragraph" w:customStyle="1" w:styleId="1">
    <w:name w:val="Заголовок_1_"/>
    <w:basedOn w:val="a8"/>
    <w:rsid w:val="00C80A7F"/>
    <w:pPr>
      <w:numPr>
        <w:numId w:val="12"/>
      </w:numPr>
      <w:jc w:val="both"/>
    </w:pPr>
    <w:rPr>
      <w:b/>
      <w:sz w:val="28"/>
    </w:rPr>
  </w:style>
  <w:style w:type="paragraph" w:customStyle="1" w:styleId="afff4">
    <w:name w:val="Шапка у таблицы"/>
    <w:basedOn w:val="a8"/>
    <w:link w:val="afff5"/>
    <w:rsid w:val="00C80A7F"/>
    <w:pPr>
      <w:spacing w:before="240" w:line="276" w:lineRule="auto"/>
      <w:jc w:val="center"/>
    </w:pPr>
    <w:rPr>
      <w:rFonts w:ascii="Arial" w:hAnsi="Arial"/>
      <w:b/>
      <w:szCs w:val="22"/>
      <w:lang w:eastAsia="en-US"/>
    </w:rPr>
  </w:style>
  <w:style w:type="character" w:customStyle="1" w:styleId="afff5">
    <w:name w:val="Шапка у таблицы Знак"/>
    <w:link w:val="afff4"/>
    <w:locked/>
    <w:rsid w:val="00C80A7F"/>
    <w:rPr>
      <w:rFonts w:ascii="Arial" w:hAnsi="Arial"/>
      <w:b/>
      <w:sz w:val="24"/>
      <w:szCs w:val="22"/>
      <w:lang w:eastAsia="en-US"/>
    </w:rPr>
  </w:style>
  <w:style w:type="paragraph" w:customStyle="1" w:styleId="-">
    <w:name w:val="Приложение-назв_документа"/>
    <w:basedOn w:val="a8"/>
    <w:autoRedefine/>
    <w:rsid w:val="00C80A7F"/>
    <w:pPr>
      <w:widowControl w:val="0"/>
      <w:autoSpaceDE w:val="0"/>
      <w:autoSpaceDN w:val="0"/>
      <w:jc w:val="right"/>
    </w:pPr>
    <w:rPr>
      <w:i/>
      <w:iCs/>
      <w:kern w:val="24"/>
      <w:sz w:val="20"/>
    </w:rPr>
  </w:style>
  <w:style w:type="character" w:customStyle="1" w:styleId="apple-converted-space">
    <w:name w:val="apple-converted-space"/>
    <w:rsid w:val="00C80A7F"/>
  </w:style>
  <w:style w:type="character" w:customStyle="1" w:styleId="left">
    <w:name w:val="left"/>
    <w:rsid w:val="00C80A7F"/>
  </w:style>
  <w:style w:type="paragraph" w:customStyle="1" w:styleId="BulletList">
    <w:name w:val="Bullet List"/>
    <w:basedOn w:val="a8"/>
    <w:rsid w:val="00C80A7F"/>
    <w:pPr>
      <w:numPr>
        <w:numId w:val="13"/>
      </w:numPr>
      <w:spacing w:before="120" w:after="60"/>
      <w:jc w:val="both"/>
    </w:pPr>
    <w:rPr>
      <w:sz w:val="22"/>
      <w:lang w:val="en-GB" w:eastAsia="en-US"/>
    </w:rPr>
  </w:style>
  <w:style w:type="paragraph" w:styleId="afff6">
    <w:name w:val="Revision"/>
    <w:hidden/>
    <w:uiPriority w:val="99"/>
    <w:semiHidden/>
    <w:rsid w:val="008E6835"/>
    <w:rPr>
      <w:sz w:val="24"/>
      <w:szCs w:val="24"/>
    </w:rPr>
  </w:style>
  <w:style w:type="character" w:customStyle="1" w:styleId="af5">
    <w:name w:val="Абзац списка Знак"/>
    <w:aliases w:val="Содержание. 2 уровень Знак"/>
    <w:link w:val="af4"/>
    <w:uiPriority w:val="34"/>
    <w:locked/>
    <w:rsid w:val="00695465"/>
    <w:rPr>
      <w:rFonts w:ascii="Calibri" w:eastAsia="Calibri" w:hAnsi="Calibri"/>
      <w:sz w:val="22"/>
      <w:szCs w:val="22"/>
      <w:lang w:eastAsia="en-US"/>
    </w:rPr>
  </w:style>
  <w:style w:type="paragraph" w:styleId="afff7">
    <w:name w:val="No Spacing"/>
    <w:link w:val="afff8"/>
    <w:uiPriority w:val="1"/>
    <w:qFormat/>
    <w:rsid w:val="00187619"/>
    <w:pPr>
      <w:suppressAutoHyphens/>
    </w:pPr>
    <w:rPr>
      <w:sz w:val="24"/>
      <w:lang w:eastAsia="ar-SA"/>
    </w:rPr>
  </w:style>
  <w:style w:type="character" w:customStyle="1" w:styleId="af3">
    <w:name w:val="Текст выноски Знак"/>
    <w:basedOn w:val="a9"/>
    <w:link w:val="af2"/>
    <w:uiPriority w:val="99"/>
    <w:semiHidden/>
    <w:rsid w:val="00F620EE"/>
    <w:rPr>
      <w:rFonts w:ascii="Tahoma" w:hAnsi="Tahoma" w:cs="Tahoma"/>
      <w:sz w:val="16"/>
      <w:szCs w:val="16"/>
    </w:rPr>
  </w:style>
  <w:style w:type="paragraph" w:styleId="afff9">
    <w:name w:val="TOC Heading"/>
    <w:basedOn w:val="10"/>
    <w:next w:val="a8"/>
    <w:uiPriority w:val="39"/>
    <w:unhideWhenUsed/>
    <w:qFormat/>
    <w:rsid w:val="00F620EE"/>
    <w:pPr>
      <w:keepLines/>
      <w:spacing w:before="0" w:after="0"/>
      <w:ind w:left="432" w:hanging="432"/>
      <w:jc w:val="left"/>
      <w:outlineLvl w:val="9"/>
    </w:pPr>
    <w:rPr>
      <w:rFonts w:ascii="Arial Black" w:eastAsiaTheme="majorEastAsia" w:hAnsi="Arial Black" w:cstheme="majorBidi"/>
      <w:b w:val="0"/>
      <w:caps w:val="0"/>
      <w:kern w:val="0"/>
      <w:sz w:val="32"/>
      <w:szCs w:val="32"/>
    </w:rPr>
  </w:style>
  <w:style w:type="character" w:customStyle="1" w:styleId="afff8">
    <w:name w:val="Без интервала Знак"/>
    <w:basedOn w:val="a9"/>
    <w:link w:val="afff7"/>
    <w:uiPriority w:val="1"/>
    <w:rsid w:val="00F620EE"/>
    <w:rPr>
      <w:sz w:val="24"/>
      <w:lang w:eastAsia="ar-SA"/>
    </w:rPr>
  </w:style>
  <w:style w:type="character" w:customStyle="1" w:styleId="ae">
    <w:name w:val="Верхний колонтитул Знак"/>
    <w:basedOn w:val="a9"/>
    <w:link w:val="ad"/>
    <w:uiPriority w:val="99"/>
    <w:rsid w:val="00F620EE"/>
    <w:rPr>
      <w:sz w:val="24"/>
      <w:szCs w:val="24"/>
    </w:rPr>
  </w:style>
  <w:style w:type="paragraph" w:styleId="afffa">
    <w:name w:val="Subtitle"/>
    <w:basedOn w:val="a8"/>
    <w:next w:val="a8"/>
    <w:link w:val="afffb"/>
    <w:uiPriority w:val="11"/>
    <w:qFormat/>
    <w:rsid w:val="00F620EE"/>
    <w:pPr>
      <w:numPr>
        <w:ilvl w:val="1"/>
      </w:numPr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afffb">
    <w:name w:val="Подзаголовок Знак"/>
    <w:basedOn w:val="a9"/>
    <w:link w:val="afffa"/>
    <w:uiPriority w:val="11"/>
    <w:rsid w:val="00F620E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15">
    <w:name w:val="Неразрешенное упоминание1"/>
    <w:basedOn w:val="a9"/>
    <w:uiPriority w:val="99"/>
    <w:semiHidden/>
    <w:unhideWhenUsed/>
    <w:rsid w:val="00F620EE"/>
    <w:rPr>
      <w:color w:val="605E5C"/>
      <w:shd w:val="clear" w:color="auto" w:fill="E1DFDD"/>
    </w:rPr>
  </w:style>
  <w:style w:type="paragraph" w:customStyle="1" w:styleId="BusinessReq">
    <w:name w:val="BusinessReq"/>
    <w:basedOn w:val="a8"/>
    <w:qFormat/>
    <w:rsid w:val="00F620EE"/>
    <w:rPr>
      <w:rFonts w:ascii="Arial Black" w:hAnsi="Arial Black" w:cs="Calibri"/>
      <w:b/>
      <w:color w:val="000000"/>
      <w:sz w:val="18"/>
      <w:szCs w:val="18"/>
    </w:rPr>
  </w:style>
  <w:style w:type="character" w:styleId="afffc">
    <w:name w:val="FollowedHyperlink"/>
    <w:basedOn w:val="a9"/>
    <w:uiPriority w:val="99"/>
    <w:unhideWhenUsed/>
    <w:rsid w:val="00F620EE"/>
    <w:rPr>
      <w:color w:val="954F72" w:themeColor="followedHyperlink"/>
      <w:u w:val="single"/>
    </w:rPr>
  </w:style>
  <w:style w:type="paragraph" w:customStyle="1" w:styleId="msonormal0">
    <w:name w:val="msonormal"/>
    <w:basedOn w:val="a8"/>
    <w:rsid w:val="00F620EE"/>
    <w:pPr>
      <w:spacing w:before="100" w:beforeAutospacing="1" w:after="100" w:afterAutospacing="1"/>
    </w:pPr>
  </w:style>
  <w:style w:type="paragraph" w:styleId="afffd">
    <w:name w:val="Normal (Web)"/>
    <w:basedOn w:val="a8"/>
    <w:uiPriority w:val="99"/>
    <w:unhideWhenUsed/>
    <w:rsid w:val="00F620EE"/>
    <w:pPr>
      <w:spacing w:before="100" w:beforeAutospacing="1" w:after="100" w:afterAutospacing="1"/>
    </w:pPr>
  </w:style>
  <w:style w:type="character" w:styleId="afffe">
    <w:name w:val="Strong"/>
    <w:basedOn w:val="a9"/>
    <w:uiPriority w:val="22"/>
    <w:qFormat/>
    <w:rsid w:val="00F620EE"/>
    <w:rPr>
      <w:b/>
      <w:bCs/>
    </w:rPr>
  </w:style>
  <w:style w:type="paragraph" w:styleId="affff">
    <w:name w:val="endnote text"/>
    <w:basedOn w:val="a8"/>
    <w:link w:val="affff0"/>
    <w:uiPriority w:val="99"/>
    <w:unhideWhenUsed/>
    <w:rsid w:val="004F25FE"/>
    <w:rPr>
      <w:sz w:val="20"/>
      <w:szCs w:val="20"/>
    </w:rPr>
  </w:style>
  <w:style w:type="character" w:customStyle="1" w:styleId="affff0">
    <w:name w:val="Текст концевой сноски Знак"/>
    <w:basedOn w:val="a9"/>
    <w:link w:val="affff"/>
    <w:uiPriority w:val="99"/>
    <w:rsid w:val="004F25FE"/>
  </w:style>
  <w:style w:type="character" w:styleId="affff1">
    <w:name w:val="endnote reference"/>
    <w:basedOn w:val="a9"/>
    <w:uiPriority w:val="99"/>
    <w:unhideWhenUsed/>
    <w:rsid w:val="004F25FE"/>
    <w:rPr>
      <w:vertAlign w:val="superscript"/>
    </w:rPr>
  </w:style>
  <w:style w:type="paragraph" w:customStyle="1" w:styleId="Text">
    <w:name w:val="Text"/>
    <w:basedOn w:val="a8"/>
    <w:link w:val="Text0"/>
    <w:qFormat/>
    <w:rsid w:val="003B2F47"/>
    <w:pPr>
      <w:tabs>
        <w:tab w:val="right" w:pos="9356"/>
      </w:tabs>
      <w:jc w:val="both"/>
    </w:pPr>
    <w:rPr>
      <w:rFonts w:eastAsia="MS Mincho"/>
      <w:iCs/>
      <w:lang w:eastAsia="en-US"/>
    </w:rPr>
  </w:style>
  <w:style w:type="character" w:customStyle="1" w:styleId="Text0">
    <w:name w:val="Text Знак"/>
    <w:link w:val="Text"/>
    <w:rsid w:val="003B2F47"/>
    <w:rPr>
      <w:rFonts w:eastAsia="MS Mincho"/>
      <w:iCs/>
      <w:sz w:val="24"/>
      <w:szCs w:val="24"/>
      <w:lang w:eastAsia="en-US"/>
    </w:rPr>
  </w:style>
  <w:style w:type="character" w:customStyle="1" w:styleId="affff2">
    <w:name w:val="Термин"/>
    <w:rsid w:val="003B2F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3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36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notesFFF692\&#1041;&#1083;&#1072;&#1085;&#1082;%20&#1088;&#1072;&#1089;&#1087;&#1086;&#1088;&#1103;&#1078;&#1077;&#1085;&#1080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E049E-00A3-4777-95A1-50C3FE6DA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распоряжения.dot</Template>
  <TotalTime>0</TotalTime>
  <Pages>3</Pages>
  <Words>396</Words>
  <Characters>2668</Characters>
  <Application>Microsoft Office Word</Application>
  <DocSecurity>0</DocSecurity>
  <Lines>116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Links>
    <vt:vector size="204" baseType="variant">
      <vt:variant>
        <vt:i4>1114160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_Toc126510619</vt:lpwstr>
      </vt:variant>
      <vt:variant>
        <vt:i4>1114160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_Toc126510618</vt:lpwstr>
      </vt:variant>
      <vt:variant>
        <vt:i4>1114160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_Toc126510617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_Toc126510616</vt:lpwstr>
      </vt:variant>
      <vt:variant>
        <vt:i4>1114160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_Toc126510615</vt:lpwstr>
      </vt:variant>
      <vt:variant>
        <vt:i4>1114160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_Toc126510614</vt:lpwstr>
      </vt:variant>
      <vt:variant>
        <vt:i4>1114160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_Toc126510613</vt:lpwstr>
      </vt:variant>
      <vt:variant>
        <vt:i4>1114160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_Toc126510612</vt:lpwstr>
      </vt:variant>
      <vt:variant>
        <vt:i4>1114160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_Toc126510611</vt:lpwstr>
      </vt:variant>
      <vt:variant>
        <vt:i4>1114160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_Toc126510610</vt:lpwstr>
      </vt:variant>
      <vt:variant>
        <vt:i4>1048624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_Toc126510609</vt:lpwstr>
      </vt:variant>
      <vt:variant>
        <vt:i4>1048624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_Toc126510608</vt:lpwstr>
      </vt:variant>
      <vt:variant>
        <vt:i4>1048624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_Toc126510607</vt:lpwstr>
      </vt:variant>
      <vt:variant>
        <vt:i4>1048624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_Toc126510606</vt:lpwstr>
      </vt:variant>
      <vt:variant>
        <vt:i4>1048624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_Toc126510605</vt:lpwstr>
      </vt:variant>
      <vt:variant>
        <vt:i4>1048624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_Toc126510604</vt:lpwstr>
      </vt:variant>
      <vt:variant>
        <vt:i4>1048624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_Toc126510603</vt:lpwstr>
      </vt:variant>
      <vt:variant>
        <vt:i4>1048624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_Toc126510602</vt:lpwstr>
      </vt:variant>
      <vt:variant>
        <vt:i4>1048624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_Toc126510601</vt:lpwstr>
      </vt:variant>
      <vt:variant>
        <vt:i4>1048624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_Toc126510600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_Toc126510599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_Toc126510598</vt:lpwstr>
      </vt:variant>
      <vt:variant>
        <vt:i4>1638451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_Toc126510597</vt:lpwstr>
      </vt:variant>
      <vt:variant>
        <vt:i4>1638451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_Toc126510596</vt:lpwstr>
      </vt:variant>
      <vt:variant>
        <vt:i4>1638451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_Toc126510595</vt:lpwstr>
      </vt:variant>
      <vt:variant>
        <vt:i4>1638451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_Toc126510594</vt:lpwstr>
      </vt:variant>
      <vt:variant>
        <vt:i4>1638451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_Toc126510593</vt:lpwstr>
      </vt:variant>
      <vt:variant>
        <vt:i4>1638451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_Toc126510592</vt:lpwstr>
      </vt:variant>
      <vt:variant>
        <vt:i4>1638451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_Toc126510591</vt:lpwstr>
      </vt:variant>
      <vt:variant>
        <vt:i4>1638451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_Toc126510590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_Toc126510589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_Toc126510588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_Toc126510587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_Toc126510586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</dc:creator>
  <cp:keywords/>
  <cp:lastModifiedBy>Агент</cp:lastModifiedBy>
  <cp:revision>2</cp:revision>
  <cp:lastPrinted>2023-01-26T07:01:00Z</cp:lastPrinted>
  <dcterms:created xsi:type="dcterms:W3CDTF">2025-12-11T14:12:00Z</dcterms:created>
  <dcterms:modified xsi:type="dcterms:W3CDTF">2025-12-12T13:23:00Z</dcterms:modified>
</cp:coreProperties>
</file>